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13A1C1" w14:textId="77777777" w:rsidTr="00D74AE1">
        <w:trPr>
          <w:trHeight w:hRule="exact" w:val="2948"/>
        </w:trPr>
        <w:tc>
          <w:tcPr>
            <w:tcW w:w="11185" w:type="dxa"/>
          </w:tcPr>
          <w:p w14:paraId="2953849F"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031225D" w14:textId="77777777" w:rsidR="008972C3" w:rsidRDefault="008972C3" w:rsidP="003274DB"/>
    <w:p w14:paraId="77FFF491" w14:textId="77777777" w:rsidR="00D74AE1" w:rsidRDefault="00D74AE1" w:rsidP="003274DB"/>
    <w:p w14:paraId="31565404" w14:textId="6637F816" w:rsidR="0093492E" w:rsidRDefault="00FA6D28" w:rsidP="0026038D">
      <w:pPr>
        <w:pStyle w:val="Documentnumber"/>
      </w:pPr>
      <w:r>
        <w:t>G</w:t>
      </w:r>
      <w:r w:rsidR="005E22EC">
        <w:t>1179</w:t>
      </w:r>
    </w:p>
    <w:p w14:paraId="11D6158F" w14:textId="06101BBA" w:rsidR="00776004" w:rsidRPr="00ED4450" w:rsidRDefault="00F42E6D" w:rsidP="006218E8">
      <w:pPr>
        <w:pStyle w:val="Documentname"/>
      </w:pPr>
      <w:r>
        <w:rPr>
          <w:bCs/>
        </w:rPr>
        <w:t>An introduction to</w:t>
      </w:r>
      <w:r w:rsidR="00C26C95">
        <w:rPr>
          <w:bCs/>
        </w:rPr>
        <w:t xml:space="preserve"> t</w:t>
      </w:r>
      <w:r w:rsidR="000F713F">
        <w:rPr>
          <w:bCs/>
        </w:rPr>
        <w:t xml:space="preserve">he </w:t>
      </w:r>
      <w:r w:rsidR="005D3B7F">
        <w:rPr>
          <w:bCs/>
        </w:rPr>
        <w:t>I</w:t>
      </w:r>
      <w:r w:rsidR="000F713F">
        <w:rPr>
          <w:bCs/>
        </w:rPr>
        <w:t xml:space="preserve">nternet of </w:t>
      </w:r>
      <w:r w:rsidR="005D3B7F">
        <w:rPr>
          <w:bCs/>
        </w:rPr>
        <w:t>T</w:t>
      </w:r>
      <w:r w:rsidR="000F713F">
        <w:rPr>
          <w:bCs/>
        </w:rPr>
        <w:t>hings</w:t>
      </w:r>
      <w:r>
        <w:rPr>
          <w:bCs/>
        </w:rPr>
        <w:t xml:space="preserve"> (IoT) from an IALA perspective</w:t>
      </w:r>
    </w:p>
    <w:p w14:paraId="5D05DB99" w14:textId="77777777" w:rsidR="00CF49CC" w:rsidRDefault="00CF49CC" w:rsidP="00D74AE1"/>
    <w:p w14:paraId="44C675D1" w14:textId="77777777" w:rsidR="004E0BBB" w:rsidRDefault="004E0BBB" w:rsidP="00D74AE1"/>
    <w:p w14:paraId="4E43C20F" w14:textId="77777777" w:rsidR="004E0BBB" w:rsidRDefault="004E0BBB" w:rsidP="00D74AE1"/>
    <w:p w14:paraId="6B0361E3" w14:textId="77777777" w:rsidR="00734BC6" w:rsidRDefault="00734BC6" w:rsidP="00D74AE1"/>
    <w:p w14:paraId="7BCF3500" w14:textId="77777777" w:rsidR="004E0BBB" w:rsidRDefault="004E0BBB" w:rsidP="00D74AE1"/>
    <w:p w14:paraId="573144CC" w14:textId="77777777" w:rsidR="004E0BBB" w:rsidRDefault="004E0BBB" w:rsidP="00D74AE1"/>
    <w:p w14:paraId="1829336F" w14:textId="77777777" w:rsidR="004E0BBB" w:rsidRDefault="004E0BBB" w:rsidP="00D74AE1"/>
    <w:p w14:paraId="7FA6DD52" w14:textId="77777777" w:rsidR="004E0BBB" w:rsidRDefault="004E0BBB" w:rsidP="00D74AE1"/>
    <w:p w14:paraId="3F85953D" w14:textId="77777777" w:rsidR="004E0BBB" w:rsidRDefault="004E0BBB" w:rsidP="00D74AE1"/>
    <w:p w14:paraId="02BB2825" w14:textId="77777777" w:rsidR="004E0BBB" w:rsidRDefault="004E0BBB" w:rsidP="00D74AE1"/>
    <w:p w14:paraId="21422551" w14:textId="77777777" w:rsidR="005D3B7F" w:rsidRDefault="005D3B7F" w:rsidP="00D74AE1"/>
    <w:p w14:paraId="1F586533" w14:textId="77777777" w:rsidR="005D3B7F" w:rsidRDefault="005D3B7F" w:rsidP="00D74AE1"/>
    <w:p w14:paraId="488263C6" w14:textId="77777777" w:rsidR="00C1184C" w:rsidRDefault="00C1184C" w:rsidP="00D74AE1"/>
    <w:p w14:paraId="688287C5" w14:textId="77777777" w:rsidR="00C1184C" w:rsidRDefault="00C1184C" w:rsidP="00D74AE1"/>
    <w:p w14:paraId="4A2965CC" w14:textId="77777777" w:rsidR="00C1184C" w:rsidRDefault="00C1184C" w:rsidP="00D74AE1"/>
    <w:p w14:paraId="0368D58A" w14:textId="77777777" w:rsidR="00C1184C" w:rsidRDefault="00C1184C" w:rsidP="00D74AE1"/>
    <w:p w14:paraId="0DBCDBE4" w14:textId="77777777" w:rsidR="00C1184C" w:rsidRDefault="00C1184C" w:rsidP="00D74AE1"/>
    <w:p w14:paraId="1A62F374" w14:textId="77777777" w:rsidR="00C1184C" w:rsidRDefault="00C1184C" w:rsidP="00D74AE1"/>
    <w:p w14:paraId="1F40A3AD" w14:textId="77777777" w:rsidR="00C1184C" w:rsidRDefault="00C1184C" w:rsidP="00D74AE1"/>
    <w:p w14:paraId="7885857E" w14:textId="77777777" w:rsidR="00C1184C" w:rsidRDefault="00C1184C" w:rsidP="00D74AE1"/>
    <w:p w14:paraId="60FFC4E4" w14:textId="77777777" w:rsidR="004E0BBB" w:rsidRDefault="004E0BBB" w:rsidP="00D74AE1"/>
    <w:p w14:paraId="4F315A89" w14:textId="77777777" w:rsidR="004E0BBB" w:rsidRDefault="004E0BBB" w:rsidP="00D74AE1"/>
    <w:p w14:paraId="336B2657" w14:textId="77777777" w:rsidR="004E0BBB" w:rsidRPr="005E22EC" w:rsidRDefault="004E0BBB" w:rsidP="004E0BBB">
      <w:pPr>
        <w:pStyle w:val="Editionnumber"/>
      </w:pPr>
      <w:r w:rsidRPr="005E22EC">
        <w:t>Edition 1.0</w:t>
      </w:r>
    </w:p>
    <w:p w14:paraId="30AAB903" w14:textId="330DD3F1" w:rsidR="004E0BBB" w:rsidRPr="005E22EC" w:rsidRDefault="00600C2B" w:rsidP="004E0BBB">
      <w:pPr>
        <w:pStyle w:val="Documentdate"/>
      </w:pPr>
      <w:r w:rsidRPr="005E22EC">
        <w:t>D</w:t>
      </w:r>
      <w:r w:rsidR="00A832BA" w:rsidRPr="005E22EC">
        <w:t>ecember 2022</w:t>
      </w:r>
    </w:p>
    <w:p w14:paraId="7D0FDF38" w14:textId="77777777" w:rsidR="00BC27F6" w:rsidRPr="005E22EC" w:rsidRDefault="00BC27F6" w:rsidP="00D74AE1"/>
    <w:p w14:paraId="30D583D1" w14:textId="7D9E7C34" w:rsidR="00C1184C" w:rsidRPr="00E56CAE" w:rsidRDefault="00C1184C" w:rsidP="00AA55DE">
      <w:pPr>
        <w:pStyle w:val="MRN"/>
      </w:pPr>
      <w:r w:rsidRPr="00E56CAE">
        <w:lastRenderedPageBreak/>
        <w:t>urn:mrn:iala:pub:g</w:t>
      </w:r>
      <w:r w:rsidR="005E22EC" w:rsidRPr="00E56CAE">
        <w:t>1179</w:t>
      </w:r>
      <w:r w:rsidR="006F7952" w:rsidRPr="00E56CAE">
        <w:t>:ed1.0</w:t>
      </w:r>
    </w:p>
    <w:p w14:paraId="20888707" w14:textId="56AFC997" w:rsidR="00C1184C" w:rsidRPr="00E56CAE" w:rsidRDefault="00C1184C" w:rsidP="00D74AE1">
      <w:pPr>
        <w:sectPr w:rsidR="00C1184C" w:rsidRPr="00E56CAE" w:rsidSect="006C251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0B0D057" w14:textId="0BAD65EA" w:rsidR="00914E26" w:rsidRDefault="00914E26" w:rsidP="00914E26">
      <w:pPr>
        <w:pStyle w:val="BodyText"/>
      </w:pPr>
      <w:r w:rsidRPr="00460028">
        <w:lastRenderedPageBreak/>
        <w:t>Revisions to th</w:t>
      </w:r>
      <w:r>
        <w:t>is</w:t>
      </w:r>
      <w:r w:rsidR="002255EF">
        <w:t xml:space="preserve"> document </w:t>
      </w:r>
      <w:r w:rsidRPr="00460028">
        <w:t>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761839" w:rsidRPr="00F55AD7" w14:paraId="0F89837C" w14:textId="77777777" w:rsidTr="00500EDD">
        <w:tc>
          <w:tcPr>
            <w:tcW w:w="1908" w:type="dxa"/>
          </w:tcPr>
          <w:p w14:paraId="137071B7" w14:textId="77777777" w:rsidR="00761839" w:rsidRPr="00F55AD7" w:rsidRDefault="00761839" w:rsidP="00500EDD">
            <w:pPr>
              <w:pStyle w:val="Documentrevisiontabletitle"/>
              <w:suppressAutoHyphens/>
            </w:pPr>
            <w:r w:rsidRPr="00F55AD7">
              <w:t>Date</w:t>
            </w:r>
          </w:p>
        </w:tc>
        <w:tc>
          <w:tcPr>
            <w:tcW w:w="6025" w:type="dxa"/>
          </w:tcPr>
          <w:p w14:paraId="5BC740A9" w14:textId="77777777" w:rsidR="00761839" w:rsidRPr="00F55AD7" w:rsidRDefault="00761839" w:rsidP="00500EDD">
            <w:pPr>
              <w:pStyle w:val="Documentrevisiontabletitle"/>
              <w:suppressAutoHyphens/>
            </w:pPr>
            <w:r>
              <w:t>Details</w:t>
            </w:r>
          </w:p>
        </w:tc>
        <w:tc>
          <w:tcPr>
            <w:tcW w:w="2552" w:type="dxa"/>
          </w:tcPr>
          <w:p w14:paraId="060882AB" w14:textId="77777777" w:rsidR="00761839" w:rsidRPr="00F55AD7" w:rsidRDefault="00761839" w:rsidP="00500EDD">
            <w:pPr>
              <w:pStyle w:val="Documentrevisiontabletitle"/>
              <w:suppressAutoHyphens/>
            </w:pPr>
            <w:r>
              <w:t>Approval</w:t>
            </w:r>
          </w:p>
        </w:tc>
      </w:tr>
      <w:tr w:rsidR="00761839" w:rsidRPr="00F55AD7" w14:paraId="0067E4CC" w14:textId="77777777" w:rsidTr="00500EDD">
        <w:trPr>
          <w:trHeight w:val="851"/>
        </w:trPr>
        <w:tc>
          <w:tcPr>
            <w:tcW w:w="1908" w:type="dxa"/>
            <w:vAlign w:val="center"/>
          </w:tcPr>
          <w:p w14:paraId="2985E9B7" w14:textId="7FDD58FD" w:rsidR="00761839" w:rsidRPr="005E22EC" w:rsidRDefault="009F70A1" w:rsidP="00AA55DE">
            <w:pPr>
              <w:pStyle w:val="Tabletext"/>
              <w:suppressAutoHyphens/>
              <w:ind w:left="0"/>
            </w:pPr>
            <w:r w:rsidRPr="005E22EC">
              <w:t xml:space="preserve"> </w:t>
            </w:r>
            <w:proofErr w:type="spellStart"/>
            <w:r w:rsidR="00A832BA" w:rsidRPr="005E22EC">
              <w:t>Decembe</w:t>
            </w:r>
            <w:proofErr w:type="spellEnd"/>
            <w:r w:rsidR="00761839" w:rsidRPr="005E22EC">
              <w:t xml:space="preserve"> 2022</w:t>
            </w:r>
          </w:p>
        </w:tc>
        <w:tc>
          <w:tcPr>
            <w:tcW w:w="6025" w:type="dxa"/>
            <w:vAlign w:val="center"/>
          </w:tcPr>
          <w:p w14:paraId="1163D7C4" w14:textId="002DFF4F" w:rsidR="00761839" w:rsidRPr="005E22EC" w:rsidRDefault="00761839" w:rsidP="00500EDD">
            <w:pPr>
              <w:pStyle w:val="Tabletext"/>
              <w:suppressAutoHyphens/>
            </w:pPr>
            <w:r w:rsidRPr="005E22EC">
              <w:t>First issue</w:t>
            </w:r>
          </w:p>
        </w:tc>
        <w:tc>
          <w:tcPr>
            <w:tcW w:w="2552" w:type="dxa"/>
            <w:vAlign w:val="center"/>
          </w:tcPr>
          <w:p w14:paraId="3E593C37" w14:textId="670CECE3" w:rsidR="00761839" w:rsidRPr="005E22EC" w:rsidRDefault="00761839" w:rsidP="00500EDD">
            <w:pPr>
              <w:pStyle w:val="Tabletext"/>
              <w:suppressAutoHyphens/>
            </w:pPr>
            <w:r w:rsidRPr="005E22EC">
              <w:t>Council 76</w:t>
            </w:r>
          </w:p>
        </w:tc>
      </w:tr>
      <w:tr w:rsidR="00761839" w:rsidRPr="00F55AD7" w14:paraId="2D61A21C" w14:textId="77777777" w:rsidTr="00500EDD">
        <w:trPr>
          <w:trHeight w:val="851"/>
        </w:trPr>
        <w:tc>
          <w:tcPr>
            <w:tcW w:w="1908" w:type="dxa"/>
            <w:vAlign w:val="center"/>
          </w:tcPr>
          <w:p w14:paraId="2CC11F48" w14:textId="77777777" w:rsidR="00761839" w:rsidRPr="00CB7D0F" w:rsidRDefault="00761839" w:rsidP="00500EDD">
            <w:pPr>
              <w:pStyle w:val="Tabletext"/>
              <w:suppressAutoHyphens/>
            </w:pPr>
          </w:p>
        </w:tc>
        <w:tc>
          <w:tcPr>
            <w:tcW w:w="6025" w:type="dxa"/>
            <w:vAlign w:val="center"/>
          </w:tcPr>
          <w:p w14:paraId="07D9D757" w14:textId="77777777" w:rsidR="00761839" w:rsidRPr="00CB7D0F" w:rsidRDefault="00761839" w:rsidP="00500EDD">
            <w:pPr>
              <w:pStyle w:val="Tabletext"/>
              <w:suppressAutoHyphens/>
            </w:pPr>
          </w:p>
        </w:tc>
        <w:tc>
          <w:tcPr>
            <w:tcW w:w="2552" w:type="dxa"/>
            <w:vAlign w:val="center"/>
          </w:tcPr>
          <w:p w14:paraId="4B26DFB9" w14:textId="77777777" w:rsidR="00761839" w:rsidRPr="00CB7D0F" w:rsidRDefault="00761839" w:rsidP="00500EDD">
            <w:pPr>
              <w:pStyle w:val="Tabletext"/>
              <w:suppressAutoHyphens/>
            </w:pPr>
          </w:p>
        </w:tc>
      </w:tr>
      <w:tr w:rsidR="00761839" w:rsidRPr="00F55AD7" w14:paraId="030614E8" w14:textId="77777777" w:rsidTr="00500EDD">
        <w:trPr>
          <w:trHeight w:val="851"/>
        </w:trPr>
        <w:tc>
          <w:tcPr>
            <w:tcW w:w="1908" w:type="dxa"/>
            <w:vAlign w:val="center"/>
          </w:tcPr>
          <w:p w14:paraId="1594E736" w14:textId="77777777" w:rsidR="00761839" w:rsidRPr="00CB7D0F" w:rsidRDefault="00761839" w:rsidP="00500EDD">
            <w:pPr>
              <w:pStyle w:val="Tabletext"/>
              <w:suppressAutoHyphens/>
            </w:pPr>
          </w:p>
        </w:tc>
        <w:tc>
          <w:tcPr>
            <w:tcW w:w="6025" w:type="dxa"/>
            <w:vAlign w:val="center"/>
          </w:tcPr>
          <w:p w14:paraId="0C76D0B2" w14:textId="77777777" w:rsidR="00761839" w:rsidRPr="00CB7D0F" w:rsidRDefault="00761839" w:rsidP="00500EDD">
            <w:pPr>
              <w:pStyle w:val="Tabletext"/>
              <w:suppressAutoHyphens/>
            </w:pPr>
          </w:p>
        </w:tc>
        <w:tc>
          <w:tcPr>
            <w:tcW w:w="2552" w:type="dxa"/>
            <w:vAlign w:val="center"/>
          </w:tcPr>
          <w:p w14:paraId="4530FA7B" w14:textId="77777777" w:rsidR="00761839" w:rsidRPr="00CB7D0F" w:rsidRDefault="00761839" w:rsidP="00500EDD">
            <w:pPr>
              <w:pStyle w:val="Tabletext"/>
              <w:suppressAutoHyphens/>
            </w:pPr>
          </w:p>
        </w:tc>
      </w:tr>
      <w:tr w:rsidR="00761839" w:rsidRPr="00F55AD7" w14:paraId="430F3FB8" w14:textId="77777777" w:rsidTr="00500EDD">
        <w:trPr>
          <w:trHeight w:val="851"/>
        </w:trPr>
        <w:tc>
          <w:tcPr>
            <w:tcW w:w="1908" w:type="dxa"/>
            <w:vAlign w:val="center"/>
          </w:tcPr>
          <w:p w14:paraId="1B5CC20E" w14:textId="77777777" w:rsidR="00761839" w:rsidRPr="00CB7D0F" w:rsidRDefault="00761839" w:rsidP="00500EDD">
            <w:pPr>
              <w:pStyle w:val="Tabletext"/>
              <w:suppressAutoHyphens/>
            </w:pPr>
          </w:p>
        </w:tc>
        <w:tc>
          <w:tcPr>
            <w:tcW w:w="6025" w:type="dxa"/>
            <w:vAlign w:val="center"/>
          </w:tcPr>
          <w:p w14:paraId="508D4849" w14:textId="77777777" w:rsidR="00761839" w:rsidRPr="00CB7D0F" w:rsidRDefault="00761839" w:rsidP="00500EDD">
            <w:pPr>
              <w:pStyle w:val="Tabletext"/>
              <w:suppressAutoHyphens/>
            </w:pPr>
          </w:p>
        </w:tc>
        <w:tc>
          <w:tcPr>
            <w:tcW w:w="2552" w:type="dxa"/>
            <w:vAlign w:val="center"/>
          </w:tcPr>
          <w:p w14:paraId="571B0803" w14:textId="77777777" w:rsidR="00761839" w:rsidRPr="00CB7D0F" w:rsidRDefault="00761839" w:rsidP="00500EDD">
            <w:pPr>
              <w:pStyle w:val="Tabletext"/>
              <w:suppressAutoHyphens/>
            </w:pPr>
          </w:p>
        </w:tc>
      </w:tr>
      <w:tr w:rsidR="00761839" w:rsidRPr="00F55AD7" w14:paraId="1D436C24" w14:textId="77777777" w:rsidTr="00500EDD">
        <w:trPr>
          <w:trHeight w:val="851"/>
        </w:trPr>
        <w:tc>
          <w:tcPr>
            <w:tcW w:w="1908" w:type="dxa"/>
            <w:vAlign w:val="center"/>
          </w:tcPr>
          <w:p w14:paraId="3B0C4D83" w14:textId="77777777" w:rsidR="00761839" w:rsidRPr="00CB7D0F" w:rsidRDefault="00761839" w:rsidP="00500EDD">
            <w:pPr>
              <w:pStyle w:val="Tabletext"/>
              <w:suppressAutoHyphens/>
            </w:pPr>
          </w:p>
        </w:tc>
        <w:tc>
          <w:tcPr>
            <w:tcW w:w="6025" w:type="dxa"/>
            <w:vAlign w:val="center"/>
          </w:tcPr>
          <w:p w14:paraId="620661FF" w14:textId="77777777" w:rsidR="00761839" w:rsidRPr="00CB7D0F" w:rsidRDefault="00761839" w:rsidP="00500EDD">
            <w:pPr>
              <w:pStyle w:val="Tabletext"/>
              <w:suppressAutoHyphens/>
            </w:pPr>
          </w:p>
        </w:tc>
        <w:tc>
          <w:tcPr>
            <w:tcW w:w="2552" w:type="dxa"/>
            <w:vAlign w:val="center"/>
          </w:tcPr>
          <w:p w14:paraId="29EA5173" w14:textId="77777777" w:rsidR="00761839" w:rsidRPr="00CB7D0F" w:rsidRDefault="00761839" w:rsidP="00500EDD">
            <w:pPr>
              <w:pStyle w:val="Tabletext"/>
              <w:suppressAutoHyphens/>
            </w:pPr>
          </w:p>
        </w:tc>
      </w:tr>
      <w:tr w:rsidR="00761839" w:rsidRPr="00F55AD7" w14:paraId="5C4320FD" w14:textId="77777777" w:rsidTr="00500EDD">
        <w:trPr>
          <w:trHeight w:val="851"/>
        </w:trPr>
        <w:tc>
          <w:tcPr>
            <w:tcW w:w="1908" w:type="dxa"/>
            <w:vAlign w:val="center"/>
          </w:tcPr>
          <w:p w14:paraId="3E985FDE" w14:textId="77777777" w:rsidR="00761839" w:rsidRPr="00CB7D0F" w:rsidRDefault="00761839" w:rsidP="00500EDD">
            <w:pPr>
              <w:pStyle w:val="Tabletext"/>
              <w:suppressAutoHyphens/>
            </w:pPr>
          </w:p>
        </w:tc>
        <w:tc>
          <w:tcPr>
            <w:tcW w:w="6025" w:type="dxa"/>
            <w:vAlign w:val="center"/>
          </w:tcPr>
          <w:p w14:paraId="76A2A9BA" w14:textId="77777777" w:rsidR="00761839" w:rsidRPr="00CB7D0F" w:rsidRDefault="00761839" w:rsidP="00500EDD">
            <w:pPr>
              <w:pStyle w:val="Tabletext"/>
              <w:suppressAutoHyphens/>
            </w:pPr>
          </w:p>
        </w:tc>
        <w:tc>
          <w:tcPr>
            <w:tcW w:w="2552" w:type="dxa"/>
            <w:vAlign w:val="center"/>
          </w:tcPr>
          <w:p w14:paraId="59563BDB" w14:textId="77777777" w:rsidR="00761839" w:rsidRPr="00CB7D0F" w:rsidRDefault="00761839" w:rsidP="00500EDD">
            <w:pPr>
              <w:pStyle w:val="Tabletext"/>
              <w:suppressAutoHyphens/>
            </w:pPr>
          </w:p>
        </w:tc>
      </w:tr>
      <w:tr w:rsidR="00761839" w:rsidRPr="00F55AD7" w14:paraId="49C5EE71" w14:textId="77777777" w:rsidTr="00500EDD">
        <w:trPr>
          <w:trHeight w:val="851"/>
        </w:trPr>
        <w:tc>
          <w:tcPr>
            <w:tcW w:w="1908" w:type="dxa"/>
            <w:vAlign w:val="center"/>
          </w:tcPr>
          <w:p w14:paraId="16558159" w14:textId="77777777" w:rsidR="00761839" w:rsidRPr="00CB7D0F" w:rsidRDefault="00761839" w:rsidP="00500EDD">
            <w:pPr>
              <w:pStyle w:val="Tabletext"/>
              <w:suppressAutoHyphens/>
            </w:pPr>
          </w:p>
        </w:tc>
        <w:tc>
          <w:tcPr>
            <w:tcW w:w="6025" w:type="dxa"/>
            <w:vAlign w:val="center"/>
          </w:tcPr>
          <w:p w14:paraId="694FFB56" w14:textId="77777777" w:rsidR="00761839" w:rsidRPr="00CB7D0F" w:rsidRDefault="00761839" w:rsidP="00500EDD">
            <w:pPr>
              <w:pStyle w:val="Tabletext"/>
              <w:suppressAutoHyphens/>
            </w:pPr>
          </w:p>
        </w:tc>
        <w:tc>
          <w:tcPr>
            <w:tcW w:w="2552" w:type="dxa"/>
            <w:vAlign w:val="center"/>
          </w:tcPr>
          <w:p w14:paraId="3C6A0170" w14:textId="77777777" w:rsidR="00761839" w:rsidRPr="00CB7D0F" w:rsidRDefault="00761839" w:rsidP="00500EDD">
            <w:pPr>
              <w:pStyle w:val="Tabletext"/>
              <w:suppressAutoHyphens/>
            </w:pPr>
          </w:p>
        </w:tc>
      </w:tr>
    </w:tbl>
    <w:p w14:paraId="203F662F" w14:textId="77777777" w:rsidR="005E4659" w:rsidRDefault="005E4659" w:rsidP="00914E26">
      <w:pPr>
        <w:spacing w:after="200" w:line="276" w:lineRule="auto"/>
        <w:sectPr w:rsidR="005E4659" w:rsidSect="00AA55DE">
          <w:headerReference w:type="even" r:id="rId17"/>
          <w:headerReference w:type="default" r:id="rId18"/>
          <w:footerReference w:type="default" r:id="rId19"/>
          <w:headerReference w:type="first" r:id="rId20"/>
          <w:pgSz w:w="11906" w:h="16838" w:code="9"/>
          <w:pgMar w:top="567" w:right="794" w:bottom="567" w:left="907" w:header="567" w:footer="994" w:gutter="0"/>
          <w:cols w:space="708"/>
          <w:docGrid w:linePitch="360"/>
        </w:sectPr>
      </w:pPr>
    </w:p>
    <w:p w14:paraId="170E3B4E" w14:textId="48A34EC8" w:rsidR="00DC25D6"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DC25D6">
        <w:t>1</w:t>
      </w:r>
      <w:r w:rsidR="00DC25D6">
        <w:rPr>
          <w:rFonts w:eastAsiaTheme="minorEastAsia"/>
          <w:b w:val="0"/>
          <w:color w:val="auto"/>
          <w:lang w:val="en-US"/>
        </w:rPr>
        <w:tab/>
      </w:r>
      <w:r w:rsidR="00DC25D6">
        <w:t>Introduction</w:t>
      </w:r>
      <w:r w:rsidR="00DC25D6">
        <w:tab/>
      </w:r>
      <w:r w:rsidR="00DC25D6">
        <w:fldChar w:fldCharType="begin"/>
      </w:r>
      <w:r w:rsidR="00DC25D6">
        <w:instrText xml:space="preserve"> PAGEREF _Toc115448491 \h </w:instrText>
      </w:r>
      <w:r w:rsidR="00DC25D6">
        <w:fldChar w:fldCharType="separate"/>
      </w:r>
      <w:r w:rsidR="004B5A87">
        <w:t>4</w:t>
      </w:r>
      <w:r w:rsidR="00DC25D6">
        <w:fldChar w:fldCharType="end"/>
      </w:r>
    </w:p>
    <w:p w14:paraId="1805D117" w14:textId="1D2A3E85" w:rsidR="00DC25D6" w:rsidRDefault="00DC25D6">
      <w:pPr>
        <w:pStyle w:val="TOC2"/>
        <w:rPr>
          <w:rFonts w:eastAsiaTheme="minorEastAsia"/>
          <w:color w:val="auto"/>
          <w:lang w:val="en-US"/>
        </w:rPr>
      </w:pPr>
      <w:r>
        <w:t>1.1</w:t>
      </w:r>
      <w:r>
        <w:rPr>
          <w:rFonts w:eastAsiaTheme="minorEastAsia"/>
          <w:color w:val="auto"/>
          <w:lang w:val="en-US"/>
        </w:rPr>
        <w:tab/>
      </w:r>
      <w:r>
        <w:t>Background</w:t>
      </w:r>
      <w:r>
        <w:tab/>
      </w:r>
      <w:r>
        <w:fldChar w:fldCharType="begin"/>
      </w:r>
      <w:r>
        <w:instrText xml:space="preserve"> PAGEREF _Toc115448492 \h </w:instrText>
      </w:r>
      <w:r>
        <w:fldChar w:fldCharType="separate"/>
      </w:r>
      <w:r w:rsidR="004B5A87">
        <w:t>4</w:t>
      </w:r>
      <w:r>
        <w:fldChar w:fldCharType="end"/>
      </w:r>
    </w:p>
    <w:p w14:paraId="32332A36" w14:textId="2AAAB111" w:rsidR="00DC25D6" w:rsidRDefault="00DC25D6">
      <w:pPr>
        <w:pStyle w:val="TOC1"/>
        <w:rPr>
          <w:rFonts w:eastAsiaTheme="minorEastAsia"/>
          <w:b w:val="0"/>
          <w:color w:val="auto"/>
          <w:lang w:val="en-US"/>
        </w:rPr>
      </w:pPr>
      <w:r>
        <w:t>2</w:t>
      </w:r>
      <w:r>
        <w:rPr>
          <w:rFonts w:eastAsiaTheme="minorEastAsia"/>
          <w:b w:val="0"/>
          <w:color w:val="auto"/>
          <w:lang w:val="en-US"/>
        </w:rPr>
        <w:tab/>
      </w:r>
      <w:r>
        <w:t>Aims and Objectives</w:t>
      </w:r>
      <w:r>
        <w:tab/>
      </w:r>
      <w:r>
        <w:fldChar w:fldCharType="begin"/>
      </w:r>
      <w:r>
        <w:instrText xml:space="preserve"> PAGEREF _Toc115448493 \h </w:instrText>
      </w:r>
      <w:r>
        <w:fldChar w:fldCharType="separate"/>
      </w:r>
      <w:r w:rsidR="004B5A87">
        <w:t>4</w:t>
      </w:r>
      <w:r>
        <w:fldChar w:fldCharType="end"/>
      </w:r>
    </w:p>
    <w:p w14:paraId="6FE71EB3" w14:textId="4C927117" w:rsidR="00DC25D6" w:rsidRDefault="00DC25D6">
      <w:pPr>
        <w:pStyle w:val="TOC1"/>
        <w:rPr>
          <w:rFonts w:eastAsiaTheme="minorEastAsia"/>
          <w:b w:val="0"/>
          <w:color w:val="auto"/>
          <w:lang w:val="en-US"/>
        </w:rPr>
      </w:pPr>
      <w:r>
        <w:t>3</w:t>
      </w:r>
      <w:r>
        <w:rPr>
          <w:rFonts w:eastAsiaTheme="minorEastAsia"/>
          <w:b w:val="0"/>
          <w:color w:val="auto"/>
          <w:lang w:val="en-US"/>
        </w:rPr>
        <w:tab/>
      </w:r>
      <w:r>
        <w:t>Overview of IoT</w:t>
      </w:r>
      <w:r>
        <w:tab/>
      </w:r>
      <w:r>
        <w:fldChar w:fldCharType="begin"/>
      </w:r>
      <w:r>
        <w:instrText xml:space="preserve"> PAGEREF _Toc115448494 \h </w:instrText>
      </w:r>
      <w:r>
        <w:fldChar w:fldCharType="separate"/>
      </w:r>
      <w:r w:rsidR="004B5A87">
        <w:t>4</w:t>
      </w:r>
      <w:r>
        <w:fldChar w:fldCharType="end"/>
      </w:r>
    </w:p>
    <w:p w14:paraId="1091A501" w14:textId="67731C0A" w:rsidR="00DC25D6" w:rsidRDefault="00DC25D6">
      <w:pPr>
        <w:pStyle w:val="TOC2"/>
        <w:rPr>
          <w:rFonts w:eastAsiaTheme="minorEastAsia"/>
          <w:color w:val="auto"/>
          <w:lang w:val="en-US"/>
        </w:rPr>
      </w:pPr>
      <w:r>
        <w:t>3.1</w:t>
      </w:r>
      <w:r>
        <w:rPr>
          <w:rFonts w:eastAsiaTheme="minorEastAsia"/>
          <w:color w:val="auto"/>
          <w:lang w:val="en-US"/>
        </w:rPr>
        <w:tab/>
      </w:r>
      <w:r>
        <w:t>Application Layer</w:t>
      </w:r>
      <w:r>
        <w:tab/>
      </w:r>
      <w:r>
        <w:fldChar w:fldCharType="begin"/>
      </w:r>
      <w:r>
        <w:instrText xml:space="preserve"> PAGEREF _Toc115448495 \h </w:instrText>
      </w:r>
      <w:r>
        <w:fldChar w:fldCharType="separate"/>
      </w:r>
      <w:r w:rsidR="004B5A87">
        <w:t>5</w:t>
      </w:r>
      <w:r>
        <w:fldChar w:fldCharType="end"/>
      </w:r>
    </w:p>
    <w:p w14:paraId="3E73C119" w14:textId="2D86575E" w:rsidR="00DC25D6" w:rsidRDefault="00DC25D6">
      <w:pPr>
        <w:pStyle w:val="TOC2"/>
        <w:rPr>
          <w:rFonts w:eastAsiaTheme="minorEastAsia"/>
          <w:color w:val="auto"/>
          <w:lang w:val="en-US"/>
        </w:rPr>
      </w:pPr>
      <w:r>
        <w:t>3.2</w:t>
      </w:r>
      <w:r>
        <w:rPr>
          <w:rFonts w:eastAsiaTheme="minorEastAsia"/>
          <w:color w:val="auto"/>
          <w:lang w:val="en-US"/>
        </w:rPr>
        <w:tab/>
      </w:r>
      <w:r>
        <w:t>The Transportation Layer</w:t>
      </w:r>
      <w:r>
        <w:tab/>
      </w:r>
      <w:r>
        <w:fldChar w:fldCharType="begin"/>
      </w:r>
      <w:r>
        <w:instrText xml:space="preserve"> PAGEREF _Toc115448496 \h </w:instrText>
      </w:r>
      <w:r>
        <w:fldChar w:fldCharType="separate"/>
      </w:r>
      <w:r w:rsidR="004B5A87">
        <w:t>5</w:t>
      </w:r>
      <w:r>
        <w:fldChar w:fldCharType="end"/>
      </w:r>
    </w:p>
    <w:p w14:paraId="79C3BC96" w14:textId="45AA05EF" w:rsidR="00DC25D6" w:rsidRDefault="00DC25D6">
      <w:pPr>
        <w:pStyle w:val="TOC2"/>
        <w:rPr>
          <w:rFonts w:eastAsiaTheme="minorEastAsia"/>
          <w:color w:val="auto"/>
          <w:lang w:val="en-US"/>
        </w:rPr>
      </w:pPr>
      <w:r>
        <w:t>3.3</w:t>
      </w:r>
      <w:r>
        <w:rPr>
          <w:rFonts w:eastAsiaTheme="minorEastAsia"/>
          <w:color w:val="auto"/>
          <w:lang w:val="en-US"/>
        </w:rPr>
        <w:tab/>
      </w:r>
      <w:r>
        <w:t>Perception Layer</w:t>
      </w:r>
      <w:r>
        <w:tab/>
      </w:r>
      <w:r>
        <w:fldChar w:fldCharType="begin"/>
      </w:r>
      <w:r>
        <w:instrText xml:space="preserve"> PAGEREF _Toc115448497 \h </w:instrText>
      </w:r>
      <w:r>
        <w:fldChar w:fldCharType="separate"/>
      </w:r>
      <w:r w:rsidR="004B5A87">
        <w:t>6</w:t>
      </w:r>
      <w:r>
        <w:fldChar w:fldCharType="end"/>
      </w:r>
    </w:p>
    <w:p w14:paraId="6526C4E5" w14:textId="2564DB48" w:rsidR="00DC25D6" w:rsidRDefault="00DC25D6">
      <w:pPr>
        <w:pStyle w:val="TOC2"/>
        <w:rPr>
          <w:rFonts w:eastAsiaTheme="minorEastAsia"/>
          <w:color w:val="auto"/>
          <w:lang w:val="en-US"/>
        </w:rPr>
      </w:pPr>
      <w:r>
        <w:t>3.4</w:t>
      </w:r>
      <w:r>
        <w:rPr>
          <w:rFonts w:eastAsiaTheme="minorEastAsia"/>
          <w:color w:val="auto"/>
          <w:lang w:val="en-US"/>
        </w:rPr>
        <w:tab/>
      </w:r>
      <w:r>
        <w:t>Messaging Protocol</w:t>
      </w:r>
      <w:r>
        <w:tab/>
      </w:r>
      <w:r>
        <w:fldChar w:fldCharType="begin"/>
      </w:r>
      <w:r>
        <w:instrText xml:space="preserve"> PAGEREF _Toc115448498 \h </w:instrText>
      </w:r>
      <w:r>
        <w:fldChar w:fldCharType="separate"/>
      </w:r>
      <w:r w:rsidR="004B5A87">
        <w:t>6</w:t>
      </w:r>
      <w:r>
        <w:fldChar w:fldCharType="end"/>
      </w:r>
    </w:p>
    <w:p w14:paraId="1B5C6F84" w14:textId="27ACE26B" w:rsidR="00DC25D6" w:rsidRDefault="00DC25D6">
      <w:pPr>
        <w:pStyle w:val="TOC2"/>
        <w:rPr>
          <w:rFonts w:eastAsiaTheme="minorEastAsia"/>
          <w:color w:val="auto"/>
          <w:lang w:val="en-US"/>
        </w:rPr>
      </w:pPr>
      <w:r>
        <w:t>3.5</w:t>
      </w:r>
      <w:r>
        <w:rPr>
          <w:rFonts w:eastAsiaTheme="minorEastAsia"/>
          <w:color w:val="auto"/>
          <w:lang w:val="en-US"/>
        </w:rPr>
        <w:tab/>
      </w:r>
      <w:r>
        <w:t>Other Considerations</w:t>
      </w:r>
      <w:r>
        <w:tab/>
      </w:r>
      <w:r>
        <w:fldChar w:fldCharType="begin"/>
      </w:r>
      <w:r>
        <w:instrText xml:space="preserve"> PAGEREF _Toc115448499 \h </w:instrText>
      </w:r>
      <w:r>
        <w:fldChar w:fldCharType="separate"/>
      </w:r>
      <w:r w:rsidR="004B5A87">
        <w:t>7</w:t>
      </w:r>
      <w:r>
        <w:fldChar w:fldCharType="end"/>
      </w:r>
    </w:p>
    <w:p w14:paraId="442EEB20" w14:textId="257EE727" w:rsidR="00DC25D6" w:rsidRDefault="00DC25D6">
      <w:pPr>
        <w:pStyle w:val="TOC1"/>
        <w:rPr>
          <w:rFonts w:eastAsiaTheme="minorEastAsia"/>
          <w:b w:val="0"/>
          <w:color w:val="auto"/>
          <w:lang w:val="en-US"/>
        </w:rPr>
      </w:pPr>
      <w:r>
        <w:t>4</w:t>
      </w:r>
      <w:r>
        <w:rPr>
          <w:rFonts w:eastAsiaTheme="minorEastAsia"/>
          <w:b w:val="0"/>
          <w:color w:val="auto"/>
          <w:lang w:val="en-US"/>
        </w:rPr>
        <w:tab/>
      </w:r>
      <w:r>
        <w:t>Definitions</w:t>
      </w:r>
      <w:r>
        <w:tab/>
      </w:r>
      <w:r>
        <w:fldChar w:fldCharType="begin"/>
      </w:r>
      <w:r>
        <w:instrText xml:space="preserve"> PAGEREF _Toc115448500 \h </w:instrText>
      </w:r>
      <w:r>
        <w:fldChar w:fldCharType="separate"/>
      </w:r>
      <w:r w:rsidR="004B5A87">
        <w:t>7</w:t>
      </w:r>
      <w:r>
        <w:fldChar w:fldCharType="end"/>
      </w:r>
    </w:p>
    <w:p w14:paraId="56FF121A" w14:textId="303035E2" w:rsidR="00DC25D6" w:rsidRDefault="00DC25D6">
      <w:pPr>
        <w:pStyle w:val="TOC1"/>
        <w:rPr>
          <w:rFonts w:eastAsiaTheme="minorEastAsia"/>
          <w:b w:val="0"/>
          <w:color w:val="auto"/>
          <w:lang w:val="en-US"/>
        </w:rPr>
      </w:pPr>
      <w:r>
        <w:t>5</w:t>
      </w:r>
      <w:r>
        <w:rPr>
          <w:rFonts w:eastAsiaTheme="minorEastAsia"/>
          <w:b w:val="0"/>
          <w:color w:val="auto"/>
          <w:lang w:val="en-US"/>
        </w:rPr>
        <w:tab/>
      </w:r>
      <w:r>
        <w:t>Acronyms</w:t>
      </w:r>
      <w:r>
        <w:tab/>
      </w:r>
      <w:r>
        <w:fldChar w:fldCharType="begin"/>
      </w:r>
      <w:r>
        <w:instrText xml:space="preserve"> PAGEREF _Toc115448501 \h </w:instrText>
      </w:r>
      <w:r>
        <w:fldChar w:fldCharType="separate"/>
      </w:r>
      <w:r w:rsidR="004B5A87">
        <w:t>7</w:t>
      </w:r>
      <w:r>
        <w:fldChar w:fldCharType="end"/>
      </w:r>
    </w:p>
    <w:p w14:paraId="1266435E" w14:textId="626AC5ED" w:rsidR="00DC25D6" w:rsidRDefault="00DC25D6">
      <w:pPr>
        <w:pStyle w:val="TOC1"/>
        <w:rPr>
          <w:rFonts w:eastAsiaTheme="minorEastAsia"/>
          <w:b w:val="0"/>
          <w:color w:val="auto"/>
          <w:lang w:val="en-US"/>
        </w:rPr>
      </w:pPr>
      <w:r w:rsidRPr="00AA55DE">
        <w:t>6</w:t>
      </w:r>
      <w:r w:rsidRPr="00AA55DE">
        <w:rPr>
          <w:rFonts w:eastAsiaTheme="minorEastAsia"/>
          <w:b w:val="0"/>
          <w:color w:val="auto"/>
          <w:lang w:val="en-US"/>
        </w:rPr>
        <w:tab/>
      </w:r>
      <w:r w:rsidRPr="00AA55DE">
        <w:t>References</w:t>
      </w:r>
      <w:r>
        <w:tab/>
      </w:r>
      <w:r>
        <w:fldChar w:fldCharType="begin"/>
      </w:r>
      <w:r>
        <w:instrText xml:space="preserve"> PAGEREF _Toc115448502 \h </w:instrText>
      </w:r>
      <w:r>
        <w:fldChar w:fldCharType="separate"/>
      </w:r>
      <w:r w:rsidR="004B5A87">
        <w:t>7</w:t>
      </w:r>
      <w:r>
        <w:fldChar w:fldCharType="end"/>
      </w:r>
    </w:p>
    <w:p w14:paraId="226FEBB5" w14:textId="78333168" w:rsidR="00642025" w:rsidRPr="0093492E" w:rsidRDefault="004A4EC4" w:rsidP="00BA5754">
      <w:pPr>
        <w:rPr>
          <w:noProof/>
        </w:rPr>
      </w:pPr>
      <w:r>
        <w:rPr>
          <w:noProof/>
        </w:rPr>
        <w:fldChar w:fldCharType="end"/>
      </w:r>
    </w:p>
    <w:p w14:paraId="4946D862" w14:textId="77777777" w:rsidR="00994D97" w:rsidRDefault="00994D97" w:rsidP="00C9558A">
      <w:pPr>
        <w:pStyle w:val="ListofFigures"/>
      </w:pPr>
      <w:r w:rsidRPr="00441393">
        <w:t>List of Figures</w:t>
      </w:r>
    </w:p>
    <w:p w14:paraId="4FA2DB54" w14:textId="1AEAF71C" w:rsidR="00DC25D6" w:rsidRDefault="00923B4D">
      <w:pPr>
        <w:pStyle w:val="TableofFigures"/>
        <w:rPr>
          <w:rFonts w:eastAsiaTheme="minorEastAsia"/>
          <w:i w:val="0"/>
          <w:noProof/>
          <w:lang w:val="en-US"/>
        </w:rPr>
      </w:pPr>
      <w:r>
        <w:fldChar w:fldCharType="begin"/>
      </w:r>
      <w:r>
        <w:instrText xml:space="preserve"> TOC \t "Figure caption" \c </w:instrText>
      </w:r>
      <w:r>
        <w:fldChar w:fldCharType="separate"/>
      </w:r>
      <w:r w:rsidR="00DC25D6">
        <w:rPr>
          <w:noProof/>
        </w:rPr>
        <w:t>Figure 1</w:t>
      </w:r>
      <w:r w:rsidR="00DC25D6">
        <w:rPr>
          <w:rFonts w:eastAsiaTheme="minorEastAsia"/>
          <w:i w:val="0"/>
          <w:noProof/>
          <w:lang w:val="en-US"/>
        </w:rPr>
        <w:tab/>
      </w:r>
      <w:r w:rsidR="00DC25D6">
        <w:rPr>
          <w:noProof/>
        </w:rPr>
        <w:t>IoT Layers (3 layer model with messaging protocol)</w:t>
      </w:r>
      <w:r w:rsidR="00DC25D6">
        <w:rPr>
          <w:noProof/>
        </w:rPr>
        <w:tab/>
      </w:r>
      <w:r w:rsidR="00DC25D6">
        <w:rPr>
          <w:noProof/>
        </w:rPr>
        <w:fldChar w:fldCharType="begin"/>
      </w:r>
      <w:r w:rsidR="00DC25D6">
        <w:rPr>
          <w:noProof/>
        </w:rPr>
        <w:instrText xml:space="preserve"> PAGEREF _Toc115448473 \h </w:instrText>
      </w:r>
      <w:r w:rsidR="00DC25D6">
        <w:rPr>
          <w:noProof/>
        </w:rPr>
      </w:r>
      <w:r w:rsidR="00DC25D6">
        <w:rPr>
          <w:noProof/>
        </w:rPr>
        <w:fldChar w:fldCharType="separate"/>
      </w:r>
      <w:r w:rsidR="004B5A87">
        <w:rPr>
          <w:noProof/>
        </w:rPr>
        <w:t>5</w:t>
      </w:r>
      <w:r w:rsidR="00DC25D6">
        <w:rPr>
          <w:noProof/>
        </w:rPr>
        <w:fldChar w:fldCharType="end"/>
      </w:r>
    </w:p>
    <w:p w14:paraId="3D1F6D02" w14:textId="35C5049A" w:rsidR="005E4659" w:rsidRDefault="00923B4D" w:rsidP="00BA5754">
      <w:r>
        <w:fldChar w:fldCharType="end"/>
      </w:r>
    </w:p>
    <w:p w14:paraId="40267669" w14:textId="76D7D16B" w:rsidR="00B07717" w:rsidRPr="00161325" w:rsidRDefault="00B07717" w:rsidP="007D1805">
      <w:pPr>
        <w:pStyle w:val="TableofFigures"/>
      </w:pPr>
    </w:p>
    <w:p w14:paraId="1E99697F" w14:textId="77777777" w:rsidR="00790277" w:rsidRPr="00330F50" w:rsidRDefault="00790277" w:rsidP="003274DB">
      <w:pPr>
        <w:rPr>
          <w:lang w:val="en-US"/>
        </w:rPr>
        <w:sectPr w:rsidR="00790277" w:rsidRPr="00330F50" w:rsidSect="00AA55DE">
          <w:headerReference w:type="even" r:id="rId21"/>
          <w:headerReference w:type="default" r:id="rId22"/>
          <w:headerReference w:type="first" r:id="rId23"/>
          <w:footerReference w:type="first" r:id="rId24"/>
          <w:pgSz w:w="11906" w:h="16838" w:code="9"/>
          <w:pgMar w:top="567" w:right="794" w:bottom="567" w:left="907" w:header="850" w:footer="605" w:gutter="0"/>
          <w:cols w:space="708"/>
          <w:titlePg/>
          <w:docGrid w:linePitch="360"/>
        </w:sectPr>
      </w:pPr>
    </w:p>
    <w:p w14:paraId="7E70EE52" w14:textId="0C4E0B55" w:rsidR="004944C8" w:rsidRDefault="006C251E" w:rsidP="00435D4E">
      <w:pPr>
        <w:pStyle w:val="Heading1"/>
      </w:pPr>
      <w:bookmarkStart w:id="1" w:name="_Toc115448491"/>
      <w:r>
        <w:lastRenderedPageBreak/>
        <w:t>Introduction</w:t>
      </w:r>
      <w:bookmarkEnd w:id="1"/>
    </w:p>
    <w:p w14:paraId="4D73C10A" w14:textId="77777777" w:rsidR="004944C8" w:rsidRDefault="004944C8" w:rsidP="004944C8">
      <w:pPr>
        <w:pStyle w:val="Heading1separatationline"/>
      </w:pPr>
    </w:p>
    <w:p w14:paraId="3EE74D06" w14:textId="63D0757A" w:rsidR="00C52D6F" w:rsidRDefault="00C52D6F" w:rsidP="00C52D6F">
      <w:pPr>
        <w:pStyle w:val="BodyText"/>
      </w:pPr>
      <w:r>
        <w:t xml:space="preserve">The Internet of </w:t>
      </w:r>
      <w:r w:rsidR="00580AAF">
        <w:t xml:space="preserve">Things </w:t>
      </w:r>
      <w:r>
        <w:t>(IoT) describes the network of physical objects (“things”) that are embedded with sensors, software, and other technologies for the purpose of connecting and exchanging data with other devices and systems over the Internet.</w:t>
      </w:r>
    </w:p>
    <w:p w14:paraId="31FD4DFA" w14:textId="629B9AB5" w:rsidR="00C52D6F" w:rsidRDefault="00C52D6F" w:rsidP="00A61E17">
      <w:pPr>
        <w:pStyle w:val="BodyText"/>
      </w:pPr>
      <w:r>
        <w:t>IoT has</w:t>
      </w:r>
      <w:r w:rsidRPr="00C52D6F">
        <w:t xml:space="preserve"> evolved due to the convergence of multiple technologies, real-time analytics, machine learning, commodity sensors, and embedded systems</w:t>
      </w:r>
      <w:r>
        <w:t>.</w:t>
      </w:r>
    </w:p>
    <w:p w14:paraId="0A3B384B" w14:textId="5ABB7538" w:rsidR="00A524B5" w:rsidRDefault="0030534D" w:rsidP="00435D4E">
      <w:pPr>
        <w:pStyle w:val="Heading2"/>
      </w:pPr>
      <w:bookmarkStart w:id="2" w:name="_Toc115448492"/>
      <w:r>
        <w:t>Background</w:t>
      </w:r>
      <w:bookmarkEnd w:id="2"/>
    </w:p>
    <w:p w14:paraId="729DED1E" w14:textId="0F9BDA52" w:rsidR="00A524B5" w:rsidRDefault="00A524B5" w:rsidP="00A524B5">
      <w:pPr>
        <w:pStyle w:val="Heading2separationline"/>
      </w:pPr>
    </w:p>
    <w:p w14:paraId="6CD62190" w14:textId="1BD39B6F" w:rsidR="004427B7" w:rsidRDefault="004427B7" w:rsidP="00A61E17">
      <w:pPr>
        <w:pStyle w:val="BodyText"/>
      </w:pPr>
      <w:r>
        <w:t xml:space="preserve">The monitoring of </w:t>
      </w:r>
      <w:r w:rsidR="00FB381E">
        <w:t xml:space="preserve">Marine </w:t>
      </w:r>
      <w:r>
        <w:t xml:space="preserve">Aids to Navigation </w:t>
      </w:r>
      <w:r w:rsidR="00FB381E">
        <w:t xml:space="preserve">(AtoN) </w:t>
      </w:r>
      <w:r>
        <w:t>and associated systems has been achieved using a variety of methods that include the use of defined AIS messages</w:t>
      </w:r>
      <w:r w:rsidR="009D57AE">
        <w:t>.</w:t>
      </w:r>
    </w:p>
    <w:p w14:paraId="0986AF86" w14:textId="0A7CE118" w:rsidR="004427B7" w:rsidRDefault="004427B7" w:rsidP="00A61E17">
      <w:pPr>
        <w:pStyle w:val="BodyText"/>
      </w:pPr>
      <w:r>
        <w:t>The advantage of real time monitoring includes:</w:t>
      </w:r>
    </w:p>
    <w:p w14:paraId="3CB45A76" w14:textId="57AA2BD7" w:rsidR="004427B7" w:rsidRDefault="004427B7" w:rsidP="00435D4E">
      <w:pPr>
        <w:pStyle w:val="BodyText"/>
        <w:numPr>
          <w:ilvl w:val="0"/>
          <w:numId w:val="32"/>
        </w:numPr>
      </w:pPr>
      <w:r>
        <w:t>Preventative maintenance can be scheduled to be pre-emptive based on the AtoN system status.</w:t>
      </w:r>
    </w:p>
    <w:p w14:paraId="0AACE906" w14:textId="0EEE3229" w:rsidR="004427B7" w:rsidRDefault="004427B7" w:rsidP="00435D4E">
      <w:pPr>
        <w:pStyle w:val="BodyText"/>
        <w:numPr>
          <w:ilvl w:val="0"/>
          <w:numId w:val="32"/>
        </w:numPr>
      </w:pPr>
      <w:r>
        <w:t>The real time status of the monitored systems and associated availability can be shared with stakeholders.</w:t>
      </w:r>
    </w:p>
    <w:p w14:paraId="327DCEBA" w14:textId="4E442C98" w:rsidR="004427B7" w:rsidRDefault="004427B7" w:rsidP="00A61E17">
      <w:pPr>
        <w:pStyle w:val="BodyText"/>
      </w:pPr>
      <w:r>
        <w:t>The rapid development of IoT systems allows the connection of many different sensors</w:t>
      </w:r>
      <w:r w:rsidR="004F0D47">
        <w:t xml:space="preserve"> in the maritime AtoN </w:t>
      </w:r>
      <w:r w:rsidR="00226926">
        <w:t xml:space="preserve">environment </w:t>
      </w:r>
      <w:r w:rsidR="004F0D47">
        <w:t xml:space="preserve">including meteorological and hydrographic sensors, </w:t>
      </w:r>
      <w:r w:rsidR="00226926">
        <w:t xml:space="preserve">allowing data </w:t>
      </w:r>
      <w:r w:rsidR="004F0D47">
        <w:t>to be collected, processed</w:t>
      </w:r>
      <w:r w:rsidR="00226926">
        <w:t>,</w:t>
      </w:r>
      <w:r w:rsidR="004F0D47">
        <w:t xml:space="preserve"> and shared.</w:t>
      </w:r>
    </w:p>
    <w:p w14:paraId="6F471155" w14:textId="414DB3AE" w:rsidR="00EB6F3C" w:rsidRPr="00205D9B" w:rsidRDefault="006C251E" w:rsidP="00435D4E">
      <w:pPr>
        <w:pStyle w:val="Heading1"/>
      </w:pPr>
      <w:bookmarkStart w:id="3" w:name="_Toc115448493"/>
      <w:r>
        <w:t>Aims and Objectives</w:t>
      </w:r>
      <w:bookmarkEnd w:id="3"/>
    </w:p>
    <w:p w14:paraId="1470D807" w14:textId="77777777" w:rsidR="007E30DF" w:rsidRPr="00205D9B" w:rsidRDefault="007E30DF" w:rsidP="001349DB">
      <w:pPr>
        <w:pStyle w:val="Heading1separatationline"/>
        <w:rPr>
          <w:sz w:val="28"/>
          <w:szCs w:val="28"/>
        </w:rPr>
      </w:pPr>
    </w:p>
    <w:p w14:paraId="481C389E" w14:textId="4F7C0710" w:rsidR="00787D8A" w:rsidRDefault="0030534D" w:rsidP="00756ACD">
      <w:pPr>
        <w:pStyle w:val="BodyText"/>
      </w:pPr>
      <w:r>
        <w:t xml:space="preserve">The aim of this </w:t>
      </w:r>
      <w:r w:rsidR="00F3202D">
        <w:t>G</w:t>
      </w:r>
      <w:r>
        <w:t xml:space="preserve">uideline is to provide guidance </w:t>
      </w:r>
      <w:r w:rsidR="007239F9">
        <w:t>those</w:t>
      </w:r>
      <w:r>
        <w:t xml:space="preserve"> who may be undertaking testing</w:t>
      </w:r>
      <w:r w:rsidR="004F0D47">
        <w:t xml:space="preserve">, </w:t>
      </w:r>
      <w:r>
        <w:t xml:space="preserve">trials </w:t>
      </w:r>
      <w:r w:rsidR="004F0D47">
        <w:t xml:space="preserve">and/or deployment </w:t>
      </w:r>
      <w:r>
        <w:t xml:space="preserve">of </w:t>
      </w:r>
      <w:r w:rsidR="004F0D47">
        <w:t xml:space="preserve">IoT </w:t>
      </w:r>
      <w:r>
        <w:t>systems.</w:t>
      </w:r>
      <w:r w:rsidR="009F70A1">
        <w:t xml:space="preserve"> </w:t>
      </w:r>
      <w:r>
        <w:t xml:space="preserve">This </w:t>
      </w:r>
      <w:r w:rsidR="00F3202D">
        <w:t>G</w:t>
      </w:r>
      <w:r>
        <w:t>uideline also provides guidance for organ</w:t>
      </w:r>
      <w:r w:rsidR="009C2A85">
        <w:t>iza</w:t>
      </w:r>
      <w:r>
        <w:t xml:space="preserve">tions implementing technical solutions to support the introduction of </w:t>
      </w:r>
      <w:r w:rsidR="004F0D47">
        <w:t>IoT</w:t>
      </w:r>
      <w:r>
        <w:t>.</w:t>
      </w:r>
      <w:r w:rsidR="009F70A1">
        <w:t xml:space="preserve"> </w:t>
      </w:r>
    </w:p>
    <w:p w14:paraId="34EE6AF4" w14:textId="3AA0CBD4" w:rsidR="007E30DF" w:rsidRPr="00205D9B" w:rsidRDefault="006C251E" w:rsidP="00435D4E">
      <w:pPr>
        <w:pStyle w:val="Heading1"/>
      </w:pPr>
      <w:bookmarkStart w:id="4" w:name="_Toc115448494"/>
      <w:r>
        <w:t xml:space="preserve">Overview of </w:t>
      </w:r>
      <w:r w:rsidR="004F0D47">
        <w:t>IoT</w:t>
      </w:r>
      <w:bookmarkEnd w:id="4"/>
    </w:p>
    <w:p w14:paraId="3989E284" w14:textId="77777777" w:rsidR="007E30DF" w:rsidRPr="00205D9B" w:rsidRDefault="007E30DF" w:rsidP="001349DB">
      <w:pPr>
        <w:pStyle w:val="Heading2separationline"/>
        <w:rPr>
          <w:sz w:val="24"/>
          <w:szCs w:val="24"/>
        </w:rPr>
      </w:pPr>
    </w:p>
    <w:p w14:paraId="083C3503" w14:textId="566E4E5B" w:rsidR="004F0D47" w:rsidRDefault="00F3202D" w:rsidP="004F0D47">
      <w:pPr>
        <w:pStyle w:val="BodyText"/>
      </w:pPr>
      <w:r>
        <w:t>A literature review</w:t>
      </w:r>
      <w:r w:rsidR="008D5850">
        <w:t xml:space="preserve"> shows</w:t>
      </w:r>
      <w:r>
        <w:t xml:space="preserve"> </w:t>
      </w:r>
      <w:r w:rsidR="00E90029">
        <w:t xml:space="preserve">that between </w:t>
      </w:r>
      <w:r w:rsidR="008D5850">
        <w:t>three (3) to seven (7) layers for IoT</w:t>
      </w:r>
      <w:r>
        <w:t xml:space="preserve"> is used</w:t>
      </w:r>
      <w:r w:rsidR="008D5850">
        <w:t>.</w:t>
      </w:r>
      <w:r w:rsidR="009F70A1">
        <w:t xml:space="preserve"> </w:t>
      </w:r>
      <w:r w:rsidR="008D5850">
        <w:t xml:space="preserve">For the purpose of this Guideline </w:t>
      </w:r>
      <w:r w:rsidR="00041F88">
        <w:t xml:space="preserve">three </w:t>
      </w:r>
      <w:r w:rsidR="004F0D47">
        <w:t xml:space="preserve">layers </w:t>
      </w:r>
      <w:r w:rsidR="00E83EF5">
        <w:t>(</w:t>
      </w:r>
      <w:r w:rsidR="000422DC">
        <w:fldChar w:fldCharType="begin"/>
      </w:r>
      <w:r w:rsidR="000422DC">
        <w:instrText xml:space="preserve"> REF _Ref125454463 \n \h </w:instrText>
      </w:r>
      <w:r w:rsidR="000422DC">
        <w:fldChar w:fldCharType="separate"/>
      </w:r>
      <w:r w:rsidR="004B5A87">
        <w:t>Figure 1</w:t>
      </w:r>
      <w:r w:rsidR="000422DC">
        <w:fldChar w:fldCharType="end"/>
      </w:r>
      <w:r w:rsidR="00E83EF5">
        <w:t xml:space="preserve">) </w:t>
      </w:r>
      <w:r w:rsidR="008D5850">
        <w:t>are identified.</w:t>
      </w:r>
      <w:r w:rsidR="009F70A1">
        <w:t xml:space="preserve"> </w:t>
      </w:r>
      <w:r w:rsidR="005B2678">
        <w:t xml:space="preserve"> </w:t>
      </w:r>
    </w:p>
    <w:p w14:paraId="08CA5D61" w14:textId="0162CC8E" w:rsidR="004F0D47" w:rsidRDefault="004F0D47" w:rsidP="00435D4E">
      <w:pPr>
        <w:pStyle w:val="BodyText"/>
        <w:numPr>
          <w:ilvl w:val="0"/>
          <w:numId w:val="31"/>
        </w:numPr>
      </w:pPr>
      <w:r w:rsidRPr="00C52D6F">
        <w:t xml:space="preserve">The </w:t>
      </w:r>
      <w:r w:rsidR="00F50276">
        <w:t>a</w:t>
      </w:r>
      <w:r w:rsidRPr="00C52D6F">
        <w:t xml:space="preserve">pplication layer is responsible for delivering application specific services to the user. </w:t>
      </w:r>
    </w:p>
    <w:p w14:paraId="566D08EF" w14:textId="464E02FB" w:rsidR="004F0D47" w:rsidRPr="00C52D6F" w:rsidRDefault="004F0D47" w:rsidP="00435D4E">
      <w:pPr>
        <w:pStyle w:val="BodyText"/>
        <w:numPr>
          <w:ilvl w:val="0"/>
          <w:numId w:val="31"/>
        </w:numPr>
      </w:pPr>
      <w:r w:rsidRPr="00C52D6F">
        <w:t xml:space="preserve">The </w:t>
      </w:r>
      <w:r w:rsidR="00F50276">
        <w:t>t</w:t>
      </w:r>
      <w:r w:rsidRPr="00C52D6F">
        <w:t>ransport</w:t>
      </w:r>
      <w:r w:rsidR="005B2678">
        <w:t>ation</w:t>
      </w:r>
      <w:r w:rsidRPr="00C52D6F">
        <w:t xml:space="preserve"> layer is responsible for connecting to other smart things, network devices, and servers. </w:t>
      </w:r>
    </w:p>
    <w:p w14:paraId="2FFCA998" w14:textId="39D53525" w:rsidR="004F0D47" w:rsidRDefault="004F0D47" w:rsidP="00435D4E">
      <w:pPr>
        <w:pStyle w:val="BodyText"/>
        <w:numPr>
          <w:ilvl w:val="0"/>
          <w:numId w:val="31"/>
        </w:numPr>
      </w:pPr>
      <w:r w:rsidRPr="00C52D6F">
        <w:t xml:space="preserve">The </w:t>
      </w:r>
      <w:r w:rsidR="00F50276">
        <w:t>per</w:t>
      </w:r>
      <w:r w:rsidR="00E83EF5">
        <w:t xml:space="preserve">ception layer is the </w:t>
      </w:r>
      <w:r w:rsidRPr="00C52D6F">
        <w:t xml:space="preserve">physical layer, which has sensors for sensing and gathering information about the environment. </w:t>
      </w:r>
    </w:p>
    <w:p w14:paraId="0B02EDDC" w14:textId="29386A0C" w:rsidR="004F0D47" w:rsidRDefault="00041F88" w:rsidP="00AA55DE">
      <w:pPr>
        <w:pStyle w:val="BodyText"/>
      </w:pPr>
      <w:r>
        <w:t>Messaging</w:t>
      </w:r>
      <w:r w:rsidR="004F0D47" w:rsidRPr="00C52D6F">
        <w:t xml:space="preserve"> protocol</w:t>
      </w:r>
      <w:r>
        <w:t>s</w:t>
      </w:r>
      <w:r w:rsidR="004F0D47" w:rsidRPr="00C52D6F">
        <w:t xml:space="preserve"> </w:t>
      </w:r>
      <w:r>
        <w:t>are</w:t>
      </w:r>
      <w:r w:rsidRPr="00C52D6F">
        <w:t xml:space="preserve"> </w:t>
      </w:r>
      <w:r w:rsidR="004F0D47" w:rsidRPr="00C52D6F">
        <w:t>used to transmit device telemetry (or messages) to and from devices.</w:t>
      </w:r>
    </w:p>
    <w:p w14:paraId="0F493BE4" w14:textId="2871AE63" w:rsidR="004F0D47" w:rsidRDefault="004F0D47" w:rsidP="007E3859">
      <w:pPr>
        <w:pStyle w:val="BodyText"/>
      </w:pPr>
      <w:r>
        <w:t>The messaging protocol and the transport</w:t>
      </w:r>
      <w:r w:rsidR="00F50276">
        <w:t>ation</w:t>
      </w:r>
      <w:r>
        <w:t xml:space="preserve"> layer have</w:t>
      </w:r>
      <w:r w:rsidR="00041F88">
        <w:t xml:space="preserve"> an</w:t>
      </w:r>
      <w:r>
        <w:t xml:space="preserve"> impact on the design and deployment of IoT systems and the integration,</w:t>
      </w:r>
      <w:r w:rsidR="00041F88">
        <w:t xml:space="preserve"> as well as the</w:t>
      </w:r>
      <w:r>
        <w:t xml:space="preserve"> processing and display of information derived from the IoT system.</w:t>
      </w:r>
    </w:p>
    <w:p w14:paraId="3C753D27" w14:textId="24DBDEC5" w:rsidR="00E83EF5" w:rsidRDefault="00E83EF5" w:rsidP="007E3859">
      <w:pPr>
        <w:pStyle w:val="BodyText"/>
      </w:pPr>
    </w:p>
    <w:p w14:paraId="3B6047D0" w14:textId="5EAB8AFF" w:rsidR="008600D2" w:rsidRDefault="00780813" w:rsidP="00435D4E">
      <w:pPr>
        <w:pStyle w:val="Figurecaption"/>
      </w:pPr>
      <w:bookmarkStart w:id="5" w:name="_Toc115448473"/>
      <w:bookmarkStart w:id="6" w:name="_Ref125454463"/>
      <w:r>
        <w:rPr>
          <w:noProof/>
        </w:rPr>
        <w:lastRenderedPageBreak/>
        <mc:AlternateContent>
          <mc:Choice Requires="wpg">
            <w:drawing>
              <wp:anchor distT="0" distB="0" distL="114300" distR="114300" simplePos="0" relativeHeight="251658240" behindDoc="0" locked="0" layoutInCell="1" allowOverlap="1" wp14:anchorId="76005397" wp14:editId="50B0F5F2">
                <wp:simplePos x="0" y="0"/>
                <wp:positionH relativeFrom="column">
                  <wp:posOffset>378405</wp:posOffset>
                </wp:positionH>
                <wp:positionV relativeFrom="paragraph">
                  <wp:posOffset>73053</wp:posOffset>
                </wp:positionV>
                <wp:extent cx="5486400" cy="3839210"/>
                <wp:effectExtent l="0" t="0" r="0" b="0"/>
                <wp:wrapTopAndBottom/>
                <wp:docPr id="17" name="Group 17"/>
                <wp:cNvGraphicFramePr/>
                <a:graphic xmlns:a="http://schemas.openxmlformats.org/drawingml/2006/main">
                  <a:graphicData uri="http://schemas.microsoft.com/office/word/2010/wordprocessingGroup">
                    <wpg:wgp>
                      <wpg:cNvGrpSpPr/>
                      <wpg:grpSpPr>
                        <a:xfrm>
                          <a:off x="0" y="0"/>
                          <a:ext cx="5486400" cy="3839210"/>
                          <a:chOff x="0" y="0"/>
                          <a:chExt cx="5486400" cy="3839210"/>
                        </a:xfrm>
                      </wpg:grpSpPr>
                      <pic:pic xmlns:pic="http://schemas.openxmlformats.org/drawingml/2006/picture">
                        <pic:nvPicPr>
                          <pic:cNvPr id="13" name="Picture 13"/>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86400" cy="3839210"/>
                          </a:xfrm>
                          <a:prstGeom prst="rect">
                            <a:avLst/>
                          </a:prstGeom>
                          <a:noFill/>
                        </pic:spPr>
                      </pic:pic>
                      <wps:wsp>
                        <wps:cNvPr id="217" name="Text Box 2"/>
                        <wps:cNvSpPr txBox="1">
                          <a:spLocks noChangeArrowheads="1"/>
                        </wps:cNvSpPr>
                        <wps:spPr bwMode="auto">
                          <a:xfrm>
                            <a:off x="2926080" y="1224500"/>
                            <a:ext cx="1661795" cy="278130"/>
                          </a:xfrm>
                          <a:prstGeom prst="rect">
                            <a:avLst/>
                          </a:prstGeom>
                          <a:noFill/>
                          <a:ln w="9525">
                            <a:noFill/>
                            <a:miter lim="800000"/>
                            <a:headEnd/>
                            <a:tailEnd/>
                          </a:ln>
                        </wps:spPr>
                        <wps:txbx>
                          <w:txbxContent>
                            <w:p w14:paraId="48D52C69" w14:textId="4E3C067F" w:rsidR="00780813" w:rsidRPr="00780813" w:rsidRDefault="00780813">
                              <w:pPr>
                                <w:rPr>
                                  <w:rFonts w:ascii="Arial" w:hAnsi="Arial" w:cs="Arial"/>
                                  <w:sz w:val="22"/>
                                  <w:szCs w:val="28"/>
                                </w:rPr>
                              </w:pPr>
                              <w:r w:rsidRPr="00780813">
                                <w:rPr>
                                  <w:rFonts w:ascii="Arial" w:hAnsi="Arial" w:cs="Arial"/>
                                  <w:sz w:val="22"/>
                                  <w:szCs w:val="28"/>
                                </w:rPr>
                                <w:t>Messaging Protocol</w:t>
                              </w:r>
                            </w:p>
                          </w:txbxContent>
                        </wps:txbx>
                        <wps:bodyPr rot="0" vert="horz" wrap="square" lIns="91440" tIns="45720" rIns="91440" bIns="45720" anchor="t" anchorCtr="0">
                          <a:noAutofit/>
                        </wps:bodyPr>
                      </wps:wsp>
                      <wps:wsp>
                        <wps:cNvPr id="15" name="Text Box 2"/>
                        <wps:cNvSpPr txBox="1">
                          <a:spLocks noChangeArrowheads="1"/>
                        </wps:cNvSpPr>
                        <wps:spPr bwMode="auto">
                          <a:xfrm>
                            <a:off x="2910177" y="2480807"/>
                            <a:ext cx="1661795" cy="278130"/>
                          </a:xfrm>
                          <a:prstGeom prst="rect">
                            <a:avLst/>
                          </a:prstGeom>
                          <a:noFill/>
                          <a:ln w="9525">
                            <a:noFill/>
                            <a:miter lim="800000"/>
                            <a:headEnd/>
                            <a:tailEnd/>
                          </a:ln>
                        </wps:spPr>
                        <wps:txbx>
                          <w:txbxContent>
                            <w:p w14:paraId="26D4610F" w14:textId="77777777" w:rsidR="00780813" w:rsidRPr="00780813" w:rsidRDefault="00780813" w:rsidP="00780813">
                              <w:pPr>
                                <w:rPr>
                                  <w:rFonts w:ascii="Arial" w:hAnsi="Arial" w:cs="Arial"/>
                                  <w:sz w:val="22"/>
                                  <w:szCs w:val="28"/>
                                </w:rPr>
                              </w:pPr>
                              <w:r w:rsidRPr="00780813">
                                <w:rPr>
                                  <w:rFonts w:ascii="Arial" w:hAnsi="Arial" w:cs="Arial"/>
                                  <w:sz w:val="22"/>
                                  <w:szCs w:val="28"/>
                                </w:rPr>
                                <w:t>Messaging Protocol</w:t>
                              </w:r>
                            </w:p>
                          </w:txbxContent>
                        </wps:txbx>
                        <wps:bodyPr rot="0" vert="horz" wrap="square" lIns="91440" tIns="45720" rIns="91440" bIns="45720" anchor="t" anchorCtr="0">
                          <a:noAutofit/>
                        </wps:bodyPr>
                      </wps:wsp>
                    </wpg:wgp>
                  </a:graphicData>
                </a:graphic>
              </wp:anchor>
            </w:drawing>
          </mc:Choice>
          <mc:Fallback>
            <w:pict>
              <v:group w14:anchorId="76005397" id="Group 17" o:spid="_x0000_s1026" style="position:absolute;left:0;text-align:left;margin-left:29.8pt;margin-top:5.75pt;width:6in;height:302.3pt;z-index:251658240" coordsize="54864,383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width:54864;height:383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">
                  <v:imagedata r:id="rId26" o:title=""/>
                </v:shape>
                <v:shapetype id="_x0000_t202" coordsize="21600,21600" o:spt="202" path="m,l,21600r21600,l21600,xe">
                  <v:stroke joinstyle="miter"/>
                  <v:path gradientshapeok="t" o:connecttype="rect"/>
                </v:shapetype>
                <v:shape id="Text Box 2" o:spid="_x0000_s1028" type="#_x0000_t202" style="position:absolute;left:29260;top:12245;width:16618;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48D52C69" w14:textId="4E3C067F" w:rsidR="00780813" w:rsidRPr="00780813" w:rsidRDefault="00780813">
                        <w:pPr>
                          <w:rPr>
                            <w:rFonts w:ascii="Arial" w:hAnsi="Arial" w:cs="Arial"/>
                            <w:sz w:val="22"/>
                            <w:szCs w:val="28"/>
                          </w:rPr>
                        </w:pPr>
                        <w:r w:rsidRPr="00780813">
                          <w:rPr>
                            <w:rFonts w:ascii="Arial" w:hAnsi="Arial" w:cs="Arial"/>
                            <w:sz w:val="22"/>
                            <w:szCs w:val="28"/>
                          </w:rPr>
                          <w:t>Messaging Protocol</w:t>
                        </w:r>
                      </w:p>
                    </w:txbxContent>
                  </v:textbox>
                </v:shape>
                <v:shape id="Text Box 2" o:spid="_x0000_s1029" type="#_x0000_t202" style="position:absolute;left:29101;top:24808;width:16618;height:2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26D4610F" w14:textId="77777777" w:rsidR="00780813" w:rsidRPr="00780813" w:rsidRDefault="00780813" w:rsidP="00780813">
                        <w:pPr>
                          <w:rPr>
                            <w:rFonts w:ascii="Arial" w:hAnsi="Arial" w:cs="Arial"/>
                            <w:sz w:val="22"/>
                            <w:szCs w:val="28"/>
                          </w:rPr>
                        </w:pPr>
                        <w:r w:rsidRPr="00780813">
                          <w:rPr>
                            <w:rFonts w:ascii="Arial" w:hAnsi="Arial" w:cs="Arial"/>
                            <w:sz w:val="22"/>
                            <w:szCs w:val="28"/>
                          </w:rPr>
                          <w:t>Messaging Protocol</w:t>
                        </w:r>
                      </w:p>
                    </w:txbxContent>
                  </v:textbox>
                </v:shape>
                <w10:wrap type="topAndBottom"/>
              </v:group>
            </w:pict>
          </mc:Fallback>
        </mc:AlternateContent>
      </w:r>
      <w:r>
        <w:t>IoT Layers (3 layer model with messaging protocol)</w:t>
      </w:r>
      <w:bookmarkEnd w:id="5"/>
      <w:bookmarkEnd w:id="6"/>
    </w:p>
    <w:p w14:paraId="3483E9D1" w14:textId="53106524" w:rsidR="0051525B" w:rsidRDefault="0051525B" w:rsidP="00435D4E">
      <w:pPr>
        <w:pStyle w:val="Heading2"/>
      </w:pPr>
      <w:bookmarkStart w:id="7" w:name="_Toc115448495"/>
      <w:r>
        <w:t xml:space="preserve">Application </w:t>
      </w:r>
      <w:r w:rsidR="00DE09FD">
        <w:t>l</w:t>
      </w:r>
      <w:r>
        <w:t>ayer</w:t>
      </w:r>
      <w:bookmarkEnd w:id="7"/>
    </w:p>
    <w:p w14:paraId="0BE73F47" w14:textId="77777777" w:rsidR="0051525B" w:rsidRDefault="0051525B" w:rsidP="0051525B">
      <w:pPr>
        <w:pStyle w:val="Heading2separationline"/>
      </w:pPr>
    </w:p>
    <w:p w14:paraId="176D6D6B" w14:textId="3704F2EA" w:rsidR="00624E02" w:rsidRDefault="00422C48" w:rsidP="00C76964">
      <w:pPr>
        <w:pStyle w:val="BodyText"/>
      </w:pPr>
      <w:r>
        <w:t xml:space="preserve">The application layer manages the application processes based on information obtained from the sensors and </w:t>
      </w:r>
      <w:r w:rsidR="00BD7CFC">
        <w:t>provided through the transportation layer.</w:t>
      </w:r>
      <w:r w:rsidR="009F70A1">
        <w:t xml:space="preserve"> </w:t>
      </w:r>
    </w:p>
    <w:p w14:paraId="22095E55" w14:textId="79D32832" w:rsidR="0051525B" w:rsidRDefault="0051525B" w:rsidP="00435D4E">
      <w:pPr>
        <w:pStyle w:val="Heading2"/>
      </w:pPr>
      <w:bookmarkStart w:id="8" w:name="_Toc115448496"/>
      <w:r>
        <w:t xml:space="preserve">Transportation </w:t>
      </w:r>
      <w:r w:rsidR="00DE09FD">
        <w:t>l</w:t>
      </w:r>
      <w:r>
        <w:t>ayer</w:t>
      </w:r>
      <w:bookmarkEnd w:id="8"/>
    </w:p>
    <w:p w14:paraId="5C749D52" w14:textId="77777777" w:rsidR="0051525B" w:rsidRDefault="0051525B" w:rsidP="0051525B">
      <w:pPr>
        <w:pStyle w:val="Heading2separationline"/>
      </w:pPr>
    </w:p>
    <w:p w14:paraId="6928A602" w14:textId="0F3DB757" w:rsidR="000F2346" w:rsidRDefault="000F2346" w:rsidP="0051525B">
      <w:pPr>
        <w:pStyle w:val="BodyText"/>
      </w:pPr>
      <w:r>
        <w:t xml:space="preserve">The transportation layer transfers the data from the perception layer (the sensors) </w:t>
      </w:r>
      <w:r w:rsidR="006439AB">
        <w:t>to the application layer.</w:t>
      </w:r>
      <w:r w:rsidR="009F70A1">
        <w:t xml:space="preserve"> </w:t>
      </w:r>
      <w:r w:rsidR="00777EF3">
        <w:t>It makes use of networks such as I</w:t>
      </w:r>
      <w:r w:rsidR="00AA09B2">
        <w:t xml:space="preserve">nternational </w:t>
      </w:r>
      <w:r w:rsidR="00777EF3">
        <w:t>M</w:t>
      </w:r>
      <w:r w:rsidR="00AA09B2">
        <w:t xml:space="preserve">aritime </w:t>
      </w:r>
      <w:r w:rsidR="00777EF3">
        <w:t>T</w:t>
      </w:r>
      <w:r w:rsidR="00AA09B2">
        <w:t>elecommunication (IMT)</w:t>
      </w:r>
      <w:r w:rsidR="00777EF3">
        <w:t xml:space="preserve">, </w:t>
      </w:r>
      <w:proofErr w:type="spellStart"/>
      <w:r w:rsidR="006B29C7">
        <w:t>WiFi</w:t>
      </w:r>
      <w:proofErr w:type="spellEnd"/>
      <w:r w:rsidR="006B29C7">
        <w:t>, V</w:t>
      </w:r>
      <w:r w:rsidR="00B408CC">
        <w:t xml:space="preserve">ery High </w:t>
      </w:r>
      <w:proofErr w:type="spellStart"/>
      <w:r w:rsidR="00B408CC">
        <w:t>Frecuency</w:t>
      </w:r>
      <w:proofErr w:type="spellEnd"/>
      <w:r w:rsidR="00B408CC">
        <w:t xml:space="preserve"> </w:t>
      </w:r>
      <w:r w:rsidR="006B29C7">
        <w:t>D</w:t>
      </w:r>
      <w:r w:rsidR="00B408CC">
        <w:t xml:space="preserve">ata </w:t>
      </w:r>
      <w:r w:rsidR="006B29C7">
        <w:t>E</w:t>
      </w:r>
      <w:r w:rsidR="00B408CC">
        <w:t xml:space="preserve">xchange </w:t>
      </w:r>
      <w:r w:rsidR="006B29C7">
        <w:t>S</w:t>
      </w:r>
      <w:r w:rsidR="00B408CC">
        <w:t>ystem (VDES)</w:t>
      </w:r>
      <w:r w:rsidR="006B29C7">
        <w:t xml:space="preserve">, etc. </w:t>
      </w:r>
      <w:r w:rsidR="00DC0ED9">
        <w:t xml:space="preserve">The </w:t>
      </w:r>
      <w:r w:rsidR="009B32A1">
        <w:t>transportation</w:t>
      </w:r>
      <w:r w:rsidR="00DC0ED9">
        <w:t xml:space="preserve"> layer must be robust and reliable within the maritime domain. </w:t>
      </w:r>
    </w:p>
    <w:p w14:paraId="00C446B5" w14:textId="4313EDB6" w:rsidR="0051525B" w:rsidRDefault="0051525B" w:rsidP="0051525B">
      <w:pPr>
        <w:pStyle w:val="BodyText"/>
      </w:pPr>
      <w:r w:rsidRPr="006970EC">
        <w:t>The transport</w:t>
      </w:r>
      <w:r w:rsidR="009B32A1">
        <w:t>ation</w:t>
      </w:r>
      <w:r w:rsidRPr="006970EC">
        <w:t xml:space="preserve"> layer has various characteristics</w:t>
      </w:r>
      <w:r>
        <w:t xml:space="preserve"> that impacts on IoT and its application in the maritime domain i</w:t>
      </w:r>
      <w:r w:rsidRPr="006970EC">
        <w:t>ncluding:</w:t>
      </w:r>
    </w:p>
    <w:p w14:paraId="04D94129" w14:textId="27D6A6E6" w:rsidR="0051525B" w:rsidRPr="006970EC" w:rsidRDefault="005B74CE" w:rsidP="00AA55DE">
      <w:pPr>
        <w:pStyle w:val="Bullet1"/>
      </w:pPr>
      <w:r>
        <w:t>data</w:t>
      </w:r>
      <w:r w:rsidR="0051525B">
        <w:t xml:space="preserve"> rate</w:t>
      </w:r>
      <w:r w:rsidR="0051525B" w:rsidRPr="006970EC">
        <w:t xml:space="preserve"> (How </w:t>
      </w:r>
      <w:r w:rsidR="0051525B">
        <w:t>much data</w:t>
      </w:r>
      <w:r w:rsidR="0051525B" w:rsidRPr="006970EC">
        <w:t xml:space="preserve"> can be sent through the transport</w:t>
      </w:r>
      <w:r w:rsidR="009B32A1">
        <w:t>ation</w:t>
      </w:r>
      <w:r w:rsidR="0051525B" w:rsidRPr="006970EC">
        <w:t xml:space="preserve"> layer</w:t>
      </w:r>
      <w:r w:rsidR="0051525B">
        <w:t xml:space="preserve"> in a specific period</w:t>
      </w:r>
      <w:r w:rsidR="0051525B" w:rsidRPr="006970EC">
        <w:t>?)</w:t>
      </w:r>
      <w:r w:rsidR="00B408CC">
        <w:t>;</w:t>
      </w:r>
    </w:p>
    <w:p w14:paraId="1DA5663D" w14:textId="70CD9A5F" w:rsidR="0051525B" w:rsidRPr="006970EC" w:rsidRDefault="005B74CE" w:rsidP="00AA55DE">
      <w:pPr>
        <w:pStyle w:val="Bullet1"/>
      </w:pPr>
      <w:r>
        <w:t>l</w:t>
      </w:r>
      <w:r w:rsidRPr="006970EC">
        <w:t>atency</w:t>
      </w:r>
      <w:r w:rsidR="0051525B" w:rsidRPr="006970EC">
        <w:t xml:space="preserve"> (How long does it </w:t>
      </w:r>
      <w:r w:rsidR="0051525B">
        <w:t xml:space="preserve">take </w:t>
      </w:r>
      <w:r w:rsidR="0051525B" w:rsidRPr="006970EC">
        <w:t xml:space="preserve">from when the message is ready to be sent </w:t>
      </w:r>
      <w:r w:rsidR="00F50276">
        <w:t>until</w:t>
      </w:r>
      <w:r w:rsidR="0051525B" w:rsidRPr="006970EC">
        <w:t xml:space="preserve"> the time </w:t>
      </w:r>
      <w:r w:rsidR="0051525B">
        <w:t>it</w:t>
      </w:r>
      <w:r w:rsidR="0051525B" w:rsidRPr="006970EC">
        <w:t xml:space="preserve"> arrives at the receiving application layer?)</w:t>
      </w:r>
      <w:r w:rsidR="00B408CC">
        <w:t>;</w:t>
      </w:r>
    </w:p>
    <w:p w14:paraId="6D4FF4CD" w14:textId="1AA82008" w:rsidR="0051525B" w:rsidRPr="006970EC" w:rsidRDefault="005B74CE" w:rsidP="00AA55DE">
      <w:pPr>
        <w:pStyle w:val="Bullet1"/>
      </w:pPr>
      <w:r>
        <w:t>e</w:t>
      </w:r>
      <w:r w:rsidRPr="006970EC">
        <w:t>rror</w:t>
      </w:r>
      <w:r w:rsidR="0051525B" w:rsidRPr="006970EC">
        <w:t xml:space="preserve"> detection/correction (How many errors are received by the application layer</w:t>
      </w:r>
      <w:r w:rsidR="0051525B">
        <w:t xml:space="preserve"> and how many of these can be corrected</w:t>
      </w:r>
      <w:r w:rsidR="0051525B" w:rsidRPr="006970EC">
        <w:t>?)</w:t>
      </w:r>
      <w:r w:rsidR="00B408CC">
        <w:t>;</w:t>
      </w:r>
    </w:p>
    <w:p w14:paraId="2F6F57B2" w14:textId="3EE18D93" w:rsidR="0051525B" w:rsidRPr="006970EC" w:rsidRDefault="005B74CE" w:rsidP="00AA55DE">
      <w:pPr>
        <w:pStyle w:val="Bullet1"/>
      </w:pPr>
      <w:r>
        <w:t>r</w:t>
      </w:r>
      <w:r w:rsidRPr="006970EC">
        <w:t xml:space="preserve">eliability </w:t>
      </w:r>
      <w:r w:rsidR="0051525B" w:rsidRPr="006970EC">
        <w:t xml:space="preserve">(How many of the messages that </w:t>
      </w:r>
      <w:r w:rsidR="0051525B">
        <w:t>are sent</w:t>
      </w:r>
      <w:r w:rsidR="0051525B" w:rsidRPr="006970EC">
        <w:t xml:space="preserve"> from the IoT device arrive at the </w:t>
      </w:r>
      <w:r w:rsidR="00F50276">
        <w:t>a</w:t>
      </w:r>
      <w:r w:rsidR="0051525B" w:rsidRPr="006970EC">
        <w:t>pplication layer?)</w:t>
      </w:r>
      <w:r w:rsidR="00B408CC">
        <w:t>;</w:t>
      </w:r>
    </w:p>
    <w:p w14:paraId="5D84033B" w14:textId="6E0122DB" w:rsidR="0051525B" w:rsidRPr="006970EC" w:rsidRDefault="005B74CE" w:rsidP="00AA55DE">
      <w:pPr>
        <w:pStyle w:val="Bullet1"/>
      </w:pPr>
      <w:r>
        <w:t>a</w:t>
      </w:r>
      <w:r w:rsidRPr="006970EC">
        <w:t xml:space="preserve">vailability </w:t>
      </w:r>
      <w:r w:rsidR="0051525B" w:rsidRPr="006970EC">
        <w:t>(Is the transport</w:t>
      </w:r>
      <w:r w:rsidR="009B32A1">
        <w:t>ation</w:t>
      </w:r>
      <w:r w:rsidR="0051525B" w:rsidRPr="006970EC">
        <w:t xml:space="preserve"> layer available when a message </w:t>
      </w:r>
      <w:r w:rsidR="0051525B">
        <w:t xml:space="preserve">is scheduled </w:t>
      </w:r>
      <w:r w:rsidR="0051525B" w:rsidRPr="006970EC">
        <w:t>to</w:t>
      </w:r>
      <w:r w:rsidR="0051525B">
        <w:t xml:space="preserve"> be</w:t>
      </w:r>
      <w:r w:rsidR="0051525B" w:rsidRPr="006970EC">
        <w:t xml:space="preserve"> sen</w:t>
      </w:r>
      <w:r w:rsidR="0051525B">
        <w:t>t</w:t>
      </w:r>
      <w:r w:rsidR="0051525B" w:rsidRPr="006970EC">
        <w:t>?)</w:t>
      </w:r>
      <w:r w:rsidR="00B408CC">
        <w:t>;</w:t>
      </w:r>
    </w:p>
    <w:p w14:paraId="2C7CD7C9" w14:textId="3CA31F53" w:rsidR="0051525B" w:rsidRPr="006970EC" w:rsidRDefault="005B74CE" w:rsidP="00AA55DE">
      <w:pPr>
        <w:pStyle w:val="Bullet1"/>
      </w:pPr>
      <w:r>
        <w:t>t</w:t>
      </w:r>
      <w:r w:rsidRPr="006970EC">
        <w:t xml:space="preserve">ransparency </w:t>
      </w:r>
      <w:r w:rsidR="0051525B" w:rsidRPr="006970EC">
        <w:t>(Can I send the message I have using the protocol that I am using, or does it need to be translated?)</w:t>
      </w:r>
      <w:r w:rsidR="00B408CC">
        <w:t>;</w:t>
      </w:r>
    </w:p>
    <w:p w14:paraId="4C6EFC55" w14:textId="58F57F0E" w:rsidR="0051525B" w:rsidRPr="006970EC" w:rsidRDefault="005B74CE" w:rsidP="00AA55DE">
      <w:pPr>
        <w:pStyle w:val="Bullet1"/>
      </w:pPr>
      <w:r>
        <w:lastRenderedPageBreak/>
        <w:t>c</w:t>
      </w:r>
      <w:r w:rsidRPr="006970EC">
        <w:t xml:space="preserve">apacity </w:t>
      </w:r>
      <w:r w:rsidR="0051525B" w:rsidRPr="006970EC">
        <w:t>(How many remote IoT units can be connected to the system in any one area?)</w:t>
      </w:r>
      <w:r w:rsidR="00552DB4">
        <w:t>, and</w:t>
      </w:r>
      <w:r w:rsidR="00B408CC">
        <w:t>;</w:t>
      </w:r>
    </w:p>
    <w:p w14:paraId="58D31933" w14:textId="5D181600" w:rsidR="0051525B" w:rsidRDefault="005B74CE" w:rsidP="00AA55DE">
      <w:pPr>
        <w:pStyle w:val="Bullet1"/>
      </w:pPr>
      <w:r>
        <w:t>s</w:t>
      </w:r>
      <w:r w:rsidRPr="006970EC">
        <w:t xml:space="preserve">ecurity </w:t>
      </w:r>
      <w:r w:rsidR="0051525B" w:rsidRPr="006970EC">
        <w:t xml:space="preserve">(How are the IoT sensors and </w:t>
      </w:r>
      <w:r w:rsidR="00F50276">
        <w:t>a</w:t>
      </w:r>
      <w:r w:rsidR="0051525B" w:rsidRPr="006970EC">
        <w:t>pplication layers protected from Cyber Attack?)</w:t>
      </w:r>
      <w:r w:rsidR="00552DB4">
        <w:t>.</w:t>
      </w:r>
    </w:p>
    <w:p w14:paraId="3E961F3B" w14:textId="5FAD008A" w:rsidR="0051525B" w:rsidRDefault="0051525B" w:rsidP="0051525B">
      <w:pPr>
        <w:pStyle w:val="BodyText"/>
      </w:pPr>
      <w:r>
        <w:t>There are further considerations in respect of the transport</w:t>
      </w:r>
      <w:r w:rsidR="009B32A1">
        <w:t>ation</w:t>
      </w:r>
      <w:r>
        <w:t xml:space="preserve"> layer technologies that includes:</w:t>
      </w:r>
    </w:p>
    <w:p w14:paraId="2038DF72" w14:textId="0010D6A5" w:rsidR="0051525B" w:rsidRPr="006970EC" w:rsidRDefault="005B74CE" w:rsidP="00AA55DE">
      <w:pPr>
        <w:pStyle w:val="Bullet1"/>
      </w:pPr>
      <w:r>
        <w:t>l</w:t>
      </w:r>
      <w:r w:rsidRPr="006970EC">
        <w:t>icensing</w:t>
      </w:r>
      <w:r w:rsidR="0051525B" w:rsidRPr="006970EC">
        <w:t xml:space="preserve"> (What licenses are required to use the spectrum</w:t>
      </w:r>
      <w:r w:rsidR="00DC0ED9">
        <w:t>, what is the cost</w:t>
      </w:r>
      <w:r w:rsidR="0051525B">
        <w:t xml:space="preserve"> and what protection does this afford the system</w:t>
      </w:r>
      <w:r w:rsidR="0051525B" w:rsidRPr="006970EC">
        <w:t>?)</w:t>
      </w:r>
      <w:r w:rsidR="00DE2DD5">
        <w:t>;</w:t>
      </w:r>
      <w:r w:rsidR="00552DB4">
        <w:t xml:space="preserve"> and</w:t>
      </w:r>
    </w:p>
    <w:p w14:paraId="40E0D70E" w14:textId="210726D9" w:rsidR="0051525B" w:rsidRDefault="005B74CE" w:rsidP="00AA55DE">
      <w:pPr>
        <w:pStyle w:val="Bullet1"/>
      </w:pPr>
      <w:r>
        <w:t>r</w:t>
      </w:r>
      <w:r w:rsidRPr="006970EC">
        <w:t>ange</w:t>
      </w:r>
      <w:r w:rsidR="0051525B" w:rsidRPr="006970EC">
        <w:t xml:space="preserve"> (</w:t>
      </w:r>
      <w:r w:rsidR="0051525B">
        <w:t>W</w:t>
      </w:r>
      <w:r w:rsidR="0051525B" w:rsidRPr="006970EC">
        <w:t xml:space="preserve">hat is the reliable range that can be achieved under the </w:t>
      </w:r>
      <w:r w:rsidR="0051525B">
        <w:t>transport</w:t>
      </w:r>
      <w:r w:rsidR="009B32A1">
        <w:t>ation</w:t>
      </w:r>
      <w:r w:rsidR="0051525B">
        <w:t xml:space="preserve"> layer Radio Frequency (RF) </w:t>
      </w:r>
      <w:r w:rsidR="0051525B" w:rsidRPr="006970EC">
        <w:t>licens</w:t>
      </w:r>
      <w:r w:rsidR="0051525B">
        <w:t xml:space="preserve">ing </w:t>
      </w:r>
      <w:r w:rsidR="0051525B" w:rsidRPr="006970EC">
        <w:t>conditions and considering the local morphology?)</w:t>
      </w:r>
      <w:r w:rsidR="00552DB4">
        <w:t>.</w:t>
      </w:r>
    </w:p>
    <w:p w14:paraId="45D17B5F" w14:textId="7F926F34" w:rsidR="006450AB" w:rsidRDefault="006450AB" w:rsidP="00435D4E">
      <w:pPr>
        <w:pStyle w:val="Heading2"/>
      </w:pPr>
      <w:bookmarkStart w:id="9" w:name="_Toc115448497"/>
      <w:r>
        <w:t xml:space="preserve">Perception </w:t>
      </w:r>
      <w:r w:rsidR="00DE09FD">
        <w:t>l</w:t>
      </w:r>
      <w:r>
        <w:t>ayer</w:t>
      </w:r>
      <w:bookmarkEnd w:id="9"/>
      <w:r>
        <w:t xml:space="preserve"> </w:t>
      </w:r>
    </w:p>
    <w:p w14:paraId="7D483385" w14:textId="77777777" w:rsidR="006450AB" w:rsidRDefault="006450AB" w:rsidP="006450AB">
      <w:pPr>
        <w:pStyle w:val="Heading2separationline"/>
      </w:pPr>
    </w:p>
    <w:p w14:paraId="640E28DF" w14:textId="0102FDE9" w:rsidR="006450AB" w:rsidRDefault="006B29C7" w:rsidP="006450AB">
      <w:pPr>
        <w:pStyle w:val="BodyText"/>
      </w:pPr>
      <w:r>
        <w:t xml:space="preserve">The perception layer </w:t>
      </w:r>
      <w:r w:rsidR="006A70F4">
        <w:t>includes sensors for sensing and gathering information</w:t>
      </w:r>
      <w:r w:rsidR="004A5053">
        <w:t>.</w:t>
      </w:r>
      <w:r w:rsidR="009F70A1">
        <w:t xml:space="preserve"> </w:t>
      </w:r>
      <w:r w:rsidR="004A5053">
        <w:t>There are many different types of sensors in this layer</w:t>
      </w:r>
      <w:r w:rsidR="00497950">
        <w:t xml:space="preserve"> which need to be able to be identified within the system.</w:t>
      </w:r>
      <w:r w:rsidR="009F70A1">
        <w:t xml:space="preserve"> </w:t>
      </w:r>
    </w:p>
    <w:p w14:paraId="6D83F351" w14:textId="1C43051D" w:rsidR="00906A56" w:rsidRDefault="00497950" w:rsidP="006450AB">
      <w:pPr>
        <w:pStyle w:val="BodyText"/>
      </w:pPr>
      <w:r>
        <w:t xml:space="preserve">This </w:t>
      </w:r>
      <w:r w:rsidR="00D944E0">
        <w:t>layer is a driver for IoT, with many different sensors used for a diverse array of IoT applications.</w:t>
      </w:r>
      <w:r w:rsidR="009F70A1">
        <w:t xml:space="preserve"> </w:t>
      </w:r>
      <w:r w:rsidR="00CE494A">
        <w:t xml:space="preserve">Within the maritime </w:t>
      </w:r>
      <w:r w:rsidR="0097529A">
        <w:t>domain</w:t>
      </w:r>
      <w:r w:rsidR="00CE494A">
        <w:t xml:space="preserve">, these sensors </w:t>
      </w:r>
      <w:r w:rsidR="00906A56">
        <w:t xml:space="preserve">could </w:t>
      </w:r>
      <w:r w:rsidR="00CE494A">
        <w:t>include:</w:t>
      </w:r>
    </w:p>
    <w:p w14:paraId="1951BEBA" w14:textId="42D4D8D1" w:rsidR="00906A56" w:rsidRDefault="00906A56" w:rsidP="00AA55DE">
      <w:pPr>
        <w:pStyle w:val="Bullet1"/>
      </w:pPr>
      <w:r>
        <w:t>Meteorological sensors</w:t>
      </w:r>
    </w:p>
    <w:p w14:paraId="5B7FD76A" w14:textId="39D98D36" w:rsidR="00906A56" w:rsidRDefault="00906A56" w:rsidP="00AA55DE">
      <w:pPr>
        <w:pStyle w:val="Bullet1"/>
      </w:pPr>
      <w:r>
        <w:t>Hydrographic sensors</w:t>
      </w:r>
    </w:p>
    <w:p w14:paraId="03DC860E" w14:textId="46971CA3" w:rsidR="00906A56" w:rsidRDefault="00906A56" w:rsidP="00AA55DE">
      <w:pPr>
        <w:pStyle w:val="Bullet1"/>
      </w:pPr>
      <w:r>
        <w:t>AtoN position</w:t>
      </w:r>
    </w:p>
    <w:p w14:paraId="5A88269C" w14:textId="2E32712F" w:rsidR="00906A56" w:rsidRDefault="00906A56" w:rsidP="00AA55DE">
      <w:pPr>
        <w:pStyle w:val="Bullet1"/>
      </w:pPr>
      <w:r>
        <w:t>Ato</w:t>
      </w:r>
      <w:r w:rsidR="009C2A85">
        <w:t>N</w:t>
      </w:r>
      <w:r>
        <w:t xml:space="preserve"> movement</w:t>
      </w:r>
    </w:p>
    <w:p w14:paraId="0788A92A" w14:textId="620B2315" w:rsidR="006C251E" w:rsidRDefault="004F0D47" w:rsidP="00435D4E">
      <w:pPr>
        <w:pStyle w:val="Heading2"/>
      </w:pPr>
      <w:bookmarkStart w:id="10" w:name="_Toc115448498"/>
      <w:r>
        <w:t xml:space="preserve">Messaging </w:t>
      </w:r>
      <w:r w:rsidR="00DE09FD">
        <w:t>p</w:t>
      </w:r>
      <w:r>
        <w:t>rotocol</w:t>
      </w:r>
      <w:bookmarkEnd w:id="10"/>
    </w:p>
    <w:p w14:paraId="7086B4F0" w14:textId="53890346" w:rsidR="006C251E" w:rsidRDefault="006C251E" w:rsidP="006C251E">
      <w:pPr>
        <w:pStyle w:val="Heading2separationline"/>
      </w:pPr>
    </w:p>
    <w:p w14:paraId="0B3F759F" w14:textId="582A2812" w:rsidR="004F0D47" w:rsidRDefault="004F0D47" w:rsidP="006C251E">
      <w:pPr>
        <w:pStyle w:val="BodyText"/>
      </w:pPr>
      <w:r>
        <w:t xml:space="preserve">The primary IoT messaging protocols </w:t>
      </w:r>
      <w:r w:rsidR="009A7439">
        <w:t>include</w:t>
      </w:r>
      <w:r>
        <w:t>:</w:t>
      </w:r>
    </w:p>
    <w:p w14:paraId="6A4E525E" w14:textId="683BAF7A" w:rsidR="004F0D47" w:rsidRDefault="004F0D47" w:rsidP="00AA55DE">
      <w:pPr>
        <w:pStyle w:val="Bullet1"/>
      </w:pPr>
      <w:r w:rsidRPr="004F0D47">
        <w:t>MQTT (Message Queue Telemetry Transport)</w:t>
      </w:r>
      <w:r>
        <w:t xml:space="preserve">. </w:t>
      </w:r>
      <w:r w:rsidRPr="004F0D47">
        <w:t>The MQTT, or Message Queue Telemetry Transport, protocol is a lightweight, publish/subscribe network protocol for transporting telemetry messages between IoT devices. It can operate on top of other networking protocols so long as they provide ordered, lossless, bi-directional connections</w:t>
      </w:r>
      <w:r>
        <w:t>.</w:t>
      </w:r>
    </w:p>
    <w:p w14:paraId="3F3D3398" w14:textId="604DCB26" w:rsidR="004F0D47" w:rsidRDefault="004F0D47" w:rsidP="00AA55DE">
      <w:pPr>
        <w:pStyle w:val="Bullet1"/>
      </w:pPr>
      <w:r w:rsidRPr="004F0D47">
        <w:t>AMQP (Advanced Message Queue Protocol)</w:t>
      </w:r>
      <w:r>
        <w:t xml:space="preserve">. </w:t>
      </w:r>
      <w:r w:rsidRPr="004F0D47">
        <w:t>AMQP, or Advanced Message Queue Protocol, is an open standard application layer protocol. It</w:t>
      </w:r>
      <w:r>
        <w:t xml:space="preserve"> is</w:t>
      </w:r>
      <w:r w:rsidRPr="004F0D47">
        <w:t xml:space="preserve"> not specifically built for </w:t>
      </w:r>
      <w:r w:rsidR="003647D4">
        <w:t>IoT</w:t>
      </w:r>
      <w:r w:rsidRPr="004F0D47">
        <w:t xml:space="preserve"> solutions, but it works very well for message communications which include many IoT scenarios.</w:t>
      </w:r>
    </w:p>
    <w:p w14:paraId="4BD8BCE4" w14:textId="5F9622D4" w:rsidR="004F0D47" w:rsidRDefault="004F0D47" w:rsidP="00AA55DE">
      <w:pPr>
        <w:pStyle w:val="Bullet1"/>
      </w:pPr>
      <w:r w:rsidRPr="004F0D47">
        <w:t>DDS (Data Distributed Service)</w:t>
      </w:r>
      <w:r>
        <w:t xml:space="preserve">. </w:t>
      </w:r>
      <w:r w:rsidRPr="004F0D47">
        <w:t>The DDS protocol is designed to address the unique needs of application scenarios such as aerospace, defence, air-traffic control, autonomous vehicles, medical devices, robotics, power generation, transportation systems, and other real-time data exchange systems.</w:t>
      </w:r>
    </w:p>
    <w:p w14:paraId="4BDDA659" w14:textId="4BE1E384" w:rsidR="004F0D47" w:rsidRDefault="004F0D47" w:rsidP="00AA55DE">
      <w:pPr>
        <w:pStyle w:val="Bullet1"/>
      </w:pPr>
      <w:r w:rsidRPr="004F0D47">
        <w:t>XMPP (Extensible Messaging and Presence Protocol)</w:t>
      </w:r>
      <w:r>
        <w:t xml:space="preserve">. </w:t>
      </w:r>
      <w:r w:rsidRPr="004F0D47">
        <w:t>XMPP, or Extensible Messaging and Presence Protocol, is a communications protocol based on XML (Extensible Markup Language). It</w:t>
      </w:r>
      <w:r>
        <w:t xml:space="preserve"> is</w:t>
      </w:r>
      <w:r w:rsidRPr="004F0D47">
        <w:t xml:space="preserve"> designed to provide near real-time exchange of structured XML data between two or more devices.</w:t>
      </w:r>
    </w:p>
    <w:p w14:paraId="200B004C" w14:textId="64502071" w:rsidR="004F0D47" w:rsidRDefault="004F0D47" w:rsidP="00AA55DE">
      <w:pPr>
        <w:pStyle w:val="Bullet1"/>
      </w:pPr>
      <w:r w:rsidRPr="004F0D47">
        <w:t>CoAP (Constrained Application Protocol)</w:t>
      </w:r>
      <w:r>
        <w:t xml:space="preserve">. </w:t>
      </w:r>
      <w:r w:rsidRPr="004F0D47">
        <w:t>The CoAP, or Constrained Application Protocol, is a specialized application protocol designed for constrained devices. It</w:t>
      </w:r>
      <w:r>
        <w:t xml:space="preserve"> i</w:t>
      </w:r>
      <w:r w:rsidRPr="004F0D47">
        <w:t>s designed to require low power</w:t>
      </w:r>
      <w:r w:rsidR="00755298">
        <w:t xml:space="preserve"> and</w:t>
      </w:r>
      <w:r w:rsidRPr="004F0D47">
        <w:t xml:space="preserve"> work across lossy networks.</w:t>
      </w:r>
    </w:p>
    <w:p w14:paraId="36D8E55A" w14:textId="12F616EE" w:rsidR="004F0D47" w:rsidRPr="00BF011C" w:rsidRDefault="004F0D47" w:rsidP="00AA55DE">
      <w:pPr>
        <w:pStyle w:val="Bullet1"/>
      </w:pPr>
      <w:r w:rsidRPr="00BF011C">
        <w:t>IEC 61162-1</w:t>
      </w:r>
      <w:r w:rsidR="00755298" w:rsidRPr="00BF011C">
        <w:t xml:space="preserve">(NMEA 0183) </w:t>
      </w:r>
      <w:r w:rsidRPr="00BF011C">
        <w:t>is used by GPS as well the AIS, ASM and VDE Presentation Interface. It is a message-based protocol that</w:t>
      </w:r>
      <w:r w:rsidR="00385DF2">
        <w:t>,</w:t>
      </w:r>
      <w:r w:rsidRPr="00BF011C">
        <w:t xml:space="preserve"> in the case of AIS is an efficient binary encoded protocol.</w:t>
      </w:r>
    </w:p>
    <w:p w14:paraId="284D1E45" w14:textId="3DE543E6" w:rsidR="006970EC" w:rsidRDefault="006970EC" w:rsidP="00435D4E">
      <w:pPr>
        <w:pStyle w:val="Heading2"/>
      </w:pPr>
      <w:bookmarkStart w:id="11" w:name="_Toc115448499"/>
      <w:r>
        <w:lastRenderedPageBreak/>
        <w:t>Other Considerations</w:t>
      </w:r>
      <w:bookmarkEnd w:id="11"/>
    </w:p>
    <w:p w14:paraId="318EFA22" w14:textId="77777777" w:rsidR="006970EC" w:rsidRDefault="006970EC" w:rsidP="006970EC">
      <w:pPr>
        <w:pStyle w:val="Heading2separationline"/>
      </w:pPr>
    </w:p>
    <w:p w14:paraId="551EC59D" w14:textId="1663B9BE" w:rsidR="006970EC" w:rsidRDefault="006970EC" w:rsidP="006970EC">
      <w:pPr>
        <w:pStyle w:val="BodyText"/>
      </w:pPr>
      <w:r w:rsidRPr="006970EC">
        <w:t xml:space="preserve">The </w:t>
      </w:r>
      <w:r>
        <w:t>use of IoT in the maritime AtoN domain should consider additional factors that includes:</w:t>
      </w:r>
    </w:p>
    <w:p w14:paraId="06FE7572" w14:textId="72B795F3" w:rsidR="006970EC" w:rsidRPr="006970EC" w:rsidRDefault="006970EC" w:rsidP="00AA55DE">
      <w:pPr>
        <w:pStyle w:val="Bullet1"/>
      </w:pPr>
      <w:r w:rsidRPr="006970EC">
        <w:t xml:space="preserve">Cost of IoT sensors and local transport layer interface </w:t>
      </w:r>
    </w:p>
    <w:p w14:paraId="6AEC4CCF" w14:textId="6C07B7B8" w:rsidR="006970EC" w:rsidRPr="006970EC" w:rsidRDefault="006970EC" w:rsidP="00AA55DE">
      <w:pPr>
        <w:pStyle w:val="Bullet1"/>
      </w:pPr>
      <w:r w:rsidRPr="006970EC">
        <w:t xml:space="preserve">Battery life/power consumption </w:t>
      </w:r>
    </w:p>
    <w:p w14:paraId="064B9C76" w14:textId="7F2001E7" w:rsidR="006970EC" w:rsidRPr="006970EC" w:rsidRDefault="006970EC" w:rsidP="00AA55DE">
      <w:pPr>
        <w:pStyle w:val="Bullet1"/>
      </w:pPr>
      <w:r w:rsidRPr="006970EC">
        <w:t>Cost of communications</w:t>
      </w:r>
      <w:r w:rsidRPr="006970EC" w:rsidDel="00552DB4">
        <w:t xml:space="preserve"> </w:t>
      </w:r>
    </w:p>
    <w:p w14:paraId="1DBE06B4" w14:textId="09F60910" w:rsidR="006970EC" w:rsidRPr="006970EC" w:rsidRDefault="006970EC" w:rsidP="00AA55DE">
      <w:pPr>
        <w:pStyle w:val="Bullet1"/>
      </w:pPr>
      <w:r w:rsidRPr="006970EC">
        <w:t>Physical size/form factor</w:t>
      </w:r>
      <w:r w:rsidR="00EA688A">
        <w:t xml:space="preserve"> of the integrated IoT device</w:t>
      </w:r>
    </w:p>
    <w:p w14:paraId="373E6FAF" w14:textId="3EC64DF4" w:rsidR="00EA688A" w:rsidRDefault="006970EC" w:rsidP="00AA55DE">
      <w:pPr>
        <w:pStyle w:val="Bullet1"/>
      </w:pPr>
      <w:r w:rsidRPr="006970EC">
        <w:t xml:space="preserve">Installation complexity </w:t>
      </w:r>
    </w:p>
    <w:p w14:paraId="1E13E4D6" w14:textId="58A96ABF" w:rsidR="006970EC" w:rsidRPr="006970EC" w:rsidRDefault="00EA688A" w:rsidP="00AA55DE">
      <w:pPr>
        <w:pStyle w:val="Bullet1"/>
      </w:pPr>
      <w:r>
        <w:t>Accessibility for installation and ongoing maintenance</w:t>
      </w:r>
      <w:r w:rsidR="009F70A1">
        <w:t xml:space="preserve"> </w:t>
      </w:r>
    </w:p>
    <w:p w14:paraId="7C3E971E" w14:textId="76710ACF" w:rsidR="006970EC" w:rsidRPr="006970EC" w:rsidRDefault="006970EC" w:rsidP="00AA55DE">
      <w:pPr>
        <w:pStyle w:val="Bullet1"/>
      </w:pPr>
      <w:r w:rsidRPr="006970EC">
        <w:t>Installation licenses</w:t>
      </w:r>
      <w:r w:rsidR="00EA688A">
        <w:t xml:space="preserve"> and need for approval</w:t>
      </w:r>
      <w:r w:rsidRPr="006970EC" w:rsidDel="00552DB4">
        <w:t xml:space="preserve"> </w:t>
      </w:r>
    </w:p>
    <w:p w14:paraId="0AD966AC" w14:textId="697FA8D2" w:rsidR="006970EC" w:rsidRDefault="006970EC" w:rsidP="00AA55DE">
      <w:pPr>
        <w:pStyle w:val="Bullet1"/>
      </w:pPr>
      <w:r w:rsidRPr="006970EC">
        <w:t>Application Layer processing and data storage requirements</w:t>
      </w:r>
      <w:r w:rsidR="00764D70">
        <w:t xml:space="preserve"> </w:t>
      </w:r>
    </w:p>
    <w:p w14:paraId="3FFA83D2" w14:textId="14183C20" w:rsidR="00EA688A" w:rsidRDefault="00EA688A" w:rsidP="00AA55DE">
      <w:pPr>
        <w:pStyle w:val="Bullet1"/>
      </w:pPr>
      <w:r>
        <w:t xml:space="preserve">Cyber Security </w:t>
      </w:r>
    </w:p>
    <w:p w14:paraId="64401A83" w14:textId="770B884F" w:rsidR="00E069B6" w:rsidRDefault="006C251E" w:rsidP="00435D4E">
      <w:pPr>
        <w:pStyle w:val="Heading1"/>
      </w:pPr>
      <w:bookmarkStart w:id="12" w:name="_Toc115448500"/>
      <w:r>
        <w:t>Definitions</w:t>
      </w:r>
      <w:bookmarkEnd w:id="12"/>
    </w:p>
    <w:p w14:paraId="0A45FAC5" w14:textId="77777777" w:rsidR="00E069B6" w:rsidRDefault="00E069B6" w:rsidP="00E069B6">
      <w:pPr>
        <w:pStyle w:val="Heading1separatationline"/>
      </w:pPr>
    </w:p>
    <w:p w14:paraId="39B20F9D" w14:textId="2D261562" w:rsidR="006744D8" w:rsidRDefault="00763CFE" w:rsidP="00E069B6">
      <w:pPr>
        <w:pStyle w:val="BodyText"/>
      </w:pPr>
      <w:r>
        <w:t xml:space="preserve">The definitions of terms used in this </w:t>
      </w:r>
      <w:r w:rsidR="00B3400D">
        <w:t xml:space="preserve">IALA </w:t>
      </w:r>
      <w:r>
        <w:t xml:space="preserve">Guideline can be found in the International Dictionary of Marine Aids to Navigation (IALA Dictionary) and were checked as correct at the time of going to print. </w:t>
      </w:r>
      <w:r w:rsidR="005E6B4B" w:rsidRPr="008766B4" w:rsidDel="00763CFE">
        <w:t>Where conflict arises, the IALA Dictionary should be considered as the authoritative source of definitions used in IALA documents.</w:t>
      </w:r>
    </w:p>
    <w:p w14:paraId="7F0DCEC7" w14:textId="69BBDD0F" w:rsidR="00E069B6" w:rsidRDefault="00432935" w:rsidP="00435D4E">
      <w:pPr>
        <w:pStyle w:val="Heading1"/>
      </w:pPr>
      <w:bookmarkStart w:id="13" w:name="_Toc115448501"/>
      <w:r>
        <w:t>Abbreviations</w:t>
      </w:r>
      <w:bookmarkEnd w:id="13"/>
    </w:p>
    <w:p w14:paraId="4FC292D7" w14:textId="77777777" w:rsidR="00E069B6" w:rsidRPr="00E069B6" w:rsidRDefault="00E069B6" w:rsidP="00E069B6">
      <w:pPr>
        <w:pStyle w:val="Heading1separatationline"/>
      </w:pPr>
    </w:p>
    <w:p w14:paraId="3A8DD700" w14:textId="1D13048E" w:rsidR="000670B7" w:rsidRDefault="000670B7" w:rsidP="00E069B6">
      <w:pPr>
        <w:pStyle w:val="Acronym"/>
      </w:pPr>
      <w:r>
        <w:t>AIS</w:t>
      </w:r>
      <w:r>
        <w:tab/>
        <w:t>Automatic Identification System</w:t>
      </w:r>
    </w:p>
    <w:p w14:paraId="119E9551" w14:textId="428E4759" w:rsidR="00BB2E86" w:rsidRDefault="00BB2E86" w:rsidP="00E069B6">
      <w:pPr>
        <w:pStyle w:val="Acronym"/>
      </w:pPr>
      <w:r w:rsidRPr="004F0D47">
        <w:t>AMQP</w:t>
      </w:r>
      <w:r>
        <w:tab/>
      </w:r>
      <w:r w:rsidRPr="004F0D47">
        <w:t>Advanced Message Queue Protocol</w:t>
      </w:r>
    </w:p>
    <w:p w14:paraId="7DA27367" w14:textId="49AAF3A6" w:rsidR="000670B7" w:rsidRDefault="000670B7" w:rsidP="00E069B6">
      <w:pPr>
        <w:pStyle w:val="Acronym"/>
      </w:pPr>
      <w:r>
        <w:t>ASM</w:t>
      </w:r>
      <w:r>
        <w:tab/>
      </w:r>
      <w:proofErr w:type="spellStart"/>
      <w:r>
        <w:t>ASM</w:t>
      </w:r>
      <w:proofErr w:type="spellEnd"/>
      <w:r>
        <w:t xml:space="preserve"> as part of the VHF Data Exchange System </w:t>
      </w:r>
    </w:p>
    <w:p w14:paraId="3E51F8AD" w14:textId="724B62B9" w:rsidR="000670B7" w:rsidRDefault="000670B7" w:rsidP="00E069B6">
      <w:pPr>
        <w:pStyle w:val="Acronym"/>
      </w:pPr>
      <w:r>
        <w:t>ASM</w:t>
      </w:r>
      <w:r>
        <w:tab/>
        <w:t>Application Specific Message</w:t>
      </w:r>
    </w:p>
    <w:p w14:paraId="773FDFFC" w14:textId="11ED7DE1" w:rsidR="00026010" w:rsidRDefault="00026010" w:rsidP="00432935">
      <w:pPr>
        <w:pStyle w:val="Acronym"/>
      </w:pPr>
      <w:r>
        <w:t>AtoN</w:t>
      </w:r>
      <w:r>
        <w:tab/>
        <w:t>Marine Aid(s) to Navigation</w:t>
      </w:r>
    </w:p>
    <w:p w14:paraId="1B121E92" w14:textId="682D697B" w:rsidR="00BB2E86" w:rsidRDefault="00BB2E86" w:rsidP="00432935">
      <w:pPr>
        <w:pStyle w:val="Acronym"/>
      </w:pPr>
      <w:r w:rsidRPr="004F0D47">
        <w:t>CoAP</w:t>
      </w:r>
      <w:r>
        <w:tab/>
      </w:r>
      <w:r w:rsidRPr="004F0D47">
        <w:t>Constrained Application Protocol</w:t>
      </w:r>
    </w:p>
    <w:p w14:paraId="50E7574A" w14:textId="672DE0CD" w:rsidR="00BB2E86" w:rsidRDefault="00BB2E86" w:rsidP="00432935">
      <w:pPr>
        <w:pStyle w:val="Acronym"/>
      </w:pPr>
      <w:r w:rsidRPr="004F0D47">
        <w:t>DDS</w:t>
      </w:r>
      <w:r>
        <w:tab/>
      </w:r>
      <w:r w:rsidRPr="004F0D47">
        <w:t>Data Distributed Service</w:t>
      </w:r>
    </w:p>
    <w:p w14:paraId="2CEF2B6C" w14:textId="58816656" w:rsidR="00432935" w:rsidRDefault="00432935" w:rsidP="00432935">
      <w:pPr>
        <w:pStyle w:val="Acronym"/>
      </w:pPr>
      <w:r>
        <w:t>IoT</w:t>
      </w:r>
      <w:r>
        <w:tab/>
        <w:t xml:space="preserve">Internet of Things </w:t>
      </w:r>
    </w:p>
    <w:p w14:paraId="67ACE469" w14:textId="61D6466D" w:rsidR="00763CFE" w:rsidRDefault="00763CFE" w:rsidP="00432935">
      <w:pPr>
        <w:pStyle w:val="Acronym"/>
      </w:pPr>
      <w:r w:rsidRPr="004F0D47">
        <w:t>MQTT</w:t>
      </w:r>
      <w:r w:rsidR="00BB2E86">
        <w:tab/>
      </w:r>
      <w:r w:rsidR="00BB2E86" w:rsidRPr="004F0D47">
        <w:t>Message Queue Telemetry Transport</w:t>
      </w:r>
    </w:p>
    <w:p w14:paraId="517EAF52" w14:textId="5FB5165C" w:rsidR="000670B7" w:rsidRDefault="000670B7" w:rsidP="00E069B6">
      <w:pPr>
        <w:pStyle w:val="Acronym"/>
      </w:pPr>
      <w:r>
        <w:t>VDES</w:t>
      </w:r>
      <w:r>
        <w:tab/>
        <w:t>VHF Data Exchange System</w:t>
      </w:r>
    </w:p>
    <w:p w14:paraId="23632A41" w14:textId="4FFD27D9" w:rsidR="000670B7" w:rsidRDefault="000670B7" w:rsidP="00E069B6">
      <w:pPr>
        <w:pStyle w:val="Acronym"/>
      </w:pPr>
      <w:r>
        <w:t>VTS</w:t>
      </w:r>
      <w:r>
        <w:tab/>
        <w:t>Vessel Traffic Services</w:t>
      </w:r>
    </w:p>
    <w:p w14:paraId="7489B468" w14:textId="48748D39" w:rsidR="00BB2E86" w:rsidRDefault="00BB2E86" w:rsidP="00E069B6">
      <w:pPr>
        <w:pStyle w:val="Acronym"/>
      </w:pPr>
      <w:r w:rsidRPr="004F0D47">
        <w:t>XMPP</w:t>
      </w:r>
      <w:r>
        <w:tab/>
      </w:r>
      <w:r w:rsidRPr="004F0D47">
        <w:t>Extensible Messaging and Presence Protocol</w:t>
      </w:r>
    </w:p>
    <w:p w14:paraId="6059D0ED" w14:textId="3E79448A" w:rsidR="00D32DDF" w:rsidRPr="00AA55DE" w:rsidRDefault="00BB25F3" w:rsidP="00435D4E">
      <w:pPr>
        <w:pStyle w:val="Heading1"/>
      </w:pPr>
      <w:bookmarkStart w:id="14" w:name="_Toc115448502"/>
      <w:r>
        <w:t xml:space="preserve">Further </w:t>
      </w:r>
      <w:bookmarkEnd w:id="14"/>
      <w:r>
        <w:t>read</w:t>
      </w:r>
      <w:r w:rsidR="002E51FC">
        <w:t>ing</w:t>
      </w:r>
    </w:p>
    <w:p w14:paraId="70B10769" w14:textId="77777777" w:rsidR="00D32DDF" w:rsidRDefault="00D32DDF" w:rsidP="00D32DDF">
      <w:pPr>
        <w:pStyle w:val="Heading1separatationline"/>
      </w:pPr>
    </w:p>
    <w:p w14:paraId="4F8A432F" w14:textId="4E708529" w:rsidR="008E578D" w:rsidRPr="008E578D" w:rsidRDefault="008E578D" w:rsidP="00AA55DE">
      <w:pPr>
        <w:pStyle w:val="Reference"/>
      </w:pPr>
      <w:hyperlink r:id="rId27" w:history="1">
        <w:r>
          <w:rPr>
            <w:rStyle w:val="Hyperlink"/>
          </w:rPr>
          <w:t>https://www.meritalk.com/articles/darpa-floats-a-proposal-for-the-ocean-of-things/</w:t>
        </w:r>
      </w:hyperlink>
      <w:r w:rsidR="005B74CE">
        <w:rPr>
          <w:rStyle w:val="Hyperlink"/>
        </w:rPr>
        <w:t>.</w:t>
      </w:r>
    </w:p>
    <w:p w14:paraId="0175CB93" w14:textId="24F5A312" w:rsidR="008E578D" w:rsidRPr="00160D45" w:rsidRDefault="008E578D" w:rsidP="00AA55DE">
      <w:pPr>
        <w:pStyle w:val="Reference"/>
        <w:rPr>
          <w:rStyle w:val="Hyperlink"/>
          <w:color w:val="auto"/>
          <w:u w:val="none"/>
        </w:rPr>
      </w:pPr>
      <w:hyperlink r:id="rId28" w:history="1">
        <w:r>
          <w:rPr>
            <w:rStyle w:val="Hyperlink"/>
          </w:rPr>
          <w:t>https://www.securityinfowatch.com/video-surveillance/video-transmission-equipment/article/10840006/innovative-wireless-network-connects-new-york-waterways-ferries-for-safety-security-roi-and-more</w:t>
        </w:r>
      </w:hyperlink>
      <w:r w:rsidR="005B74CE">
        <w:rPr>
          <w:rStyle w:val="Hyperlink"/>
        </w:rPr>
        <w:t>.</w:t>
      </w:r>
    </w:p>
    <w:p w14:paraId="47B5BB44" w14:textId="067C5E35" w:rsidR="00041F88" w:rsidRPr="00A31189" w:rsidRDefault="008E578D" w:rsidP="00AA55DE">
      <w:pPr>
        <w:pStyle w:val="Reference"/>
      </w:pPr>
      <w:hyperlink r:id="rId29" w:history="1">
        <w:r>
          <w:rPr>
            <w:rStyle w:val="Hyperlink"/>
          </w:rPr>
          <w:t>https://mondaynote.com/internet-of-things-the-basket-of-remotes-problem-f80922a91a0f</w:t>
        </w:r>
      </w:hyperlink>
      <w:r w:rsidR="005B74CE">
        <w:rPr>
          <w:rStyle w:val="Hyperlink"/>
        </w:rPr>
        <w:t>.</w:t>
      </w:r>
      <w:r>
        <w:br/>
      </w:r>
      <w:r>
        <w:br/>
      </w:r>
    </w:p>
    <w:sectPr w:rsidR="00041F88" w:rsidRPr="00A31189" w:rsidSect="00AA55DE">
      <w:headerReference w:type="even" r:id="rId30"/>
      <w:headerReference w:type="default" r:id="rId31"/>
      <w:footerReference w:type="default" r:id="rId32"/>
      <w:headerReference w:type="first" r:id="rId33"/>
      <w:pgSz w:w="11906" w:h="16838" w:code="9"/>
      <w:pgMar w:top="1350" w:right="907" w:bottom="567" w:left="794" w:header="851" w:footer="6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9070A" w14:textId="77777777" w:rsidR="0053217D" w:rsidRDefault="0053217D" w:rsidP="003274DB">
      <w:r>
        <w:separator/>
      </w:r>
    </w:p>
    <w:p w14:paraId="751FCB85" w14:textId="77777777" w:rsidR="0053217D" w:rsidRDefault="0053217D"/>
  </w:endnote>
  <w:endnote w:type="continuationSeparator" w:id="0">
    <w:p w14:paraId="393B9E4A" w14:textId="77777777" w:rsidR="0053217D" w:rsidRDefault="0053217D" w:rsidP="003274DB">
      <w:r>
        <w:continuationSeparator/>
      </w:r>
    </w:p>
    <w:p w14:paraId="3F345EBD" w14:textId="77777777" w:rsidR="0053217D" w:rsidRDefault="0053217D"/>
  </w:endnote>
  <w:endnote w:type="continuationNotice" w:id="1">
    <w:p w14:paraId="02687B6F" w14:textId="77777777" w:rsidR="0053217D" w:rsidRDefault="005321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800000AF" w:usb1="5000204A" w:usb2="00000000" w:usb3="00000000" w:csb0="0000009B" w:csb1="00000000"/>
  </w:font>
  <w:font w:name="Avenir Next Condensed">
    <w:altName w:val="Arial Narrow"/>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EA22E" w14:textId="77777777" w:rsidR="006970EC" w:rsidRDefault="006970E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E06FA3" w14:textId="77777777" w:rsidR="006970EC" w:rsidRDefault="006970E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627B183" w14:textId="77777777" w:rsidR="006970EC" w:rsidRDefault="006970E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BD1A2AA" w14:textId="77777777" w:rsidR="006970EC" w:rsidRDefault="006970E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5A36D1" w14:textId="77777777" w:rsidR="006970EC" w:rsidRDefault="006970EC"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82F8D" w14:textId="77777777" w:rsidR="006970EC" w:rsidRPr="00330F50" w:rsidRDefault="006970EC" w:rsidP="00910058">
    <w:pPr>
      <w:rPr>
        <w:rFonts w:ascii="Avenir Book" w:hAnsi="Avenir Book"/>
        <w:color w:val="808080" w:themeColor="background1" w:themeShade="80"/>
        <w:sz w:val="13"/>
        <w:szCs w:val="13"/>
        <w:lang w:val="fr-FR"/>
      </w:rPr>
    </w:pPr>
    <w:r w:rsidRPr="00330F50">
      <w:rPr>
        <w:rFonts w:ascii="Avenir Book" w:hAnsi="Avenir Book"/>
        <w:color w:val="808080" w:themeColor="background1" w:themeShade="80"/>
        <w:sz w:val="13"/>
        <w:szCs w:val="13"/>
        <w:lang w:val="fr-FR"/>
      </w:rPr>
      <w:t>10, rue des Gaudines – 78100 Saint Germaine en Laye, France</w:t>
    </w:r>
  </w:p>
  <w:p w14:paraId="06553088" w14:textId="77777777" w:rsidR="006970EC" w:rsidRPr="00330F50" w:rsidRDefault="006970EC" w:rsidP="00910058">
    <w:pPr>
      <w:rPr>
        <w:rFonts w:ascii="Avenir Book" w:hAnsi="Avenir Book"/>
        <w:color w:val="808080" w:themeColor="background1" w:themeShade="80"/>
        <w:sz w:val="14"/>
        <w:szCs w:val="14"/>
        <w:lang w:val="fr-FR"/>
      </w:rPr>
    </w:pPr>
    <w:r w:rsidRPr="00330F50">
      <w:rPr>
        <w:rFonts w:ascii="Avenir Book" w:hAnsi="Avenir Book"/>
        <w:color w:val="808080" w:themeColor="background1" w:themeShade="80"/>
        <w:sz w:val="13"/>
        <w:szCs w:val="13"/>
        <w:lang w:val="fr-FR"/>
      </w:rPr>
      <w:t>Tél. +33(0)1 34 51 70 01 – Fax +33 (0)1 34 51 82 05 – contact@iala-aism.org</w:t>
    </w:r>
  </w:p>
  <w:p w14:paraId="0D3391FF" w14:textId="77777777" w:rsidR="006970EC" w:rsidRPr="004B6107" w:rsidRDefault="006970EC" w:rsidP="00910058">
    <w:pPr>
      <w:rPr>
        <w:rFonts w:ascii="Avenir Book" w:hAnsi="Avenir Book"/>
        <w:b/>
        <w:color w:val="00558C"/>
        <w:sz w:val="14"/>
        <w:szCs w:val="14"/>
      </w:rPr>
    </w:pPr>
    <w:r w:rsidRPr="004B6107">
      <w:rPr>
        <w:rFonts w:ascii="Avenir Book" w:hAnsi="Avenir Book"/>
        <w:b/>
        <w:color w:val="00558C"/>
        <w:sz w:val="14"/>
        <w:szCs w:val="14"/>
      </w:rPr>
      <w:t>www.iala-aism.org</w:t>
    </w:r>
  </w:p>
  <w:p w14:paraId="0E74AD25" w14:textId="77777777" w:rsidR="006970EC" w:rsidRPr="004B6107" w:rsidRDefault="006970EC" w:rsidP="00910058">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D231F30" w14:textId="77777777" w:rsidR="006970EC" w:rsidRPr="00910058" w:rsidRDefault="006970EC" w:rsidP="00910058">
    <w:pPr>
      <w:pStyle w:val="Footer"/>
      <w:rPr>
        <w:sz w:val="13"/>
        <w:szCs w:val="13"/>
        <w:lang w:eastAsia="en-GB"/>
      </w:rPr>
    </w:pPr>
    <w:r w:rsidRPr="004B6107">
      <w:rPr>
        <w:rFonts w:ascii="Avenir Next Condensed" w:hAnsi="Avenir Next Condensed"/>
        <w:iCs/>
        <w:color w:val="00558C"/>
        <w:sz w:val="14"/>
        <w:szCs w:val="14"/>
      </w:rPr>
      <w:t>Association Internationale de Signalisation Maritime</w:t>
    </w:r>
    <w:r w:rsidRPr="00910058">
      <w:rPr>
        <w:noProof/>
        <w:sz w:val="13"/>
        <w:szCs w:val="13"/>
        <w:lang w:eastAsia="en-GB"/>
      </w:rPr>
      <mc:AlternateContent>
        <mc:Choice Requires="wps">
          <w:drawing>
            <wp:anchor distT="0" distB="0" distL="114300" distR="114300" simplePos="0" relativeHeight="251658243" behindDoc="0" locked="0" layoutInCell="1" allowOverlap="1" wp14:anchorId="399E5FC6" wp14:editId="0BCCFB6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04CE1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31D2D" w14:textId="77777777" w:rsidR="006970EC" w:rsidRDefault="006970EC" w:rsidP="00525922">
    <w:pPr>
      <w:pStyle w:val="Footerlandscape"/>
    </w:pPr>
    <w:r>
      <w:rPr>
        <w:noProof/>
        <w:lang w:eastAsia="en-GB"/>
      </w:rPr>
      <mc:AlternateContent>
        <mc:Choice Requires="wps">
          <w:drawing>
            <wp:anchor distT="0" distB="0" distL="114300" distR="114300" simplePos="0" relativeHeight="251658247" behindDoc="0" locked="0" layoutInCell="1" allowOverlap="1" wp14:anchorId="1889FADA" wp14:editId="00693A1E">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370BF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6BA32E39" w14:textId="689020B8" w:rsidR="006970EC" w:rsidRPr="005E22EC" w:rsidRDefault="006970EC" w:rsidP="00525922">
    <w:pPr>
      <w:pStyle w:val="Footerlandscape"/>
      <w:rPr>
        <w:rStyle w:val="PageNumber"/>
        <w:szCs w:val="15"/>
        <w:lang w:val="fr-FR"/>
      </w:rPr>
    </w:pPr>
    <w:r w:rsidRPr="00C907DF">
      <w:rPr>
        <w:szCs w:val="15"/>
      </w:rPr>
      <w:fldChar w:fldCharType="begin"/>
    </w:r>
    <w:r w:rsidRPr="005E22EC">
      <w:rPr>
        <w:szCs w:val="15"/>
        <w:lang w:val="fr-FR"/>
      </w:rPr>
      <w:instrText xml:space="preserve"> STYLEREF "Document title" \* MERGEFORMAT </w:instrText>
    </w:r>
    <w:r w:rsidRPr="00C907DF">
      <w:rPr>
        <w:szCs w:val="15"/>
      </w:rPr>
      <w:fldChar w:fldCharType="separate"/>
    </w:r>
    <w:r w:rsidR="004B5A87">
      <w:rPr>
        <w:b w:val="0"/>
        <w:bCs/>
        <w:noProof/>
        <w:szCs w:val="15"/>
        <w:lang w:val="fr-FR"/>
      </w:rPr>
      <w:t>Erreur ! Utilisez l'onglet Accueil pour appliquer Document title au texte que vous souhaitez faire apparaître ici.</w:t>
    </w:r>
    <w:r w:rsidRPr="00C907DF">
      <w:rPr>
        <w:szCs w:val="15"/>
      </w:rPr>
      <w:fldChar w:fldCharType="end"/>
    </w:r>
    <w:r w:rsidRPr="005E22EC">
      <w:rPr>
        <w:szCs w:val="15"/>
        <w:lang w:val="fr-FR"/>
      </w:rPr>
      <w:t xml:space="preserve"> </w:t>
    </w:r>
    <w:r>
      <w:rPr>
        <w:szCs w:val="15"/>
      </w:rPr>
      <w:fldChar w:fldCharType="begin"/>
    </w:r>
    <w:r w:rsidRPr="005E22EC">
      <w:rPr>
        <w:szCs w:val="15"/>
        <w:lang w:val="fr-FR"/>
      </w:rPr>
      <w:instrText xml:space="preserve"> STYLEREF "Document number" \* MERGEFORMAT </w:instrText>
    </w:r>
    <w:r>
      <w:rPr>
        <w:szCs w:val="15"/>
      </w:rPr>
      <w:fldChar w:fldCharType="separate"/>
    </w:r>
    <w:r w:rsidR="004B5A87">
      <w:rPr>
        <w:noProof/>
        <w:szCs w:val="15"/>
        <w:lang w:val="fr-FR"/>
      </w:rPr>
      <w:t>G1179</w:t>
    </w:r>
    <w:r>
      <w:rPr>
        <w:szCs w:val="15"/>
      </w:rPr>
      <w:fldChar w:fldCharType="end"/>
    </w:r>
    <w:r w:rsidRPr="005E22EC">
      <w:rPr>
        <w:szCs w:val="15"/>
        <w:lang w:val="fr-FR"/>
      </w:rPr>
      <w:t xml:space="preserve"> </w:t>
    </w:r>
    <w:r w:rsidRPr="005E22EC">
      <w:rPr>
        <w:szCs w:val="15"/>
        <w:lang w:val="fr-FR"/>
      </w:rPr>
      <w:t xml:space="preserve">– </w:t>
    </w:r>
    <w:r>
      <w:rPr>
        <w:szCs w:val="15"/>
      </w:rPr>
      <w:fldChar w:fldCharType="begin"/>
    </w:r>
    <w:r w:rsidRPr="005E22EC">
      <w:rPr>
        <w:szCs w:val="15"/>
        <w:lang w:val="fr-FR"/>
      </w:rPr>
      <w:instrText xml:space="preserve"> STYLEREF Subtitle \* MERGEFORMAT </w:instrText>
    </w:r>
    <w:r>
      <w:rPr>
        <w:szCs w:val="15"/>
      </w:rPr>
      <w:fldChar w:fldCharType="separate"/>
    </w:r>
    <w:r w:rsidR="004B5A87">
      <w:rPr>
        <w:b w:val="0"/>
        <w:bCs/>
        <w:noProof/>
        <w:szCs w:val="15"/>
        <w:lang w:val="fr-FR"/>
      </w:rPr>
      <w:t>Erreur ! Utilisez l'onglet Accueil pour appliquer Subtitle au texte que vous souhaitez faire apparaître ici.</w:t>
    </w:r>
    <w:r>
      <w:rPr>
        <w:szCs w:val="15"/>
      </w:rPr>
      <w:fldChar w:fldCharType="end"/>
    </w:r>
  </w:p>
  <w:p w14:paraId="6E3129AE" w14:textId="5D509416" w:rsidR="006970EC" w:rsidRPr="00525922" w:rsidRDefault="006970E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4B5A87">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41C60" w14:textId="77777777" w:rsidR="006970EC" w:rsidRPr="00C716E5" w:rsidRDefault="006970EC" w:rsidP="00C716E5">
    <w:pPr>
      <w:pStyle w:val="Footer"/>
      <w:rPr>
        <w:sz w:val="15"/>
        <w:szCs w:val="15"/>
      </w:rPr>
    </w:pPr>
  </w:p>
  <w:p w14:paraId="5BF15B3A" w14:textId="77777777" w:rsidR="006970EC" w:rsidRDefault="006970EC" w:rsidP="00C716E5">
    <w:pPr>
      <w:pStyle w:val="Footerportrait"/>
    </w:pPr>
  </w:p>
  <w:p w14:paraId="55459D6E" w14:textId="1FA1E10E" w:rsidR="006970EC" w:rsidRPr="00C907DF" w:rsidRDefault="00FE052D" w:rsidP="00C716E5">
    <w:pPr>
      <w:pStyle w:val="Footerportrait"/>
      <w:rPr>
        <w:rStyle w:val="PageNumber"/>
        <w:szCs w:val="15"/>
      </w:rPr>
    </w:pPr>
    <w:fldSimple w:instr=" STYLEREF &quot;Document type&quot; \* MERGEFORMAT ">
      <w:r w:rsidR="00E94519">
        <w:t>IALA Guideline</w:t>
      </w:r>
    </w:fldSimple>
    <w:r w:rsidR="006970EC" w:rsidRPr="00C907DF">
      <w:t xml:space="preserve"> </w:t>
    </w:r>
    <w:fldSimple w:instr=" STYLEREF &quot;Document number&quot; \* MERGEFORMAT ">
      <w:r w:rsidR="00E94519">
        <w:t>G1179</w:t>
      </w:r>
    </w:fldSimple>
    <w:r w:rsidR="006970EC" w:rsidRPr="00C907DF">
      <w:t xml:space="preserve"> </w:t>
    </w:r>
    <w:fldSimple w:instr=" STYLEREF &quot;Document name&quot; \* MERGEFORMAT ">
      <w:r w:rsidR="00E94519">
        <w:t>An introduction to the Internet of Things (IoT) from an IALA perspective</w:t>
      </w:r>
    </w:fldSimple>
  </w:p>
  <w:p w14:paraId="6AB56B3C" w14:textId="282C2EC0" w:rsidR="006970EC" w:rsidRPr="00C907DF" w:rsidRDefault="00FE052D" w:rsidP="00C716E5">
    <w:pPr>
      <w:pStyle w:val="Footerportrait"/>
    </w:pPr>
    <w:fldSimple w:instr=" STYLEREF &quot;Edition number&quot; \* MERGEFORMAT ">
      <w:r w:rsidR="00E94519">
        <w:t>Edition 1.0</w:t>
      </w:r>
    </w:fldSimple>
    <w:r w:rsidR="006970EC">
      <w:t xml:space="preserve"> </w:t>
    </w:r>
    <w:fldSimple w:instr=" STYLEREF  MRN  \* MERGEFORMAT ">
      <w:r w:rsidR="00E94519">
        <w:t>urn:mrn:iala:pub:g1179:ed1.0</w:t>
      </w:r>
    </w:fldSimple>
    <w:r w:rsidR="006F7952">
      <w:tab/>
    </w:r>
    <w:r w:rsidR="006970EC">
      <w:t xml:space="preserve">P </w:t>
    </w:r>
    <w:r w:rsidR="006970EC" w:rsidRPr="00C907DF">
      <w:rPr>
        <w:rStyle w:val="PageNumber"/>
        <w:szCs w:val="15"/>
      </w:rPr>
      <w:fldChar w:fldCharType="begin"/>
    </w:r>
    <w:r w:rsidR="006970EC" w:rsidRPr="00C907DF">
      <w:rPr>
        <w:rStyle w:val="PageNumber"/>
        <w:szCs w:val="15"/>
      </w:rPr>
      <w:instrText xml:space="preserve">PAGE  </w:instrText>
    </w:r>
    <w:r w:rsidR="006970EC" w:rsidRPr="00C907DF">
      <w:rPr>
        <w:rStyle w:val="PageNumber"/>
        <w:szCs w:val="15"/>
      </w:rPr>
      <w:fldChar w:fldCharType="separate"/>
    </w:r>
    <w:r w:rsidR="006970EC">
      <w:rPr>
        <w:rStyle w:val="PageNumber"/>
        <w:szCs w:val="15"/>
      </w:rPr>
      <w:t>2</w:t>
    </w:r>
    <w:r w:rsidR="006970EC"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BC57" w14:textId="77777777" w:rsidR="006970EC" w:rsidRDefault="006970EC" w:rsidP="00C716E5">
    <w:pPr>
      <w:pStyle w:val="Footer"/>
    </w:pPr>
  </w:p>
  <w:p w14:paraId="561C3B22" w14:textId="77777777" w:rsidR="006970EC" w:rsidRDefault="006970EC" w:rsidP="00C716E5">
    <w:pPr>
      <w:pStyle w:val="Footerportrait"/>
    </w:pPr>
  </w:p>
  <w:p w14:paraId="141565EA" w14:textId="1C9930FC" w:rsidR="006970EC" w:rsidRPr="00C907DF" w:rsidRDefault="00FE052D" w:rsidP="00C716E5">
    <w:pPr>
      <w:pStyle w:val="Footerportrait"/>
      <w:rPr>
        <w:rStyle w:val="PageNumber"/>
        <w:szCs w:val="15"/>
      </w:rPr>
    </w:pPr>
    <w:fldSimple w:instr=" STYLEREF &quot;Document type&quot; \* MERGEFORMAT ">
      <w:r w:rsidR="00E94519">
        <w:t>IALA Guideline</w:t>
      </w:r>
    </w:fldSimple>
    <w:r w:rsidR="006970EC" w:rsidRPr="00C907DF">
      <w:t xml:space="preserve"> </w:t>
    </w:r>
    <w:fldSimple w:instr=" STYLEREF &quot;Document number&quot; \* MERGEFORMAT ">
      <w:r w:rsidR="00E94519">
        <w:t>G1179</w:t>
      </w:r>
    </w:fldSimple>
    <w:r w:rsidR="006970EC" w:rsidRPr="00C907DF">
      <w:t xml:space="preserve"> </w:t>
    </w:r>
    <w:fldSimple w:instr=" STYLEREF &quot;Document name&quot; \* MERGEFORMAT ">
      <w:r w:rsidR="00E94519">
        <w:t>An introduction to the Internet of Things (IoT) from an IALA perspective</w:t>
      </w:r>
    </w:fldSimple>
  </w:p>
  <w:p w14:paraId="13F37E54" w14:textId="5B0658E9" w:rsidR="006970EC" w:rsidRPr="00525922" w:rsidRDefault="00FE052D" w:rsidP="00C716E5">
    <w:pPr>
      <w:pStyle w:val="Footerportrait"/>
    </w:pPr>
    <w:fldSimple w:instr=" STYLEREF &quot;Edition number&quot; \* MERGEFORMAT ">
      <w:r w:rsidR="00E94519">
        <w:t>Edition 1.0</w:t>
      </w:r>
    </w:fldSimple>
    <w:r w:rsidR="006F7952">
      <w:t xml:space="preserve"> </w:t>
    </w:r>
    <w:fldSimple w:instr=" STYLEREF  MRN  \* MERGEFORMAT ">
      <w:r w:rsidR="00E94519">
        <w:t>urn:mrn:iala:pub:g1179:ed1.0</w:t>
      </w:r>
    </w:fldSimple>
    <w:r w:rsidR="006970EC" w:rsidRPr="00C907DF">
      <w:tab/>
    </w:r>
    <w:r w:rsidR="006970EC">
      <w:t xml:space="preserve">P </w:t>
    </w:r>
    <w:r w:rsidR="006970EC" w:rsidRPr="00C907DF">
      <w:rPr>
        <w:rStyle w:val="PageNumber"/>
        <w:szCs w:val="15"/>
      </w:rPr>
      <w:fldChar w:fldCharType="begin"/>
    </w:r>
    <w:r w:rsidR="006970EC" w:rsidRPr="00C907DF">
      <w:rPr>
        <w:rStyle w:val="PageNumber"/>
        <w:szCs w:val="15"/>
      </w:rPr>
      <w:instrText xml:space="preserve">PAGE  </w:instrText>
    </w:r>
    <w:r w:rsidR="006970EC" w:rsidRPr="00C907DF">
      <w:rPr>
        <w:rStyle w:val="PageNumber"/>
        <w:szCs w:val="15"/>
      </w:rPr>
      <w:fldChar w:fldCharType="separate"/>
    </w:r>
    <w:r w:rsidR="006970EC">
      <w:rPr>
        <w:rStyle w:val="PageNumber"/>
        <w:szCs w:val="15"/>
      </w:rPr>
      <w:t>3</w:t>
    </w:r>
    <w:r w:rsidR="006970EC"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71CEE" w14:textId="77777777" w:rsidR="006970EC" w:rsidRDefault="006970EC" w:rsidP="00C716E5">
    <w:pPr>
      <w:pStyle w:val="Footer"/>
    </w:pPr>
  </w:p>
  <w:p w14:paraId="77DDC700" w14:textId="77777777" w:rsidR="006970EC" w:rsidRDefault="006970EC" w:rsidP="00C716E5">
    <w:pPr>
      <w:pStyle w:val="Footerportrait"/>
    </w:pPr>
  </w:p>
  <w:p w14:paraId="12284476" w14:textId="27F18787" w:rsidR="006970EC" w:rsidRPr="00C907DF" w:rsidRDefault="00FE052D" w:rsidP="00184C2E">
    <w:pPr>
      <w:pStyle w:val="Footerportrait"/>
      <w:tabs>
        <w:tab w:val="clear" w:pos="10206"/>
        <w:tab w:val="right" w:pos="15137"/>
      </w:tabs>
    </w:pPr>
    <w:fldSimple w:instr=" STYLEREF &quot;Document type&quot; \* MERGEFORMAT ">
      <w:r w:rsidR="00E94519">
        <w:t>IALA Guideline</w:t>
      </w:r>
    </w:fldSimple>
    <w:r w:rsidR="006970EC" w:rsidRPr="00C907DF">
      <w:t xml:space="preserve"> </w:t>
    </w:r>
    <w:fldSimple w:instr=" STYLEREF &quot;Document number&quot; \* MERGEFORMAT ">
      <w:r w:rsidR="00E94519">
        <w:t>G1179</w:t>
      </w:r>
    </w:fldSimple>
    <w:r w:rsidR="006970EC" w:rsidRPr="00C907DF">
      <w:t xml:space="preserve"> </w:t>
    </w:r>
    <w:fldSimple w:instr=" STYLEREF &quot;Document name&quot; \* MERGEFORMAT ">
      <w:r w:rsidR="00E94519">
        <w:t>An introduction to the Internet of Things (IoT) from an IALA perspective</w:t>
      </w:r>
    </w:fldSimple>
    <w:r w:rsidR="006970EC">
      <w:tab/>
    </w:r>
  </w:p>
  <w:p w14:paraId="2DD72747" w14:textId="1068B1BA" w:rsidR="006970EC" w:rsidRPr="00C907DF" w:rsidRDefault="00FE052D" w:rsidP="00184C2E">
    <w:pPr>
      <w:pStyle w:val="Footerportrait"/>
      <w:tabs>
        <w:tab w:val="clear" w:pos="10206"/>
        <w:tab w:val="right" w:pos="15137"/>
      </w:tabs>
    </w:pPr>
    <w:fldSimple w:instr=" STYLEREF &quot;Edition number&quot; \* MERGEFORMAT ">
      <w:r w:rsidR="00E94519">
        <w:t>Edition 1.0</w:t>
      </w:r>
    </w:fldSimple>
    <w:r w:rsidR="006970EC">
      <w:t xml:space="preserve"> </w:t>
    </w:r>
    <w:fldSimple w:instr=" STYLEREF  MRN  \* MERGEFORMAT ">
      <w:r w:rsidR="00E94519">
        <w:t>urn:mrn:iala:pub:g1179:ed1.0</w:t>
      </w:r>
    </w:fldSimple>
    <w:r w:rsidR="006970EC">
      <w:tab/>
    </w:r>
    <w:r w:rsidR="006970EC">
      <w:rPr>
        <w:rStyle w:val="PageNumber"/>
        <w:szCs w:val="15"/>
      </w:rPr>
      <w:t xml:space="preserve">P </w:t>
    </w:r>
    <w:r w:rsidR="006970EC" w:rsidRPr="00C907DF">
      <w:rPr>
        <w:rStyle w:val="PageNumber"/>
        <w:szCs w:val="15"/>
      </w:rPr>
      <w:fldChar w:fldCharType="begin"/>
    </w:r>
    <w:r w:rsidR="006970EC" w:rsidRPr="00C907DF">
      <w:rPr>
        <w:rStyle w:val="PageNumber"/>
        <w:szCs w:val="15"/>
      </w:rPr>
      <w:instrText xml:space="preserve">PAGE  </w:instrText>
    </w:r>
    <w:r w:rsidR="006970EC" w:rsidRPr="00C907DF">
      <w:rPr>
        <w:rStyle w:val="PageNumber"/>
        <w:szCs w:val="15"/>
      </w:rPr>
      <w:fldChar w:fldCharType="separate"/>
    </w:r>
    <w:r w:rsidR="006970EC">
      <w:rPr>
        <w:rStyle w:val="PageNumber"/>
        <w:szCs w:val="15"/>
      </w:rPr>
      <w:t>11</w:t>
    </w:r>
    <w:r w:rsidR="006970EC"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A99EEE" w14:textId="77777777" w:rsidR="0053217D" w:rsidRDefault="0053217D" w:rsidP="003274DB">
      <w:r>
        <w:separator/>
      </w:r>
    </w:p>
    <w:p w14:paraId="36430859" w14:textId="77777777" w:rsidR="0053217D" w:rsidRDefault="0053217D"/>
  </w:footnote>
  <w:footnote w:type="continuationSeparator" w:id="0">
    <w:p w14:paraId="64183A7C" w14:textId="77777777" w:rsidR="0053217D" w:rsidRDefault="0053217D" w:rsidP="003274DB">
      <w:r>
        <w:continuationSeparator/>
      </w:r>
    </w:p>
    <w:p w14:paraId="1088986B" w14:textId="77777777" w:rsidR="0053217D" w:rsidRDefault="0053217D"/>
  </w:footnote>
  <w:footnote w:type="continuationNotice" w:id="1">
    <w:p w14:paraId="72E437C5" w14:textId="77777777" w:rsidR="0053217D" w:rsidRDefault="0053217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C714B" w14:textId="77777777" w:rsidR="00FE052D" w:rsidRDefault="00FE052D">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24DAD" w14:textId="385463B6" w:rsidR="006970EC" w:rsidRDefault="006970E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6A1426" w14:textId="1882122A" w:rsidR="006970EC" w:rsidRPr="00667792" w:rsidRDefault="00427052" w:rsidP="00AA55DE">
    <w:pPr>
      <w:pStyle w:val="Header"/>
    </w:pPr>
    <w:r>
      <w:rPr>
        <w:noProof/>
        <w:lang w:eastAsia="en-GB"/>
      </w:rPr>
      <w:drawing>
        <wp:anchor distT="0" distB="0" distL="114300" distR="114300" simplePos="0" relativeHeight="251658250" behindDoc="1" locked="0" layoutInCell="1" allowOverlap="1" wp14:anchorId="6665A356" wp14:editId="783D7F60">
          <wp:simplePos x="0" y="0"/>
          <wp:positionH relativeFrom="page">
            <wp:posOffset>6836410</wp:posOffset>
          </wp:positionH>
          <wp:positionV relativeFrom="page">
            <wp:posOffset>-635</wp:posOffset>
          </wp:positionV>
          <wp:extent cx="720000" cy="720000"/>
          <wp:effectExtent l="0" t="0" r="4445" b="4445"/>
          <wp:wrapNone/>
          <wp:docPr id="56" name="Image 2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 20"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6970EC" w:rsidRPr="00A027ED">
      <w:rPr>
        <w:noProof/>
        <w:highlight w:val="yellow"/>
        <w:lang w:eastAsia="en-GB"/>
      </w:rPr>
      <w:drawing>
        <wp:anchor distT="0" distB="0" distL="114300" distR="114300" simplePos="0" relativeHeight="251658245" behindDoc="1" locked="0" layoutInCell="1" allowOverlap="1" wp14:anchorId="0EDCE5ED" wp14:editId="4B6D6F17">
          <wp:simplePos x="0" y="0"/>
          <wp:positionH relativeFrom="page">
            <wp:posOffset>9991453</wp:posOffset>
          </wp:positionH>
          <wp:positionV relativeFrom="page">
            <wp:posOffset>1270</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58B42" w14:textId="6FDACF6C" w:rsidR="006970EC" w:rsidRDefault="006970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64EFF" w14:textId="2803BDF5" w:rsidR="006970EC" w:rsidRPr="00ED2A8D" w:rsidRDefault="006970EC" w:rsidP="007861D5">
    <w:pPr>
      <w:pStyle w:val="Header"/>
      <w:jc w:val="right"/>
    </w:pPr>
    <w:r w:rsidRPr="00442889">
      <w:rPr>
        <w:noProof/>
        <w:lang w:eastAsia="en-GB"/>
      </w:rPr>
      <w:drawing>
        <wp:anchor distT="0" distB="0" distL="114300" distR="114300" simplePos="0" relativeHeight="251658241" behindDoc="1" locked="0" layoutInCell="1" allowOverlap="1" wp14:anchorId="0450D340" wp14:editId="2BC4F014">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071843C" w14:textId="3487B0AA" w:rsidR="00E94519" w:rsidRDefault="00E94519" w:rsidP="00FE052D">
    <w:pPr>
      <w:pStyle w:val="Header"/>
      <w:jc w:val="right"/>
    </w:pPr>
    <w:r>
      <w:t>ARM20-7.3.6.1</w:t>
    </w:r>
  </w:p>
  <w:p w14:paraId="4A8199E0" w14:textId="30665256" w:rsidR="006970EC" w:rsidRPr="00ED2A8D" w:rsidRDefault="00E94519" w:rsidP="00FE052D">
    <w:pPr>
      <w:pStyle w:val="Header"/>
      <w:jc w:val="right"/>
    </w:pPr>
    <w:r>
      <w:t>(</w:t>
    </w:r>
    <w:r w:rsidR="00FE052D">
      <w:t>DTEC4-15.3.2.1</w:t>
    </w:r>
    <w:r>
      <w:t>)</w:t>
    </w:r>
  </w:p>
  <w:p w14:paraId="68F90F59" w14:textId="413C57EA" w:rsidR="006970EC" w:rsidRDefault="006970EC" w:rsidP="00330F50">
    <w:pPr>
      <w:pStyle w:val="Header"/>
      <w:jc w:val="right"/>
    </w:pPr>
  </w:p>
  <w:p w14:paraId="35CEB588" w14:textId="77777777" w:rsidR="006970EC" w:rsidRDefault="006970EC" w:rsidP="008747E0">
    <w:pPr>
      <w:pStyle w:val="Header"/>
    </w:pPr>
  </w:p>
  <w:p w14:paraId="5616E0F8" w14:textId="77777777" w:rsidR="006970EC" w:rsidRDefault="006970EC" w:rsidP="008747E0">
    <w:pPr>
      <w:pStyle w:val="Header"/>
    </w:pPr>
  </w:p>
  <w:p w14:paraId="46C17DA2" w14:textId="77777777" w:rsidR="006970EC" w:rsidRDefault="006970EC" w:rsidP="008747E0">
    <w:pPr>
      <w:pStyle w:val="Header"/>
    </w:pPr>
  </w:p>
  <w:p w14:paraId="07FD8D24" w14:textId="77777777" w:rsidR="006970EC" w:rsidRDefault="006970EC" w:rsidP="008747E0">
    <w:pPr>
      <w:pStyle w:val="Header"/>
    </w:pPr>
    <w:r>
      <w:rPr>
        <w:noProof/>
        <w:lang w:eastAsia="en-GB"/>
      </w:rPr>
      <w:drawing>
        <wp:anchor distT="0" distB="0" distL="114300" distR="114300" simplePos="0" relativeHeight="251658240" behindDoc="1" locked="0" layoutInCell="1" allowOverlap="1" wp14:anchorId="3D3B0116" wp14:editId="1BA5905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51C5707" w14:textId="77777777" w:rsidR="006970EC" w:rsidRPr="00ED2A8D" w:rsidRDefault="006970EC" w:rsidP="008747E0">
    <w:pPr>
      <w:pStyle w:val="Header"/>
    </w:pPr>
  </w:p>
  <w:p w14:paraId="4B435CD1" w14:textId="77777777" w:rsidR="006970EC" w:rsidRPr="00ED2A8D" w:rsidRDefault="006970EC"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DF2C7" w14:textId="7ECBB62F" w:rsidR="006970EC" w:rsidRDefault="006970EC">
    <w:pPr>
      <w:pStyle w:val="Header"/>
    </w:pPr>
    <w:r>
      <w:rPr>
        <w:noProof/>
        <w:lang w:eastAsia="en-GB"/>
      </w:rPr>
      <w:drawing>
        <wp:anchor distT="0" distB="0" distL="114300" distR="114300" simplePos="0" relativeHeight="251658246" behindDoc="1" locked="0" layoutInCell="1" allowOverlap="1" wp14:anchorId="304F4003" wp14:editId="6B578B5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D27AEDC" w14:textId="77777777" w:rsidR="006970EC" w:rsidRDefault="006970EC">
    <w:pPr>
      <w:pStyle w:val="Header"/>
    </w:pPr>
  </w:p>
  <w:p w14:paraId="166BFD59" w14:textId="77777777" w:rsidR="006970EC" w:rsidRDefault="006970E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22EA8" w14:textId="07630C84" w:rsidR="006970EC" w:rsidRDefault="006970E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8D97F" w14:textId="7DE3DBB2" w:rsidR="006970EC" w:rsidRPr="00ED2A8D" w:rsidRDefault="006970EC" w:rsidP="008747E0">
    <w:pPr>
      <w:pStyle w:val="Header"/>
    </w:pPr>
    <w:r>
      <w:rPr>
        <w:noProof/>
        <w:lang w:eastAsia="en-GB"/>
      </w:rPr>
      <w:drawing>
        <wp:anchor distT="0" distB="0" distL="114300" distR="114300" simplePos="0" relativeHeight="251658242" behindDoc="1" locked="0" layoutInCell="1" allowOverlap="1" wp14:anchorId="539516E5" wp14:editId="199C26C9">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5CB52E" w14:textId="77777777" w:rsidR="006970EC" w:rsidRPr="00ED2A8D" w:rsidRDefault="006970EC" w:rsidP="008747E0">
    <w:pPr>
      <w:pStyle w:val="Header"/>
    </w:pPr>
  </w:p>
  <w:p w14:paraId="1F9F6999" w14:textId="77777777" w:rsidR="006970EC" w:rsidRDefault="006970EC" w:rsidP="008747E0">
    <w:pPr>
      <w:pStyle w:val="Header"/>
    </w:pPr>
  </w:p>
  <w:p w14:paraId="41A2DBCA" w14:textId="77777777" w:rsidR="006970EC" w:rsidRDefault="006970EC" w:rsidP="008747E0">
    <w:pPr>
      <w:pStyle w:val="Header"/>
    </w:pPr>
  </w:p>
  <w:p w14:paraId="1FD6999E" w14:textId="77777777" w:rsidR="006970EC" w:rsidRDefault="006970EC" w:rsidP="008747E0">
    <w:pPr>
      <w:pStyle w:val="Header"/>
    </w:pPr>
  </w:p>
  <w:p w14:paraId="06D015F3" w14:textId="425072D8" w:rsidR="006970EC" w:rsidRPr="00441393" w:rsidRDefault="006970EC" w:rsidP="00441393">
    <w:pPr>
      <w:pStyle w:val="Contents"/>
    </w:pPr>
    <w:r>
      <w:t xml:space="preserve">DOCUMENT </w:t>
    </w:r>
    <w:r w:rsidR="00435D4E">
      <w:t>REvision</w:t>
    </w:r>
  </w:p>
  <w:p w14:paraId="77E6ACB1" w14:textId="77777777" w:rsidR="006970EC" w:rsidRPr="00ED2A8D" w:rsidRDefault="006970EC" w:rsidP="008747E0">
    <w:pPr>
      <w:pStyle w:val="Header"/>
    </w:pPr>
  </w:p>
  <w:p w14:paraId="677C02F3" w14:textId="77777777" w:rsidR="006970EC" w:rsidRPr="00AC33A2" w:rsidRDefault="006970EC"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4FEAE" w14:textId="329B3593" w:rsidR="006970EC" w:rsidRDefault="006970E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6D650" w14:textId="52847C15" w:rsidR="006970EC" w:rsidRDefault="006970E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5824A" w14:textId="3F991C2D" w:rsidR="006970EC" w:rsidRPr="00ED2A8D" w:rsidRDefault="006970EC" w:rsidP="008747E0">
    <w:pPr>
      <w:pStyle w:val="Header"/>
    </w:pPr>
    <w:r>
      <w:rPr>
        <w:noProof/>
        <w:lang w:eastAsia="en-GB"/>
      </w:rPr>
      <w:drawing>
        <wp:anchor distT="0" distB="0" distL="114300" distR="114300" simplePos="0" relativeHeight="251658244" behindDoc="1" locked="0" layoutInCell="1" allowOverlap="1" wp14:anchorId="7B7AC928" wp14:editId="3083FA38">
          <wp:simplePos x="0" y="0"/>
          <wp:positionH relativeFrom="page">
            <wp:posOffset>6840855</wp:posOffset>
          </wp:positionH>
          <wp:positionV relativeFrom="page">
            <wp:posOffset>0</wp:posOffset>
          </wp:positionV>
          <wp:extent cx="720000" cy="720000"/>
          <wp:effectExtent l="0" t="0" r="4445" b="4445"/>
          <wp:wrapNone/>
          <wp:docPr id="5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E43FA0" w14:textId="77777777" w:rsidR="006970EC" w:rsidRPr="00ED2A8D" w:rsidRDefault="006970EC" w:rsidP="008747E0">
    <w:pPr>
      <w:pStyle w:val="Header"/>
    </w:pPr>
  </w:p>
  <w:p w14:paraId="5B69C8CC" w14:textId="77777777" w:rsidR="006970EC" w:rsidRDefault="006970EC" w:rsidP="008747E0">
    <w:pPr>
      <w:pStyle w:val="Header"/>
    </w:pPr>
  </w:p>
  <w:p w14:paraId="044914B4" w14:textId="77777777" w:rsidR="006970EC" w:rsidRDefault="006970EC" w:rsidP="008747E0">
    <w:pPr>
      <w:pStyle w:val="Header"/>
    </w:pPr>
  </w:p>
  <w:p w14:paraId="02ABE1A9" w14:textId="77777777" w:rsidR="006970EC" w:rsidRDefault="006970EC" w:rsidP="008747E0">
    <w:pPr>
      <w:pStyle w:val="Header"/>
    </w:pPr>
  </w:p>
  <w:p w14:paraId="16FCC094" w14:textId="77777777" w:rsidR="006970EC" w:rsidRPr="00441393" w:rsidRDefault="006970EC" w:rsidP="00441393">
    <w:pPr>
      <w:pStyle w:val="Contents"/>
    </w:pPr>
    <w:r>
      <w:t>CONTENTS</w:t>
    </w:r>
  </w:p>
  <w:p w14:paraId="79749960" w14:textId="77777777" w:rsidR="006970EC" w:rsidRDefault="006970EC" w:rsidP="0078486B">
    <w:pPr>
      <w:pStyle w:val="Header"/>
      <w:spacing w:line="140" w:lineRule="exact"/>
    </w:pPr>
  </w:p>
  <w:p w14:paraId="092CDDC8" w14:textId="77777777" w:rsidR="006970EC" w:rsidRPr="00AC33A2" w:rsidRDefault="006970EC"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AE8F5" w14:textId="29704143" w:rsidR="006970EC" w:rsidRPr="00ED2A8D" w:rsidRDefault="006970EC" w:rsidP="00C716E5">
    <w:pPr>
      <w:pStyle w:val="Header"/>
    </w:pPr>
    <w:r>
      <w:rPr>
        <w:noProof/>
        <w:lang w:eastAsia="en-GB"/>
      </w:rPr>
      <w:drawing>
        <wp:anchor distT="0" distB="0" distL="114300" distR="114300" simplePos="0" relativeHeight="251658249" behindDoc="1" locked="0" layoutInCell="1" allowOverlap="1" wp14:anchorId="2492BF5F" wp14:editId="2CC46486">
          <wp:simplePos x="0" y="0"/>
          <wp:positionH relativeFrom="page">
            <wp:posOffset>6840855</wp:posOffset>
          </wp:positionH>
          <wp:positionV relativeFrom="page">
            <wp:posOffset>0</wp:posOffset>
          </wp:positionV>
          <wp:extent cx="720000" cy="720000"/>
          <wp:effectExtent l="0" t="0" r="4445" b="4445"/>
          <wp:wrapNone/>
          <wp:docPr id="5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8B7BCD3" w14:textId="77777777" w:rsidR="006970EC" w:rsidRPr="00ED2A8D" w:rsidRDefault="006970EC" w:rsidP="00C716E5">
    <w:pPr>
      <w:pStyle w:val="Header"/>
    </w:pPr>
  </w:p>
  <w:p w14:paraId="0BD39883" w14:textId="77777777" w:rsidR="006970EC" w:rsidRDefault="006970EC" w:rsidP="00C716E5">
    <w:pPr>
      <w:pStyle w:val="Header"/>
    </w:pPr>
  </w:p>
  <w:p w14:paraId="4F8E935C" w14:textId="77777777" w:rsidR="006970EC" w:rsidRDefault="006970EC" w:rsidP="00C716E5">
    <w:pPr>
      <w:pStyle w:val="Header"/>
    </w:pPr>
  </w:p>
  <w:p w14:paraId="2BB80BFC" w14:textId="77777777" w:rsidR="006970EC" w:rsidRDefault="006970EC" w:rsidP="00C716E5">
    <w:pPr>
      <w:pStyle w:val="Header"/>
    </w:pPr>
  </w:p>
  <w:p w14:paraId="4EB09B09" w14:textId="77777777" w:rsidR="006970EC" w:rsidRPr="00441393" w:rsidRDefault="006970EC" w:rsidP="00C716E5">
    <w:pPr>
      <w:pStyle w:val="Contents"/>
    </w:pPr>
    <w:r>
      <w:t>CONTENTS</w:t>
    </w:r>
  </w:p>
  <w:p w14:paraId="683895F6" w14:textId="77777777" w:rsidR="006970EC" w:rsidRPr="00ED2A8D" w:rsidRDefault="006970EC" w:rsidP="00C716E5">
    <w:pPr>
      <w:pStyle w:val="Header"/>
    </w:pPr>
  </w:p>
  <w:p w14:paraId="5DDDFB92" w14:textId="77777777" w:rsidR="006970EC" w:rsidRPr="00AC33A2" w:rsidRDefault="006970EC" w:rsidP="00C716E5">
    <w:pPr>
      <w:pStyle w:val="Header"/>
      <w:spacing w:line="140" w:lineRule="exact"/>
    </w:pPr>
  </w:p>
  <w:p w14:paraId="2808FDE3" w14:textId="77777777" w:rsidR="006970EC" w:rsidRDefault="006970EC">
    <w:pPr>
      <w:pStyle w:val="Header"/>
    </w:pPr>
    <w:r>
      <w:rPr>
        <w:noProof/>
        <w:lang w:eastAsia="en-GB"/>
      </w:rPr>
      <w:drawing>
        <wp:anchor distT="0" distB="0" distL="114300" distR="114300" simplePos="0" relativeHeight="251658248" behindDoc="1" locked="0" layoutInCell="1" allowOverlap="1" wp14:anchorId="05512753" wp14:editId="155E48F0">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9777C5"/>
    <w:multiLevelType w:val="hybridMultilevel"/>
    <w:tmpl w:val="33665F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E53BE1"/>
    <w:multiLevelType w:val="hybridMultilevel"/>
    <w:tmpl w:val="B96E4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131648"/>
    <w:multiLevelType w:val="hybridMultilevel"/>
    <w:tmpl w:val="D692194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6083668"/>
    <w:multiLevelType w:val="hybridMultilevel"/>
    <w:tmpl w:val="DA6AC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1940B2E"/>
    <w:multiLevelType w:val="hybridMultilevel"/>
    <w:tmpl w:val="D47AE3F8"/>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6C238D8"/>
    <w:multiLevelType w:val="hybridMultilevel"/>
    <w:tmpl w:val="052CD3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5C4E73B4"/>
    <w:multiLevelType w:val="hybridMultilevel"/>
    <w:tmpl w:val="3E4ECA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92A4FDE"/>
    <w:multiLevelType w:val="hybridMultilevel"/>
    <w:tmpl w:val="976A4B2E"/>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9"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72640424">
    <w:abstractNumId w:val="30"/>
  </w:num>
  <w:num w:numId="2" w16cid:durableId="1586300459">
    <w:abstractNumId w:val="43"/>
  </w:num>
  <w:num w:numId="3" w16cid:durableId="1796363811">
    <w:abstractNumId w:val="5"/>
  </w:num>
  <w:num w:numId="4" w16cid:durableId="1288660099">
    <w:abstractNumId w:val="25"/>
  </w:num>
  <w:num w:numId="5" w16cid:durableId="395326308">
    <w:abstractNumId w:val="19"/>
  </w:num>
  <w:num w:numId="6" w16cid:durableId="281040752">
    <w:abstractNumId w:val="16"/>
  </w:num>
  <w:num w:numId="7" w16cid:durableId="802314525">
    <w:abstractNumId w:val="4"/>
  </w:num>
  <w:num w:numId="8" w16cid:durableId="1447197969">
    <w:abstractNumId w:val="15"/>
  </w:num>
  <w:num w:numId="9" w16cid:durableId="2079589704">
    <w:abstractNumId w:val="20"/>
  </w:num>
  <w:num w:numId="10" w16cid:durableId="1323579962">
    <w:abstractNumId w:val="28"/>
  </w:num>
  <w:num w:numId="11" w16cid:durableId="1266353380">
    <w:abstractNumId w:val="0"/>
  </w:num>
  <w:num w:numId="12" w16cid:durableId="448552105">
    <w:abstractNumId w:val="40"/>
  </w:num>
  <w:num w:numId="13" w16cid:durableId="1579823228">
    <w:abstractNumId w:val="10"/>
  </w:num>
  <w:num w:numId="14" w16cid:durableId="421952906">
    <w:abstractNumId w:val="9"/>
  </w:num>
  <w:num w:numId="15" w16cid:durableId="144858561">
    <w:abstractNumId w:val="26"/>
  </w:num>
  <w:num w:numId="16" w16cid:durableId="1849783628">
    <w:abstractNumId w:val="2"/>
  </w:num>
  <w:num w:numId="17" w16cid:durableId="432282487">
    <w:abstractNumId w:val="8"/>
  </w:num>
  <w:num w:numId="18" w16cid:durableId="65105526">
    <w:abstractNumId w:val="32"/>
  </w:num>
  <w:num w:numId="19" w16cid:durableId="1006831319">
    <w:abstractNumId w:val="7"/>
  </w:num>
  <w:num w:numId="20" w16cid:durableId="876086457">
    <w:abstractNumId w:val="42"/>
  </w:num>
  <w:num w:numId="21" w16cid:durableId="1801024310">
    <w:abstractNumId w:val="1"/>
  </w:num>
  <w:num w:numId="22" w16cid:durableId="1484666047">
    <w:abstractNumId w:val="24"/>
  </w:num>
  <w:num w:numId="23" w16cid:durableId="1591545453">
    <w:abstractNumId w:val="18"/>
  </w:num>
  <w:num w:numId="24" w16cid:durableId="791745685">
    <w:abstractNumId w:val="31"/>
  </w:num>
  <w:num w:numId="25" w16cid:durableId="205990578">
    <w:abstractNumId w:val="34"/>
  </w:num>
  <w:num w:numId="26" w16cid:durableId="442500651">
    <w:abstractNumId w:val="3"/>
  </w:num>
  <w:num w:numId="27" w16cid:durableId="1055005562">
    <w:abstractNumId w:val="11"/>
  </w:num>
  <w:num w:numId="28" w16cid:durableId="546187653">
    <w:abstractNumId w:val="6"/>
  </w:num>
  <w:num w:numId="29" w16cid:durableId="2076510914">
    <w:abstractNumId w:val="41"/>
  </w:num>
  <w:num w:numId="30" w16cid:durableId="1327511314">
    <w:abstractNumId w:val="39"/>
  </w:num>
  <w:num w:numId="31" w16cid:durableId="1059979854">
    <w:abstractNumId w:val="33"/>
  </w:num>
  <w:num w:numId="32" w16cid:durableId="553081467">
    <w:abstractNumId w:val="14"/>
  </w:num>
  <w:num w:numId="33" w16cid:durableId="533277182">
    <w:abstractNumId w:val="12"/>
  </w:num>
  <w:num w:numId="34" w16cid:durableId="1282297126">
    <w:abstractNumId w:val="29"/>
  </w:num>
  <w:num w:numId="35" w16cid:durableId="1966495998">
    <w:abstractNumId w:val="13"/>
  </w:num>
  <w:num w:numId="36" w16cid:durableId="776366208">
    <w:abstractNumId w:val="37"/>
  </w:num>
  <w:num w:numId="37" w16cid:durableId="587733869">
    <w:abstractNumId w:val="27"/>
  </w:num>
  <w:num w:numId="38" w16cid:durableId="1073352131">
    <w:abstractNumId w:val="17"/>
  </w:num>
  <w:num w:numId="39" w16cid:durableId="507720067">
    <w:abstractNumId w:val="36"/>
  </w:num>
  <w:num w:numId="40" w16cid:durableId="550309546">
    <w:abstractNumId w:val="35"/>
  </w:num>
  <w:num w:numId="41" w16cid:durableId="856890750">
    <w:abstractNumId w:val="23"/>
  </w:num>
  <w:num w:numId="42" w16cid:durableId="2083405156">
    <w:abstractNumId w:val="38"/>
  </w:num>
  <w:num w:numId="43" w16cid:durableId="1785030931">
    <w:abstractNumId w:val="22"/>
  </w:num>
  <w:num w:numId="44" w16cid:durableId="4110057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K2NDYzsrQ0MDI3NDZU0lEKTi0uzszPAykwqQUAGo9W8ywAAAA="/>
  </w:docVars>
  <w:rsids>
    <w:rsidRoot w:val="003C1ADA"/>
    <w:rsid w:val="0001616D"/>
    <w:rsid w:val="00016839"/>
    <w:rsid w:val="000174F9"/>
    <w:rsid w:val="00021E84"/>
    <w:rsid w:val="000249C2"/>
    <w:rsid w:val="000258F6"/>
    <w:rsid w:val="00026010"/>
    <w:rsid w:val="000379A7"/>
    <w:rsid w:val="00040EB8"/>
    <w:rsid w:val="00041F88"/>
    <w:rsid w:val="000422DC"/>
    <w:rsid w:val="000439A4"/>
    <w:rsid w:val="00044293"/>
    <w:rsid w:val="0004573E"/>
    <w:rsid w:val="000472F8"/>
    <w:rsid w:val="0005449E"/>
    <w:rsid w:val="00057699"/>
    <w:rsid w:val="00057B6D"/>
    <w:rsid w:val="00061A7B"/>
    <w:rsid w:val="000670B7"/>
    <w:rsid w:val="0008654C"/>
    <w:rsid w:val="000904ED"/>
    <w:rsid w:val="00091545"/>
    <w:rsid w:val="000A14A4"/>
    <w:rsid w:val="000A1A3C"/>
    <w:rsid w:val="000A1A51"/>
    <w:rsid w:val="000A27A8"/>
    <w:rsid w:val="000B2356"/>
    <w:rsid w:val="000B66FC"/>
    <w:rsid w:val="000C711B"/>
    <w:rsid w:val="000D2431"/>
    <w:rsid w:val="000E1EBC"/>
    <w:rsid w:val="000E3954"/>
    <w:rsid w:val="000E3E52"/>
    <w:rsid w:val="000F0F9F"/>
    <w:rsid w:val="000F2346"/>
    <w:rsid w:val="000F3F43"/>
    <w:rsid w:val="000F58ED"/>
    <w:rsid w:val="000F713F"/>
    <w:rsid w:val="0010650C"/>
    <w:rsid w:val="00110865"/>
    <w:rsid w:val="00113D5B"/>
    <w:rsid w:val="00113F8F"/>
    <w:rsid w:val="001173EB"/>
    <w:rsid w:val="00120D12"/>
    <w:rsid w:val="00122EBD"/>
    <w:rsid w:val="00124352"/>
    <w:rsid w:val="001349DB"/>
    <w:rsid w:val="00135AEB"/>
    <w:rsid w:val="00136E58"/>
    <w:rsid w:val="001529F4"/>
    <w:rsid w:val="00152A5B"/>
    <w:rsid w:val="001547F9"/>
    <w:rsid w:val="001607D8"/>
    <w:rsid w:val="00160D45"/>
    <w:rsid w:val="00160ECB"/>
    <w:rsid w:val="00161325"/>
    <w:rsid w:val="00166BE3"/>
    <w:rsid w:val="0017187B"/>
    <w:rsid w:val="00171979"/>
    <w:rsid w:val="00184427"/>
    <w:rsid w:val="00184C2E"/>
    <w:rsid w:val="001875B1"/>
    <w:rsid w:val="001B2A35"/>
    <w:rsid w:val="001B339A"/>
    <w:rsid w:val="001C650B"/>
    <w:rsid w:val="001C72B5"/>
    <w:rsid w:val="001D2E7A"/>
    <w:rsid w:val="001D3992"/>
    <w:rsid w:val="001D4A3E"/>
    <w:rsid w:val="001E416D"/>
    <w:rsid w:val="001E4D13"/>
    <w:rsid w:val="001F2B57"/>
    <w:rsid w:val="001F4EED"/>
    <w:rsid w:val="001F4EF8"/>
    <w:rsid w:val="001F5AB1"/>
    <w:rsid w:val="00201337"/>
    <w:rsid w:val="002022EA"/>
    <w:rsid w:val="002044E9"/>
    <w:rsid w:val="00205B17"/>
    <w:rsid w:val="00205D9B"/>
    <w:rsid w:val="002204DA"/>
    <w:rsid w:val="00222D4C"/>
    <w:rsid w:val="0022371A"/>
    <w:rsid w:val="002255EF"/>
    <w:rsid w:val="00226926"/>
    <w:rsid w:val="00237785"/>
    <w:rsid w:val="00237A3A"/>
    <w:rsid w:val="00251FB9"/>
    <w:rsid w:val="002520AD"/>
    <w:rsid w:val="00252C47"/>
    <w:rsid w:val="0025660A"/>
    <w:rsid w:val="00257DF8"/>
    <w:rsid w:val="00257E4A"/>
    <w:rsid w:val="0026038D"/>
    <w:rsid w:val="0027175D"/>
    <w:rsid w:val="00276BC5"/>
    <w:rsid w:val="0028314D"/>
    <w:rsid w:val="00285152"/>
    <w:rsid w:val="002859DC"/>
    <w:rsid w:val="00295D15"/>
    <w:rsid w:val="0029793F"/>
    <w:rsid w:val="002A1C42"/>
    <w:rsid w:val="002A3C0D"/>
    <w:rsid w:val="002A617C"/>
    <w:rsid w:val="002A71CF"/>
    <w:rsid w:val="002B3E9D"/>
    <w:rsid w:val="002C77F4"/>
    <w:rsid w:val="002D0869"/>
    <w:rsid w:val="002D31AC"/>
    <w:rsid w:val="002D3238"/>
    <w:rsid w:val="002D78FE"/>
    <w:rsid w:val="002E4993"/>
    <w:rsid w:val="002E51FC"/>
    <w:rsid w:val="002E5BAC"/>
    <w:rsid w:val="002E7635"/>
    <w:rsid w:val="002F265A"/>
    <w:rsid w:val="0030413F"/>
    <w:rsid w:val="0030534D"/>
    <w:rsid w:val="00305EFE"/>
    <w:rsid w:val="00312D52"/>
    <w:rsid w:val="00313B4B"/>
    <w:rsid w:val="00313D85"/>
    <w:rsid w:val="003156F0"/>
    <w:rsid w:val="00315CE3"/>
    <w:rsid w:val="0031629B"/>
    <w:rsid w:val="003251FE"/>
    <w:rsid w:val="003274DB"/>
    <w:rsid w:val="00327FBF"/>
    <w:rsid w:val="00330891"/>
    <w:rsid w:val="00330F50"/>
    <w:rsid w:val="00332A7B"/>
    <w:rsid w:val="003343E0"/>
    <w:rsid w:val="00335E40"/>
    <w:rsid w:val="00341389"/>
    <w:rsid w:val="0034149C"/>
    <w:rsid w:val="00344408"/>
    <w:rsid w:val="00344523"/>
    <w:rsid w:val="00345760"/>
    <w:rsid w:val="00345E37"/>
    <w:rsid w:val="00347F3E"/>
    <w:rsid w:val="003621C3"/>
    <w:rsid w:val="0036382D"/>
    <w:rsid w:val="003647D4"/>
    <w:rsid w:val="00372103"/>
    <w:rsid w:val="00380350"/>
    <w:rsid w:val="00380B4E"/>
    <w:rsid w:val="00380FB8"/>
    <w:rsid w:val="003816E4"/>
    <w:rsid w:val="00385DF2"/>
    <w:rsid w:val="0039131E"/>
    <w:rsid w:val="00396B4C"/>
    <w:rsid w:val="003A04A6"/>
    <w:rsid w:val="003A1A56"/>
    <w:rsid w:val="003A7759"/>
    <w:rsid w:val="003A7F6E"/>
    <w:rsid w:val="003B03EA"/>
    <w:rsid w:val="003C1ADA"/>
    <w:rsid w:val="003C7C34"/>
    <w:rsid w:val="003D0F37"/>
    <w:rsid w:val="003D2360"/>
    <w:rsid w:val="003D5150"/>
    <w:rsid w:val="003F1901"/>
    <w:rsid w:val="003F1C3A"/>
    <w:rsid w:val="00400122"/>
    <w:rsid w:val="00404699"/>
    <w:rsid w:val="00406051"/>
    <w:rsid w:val="0041086B"/>
    <w:rsid w:val="004124FA"/>
    <w:rsid w:val="00414698"/>
    <w:rsid w:val="0041777A"/>
    <w:rsid w:val="00422C48"/>
    <w:rsid w:val="0042565E"/>
    <w:rsid w:val="00427052"/>
    <w:rsid w:val="00432935"/>
    <w:rsid w:val="00432C05"/>
    <w:rsid w:val="00435D4E"/>
    <w:rsid w:val="00436903"/>
    <w:rsid w:val="00440379"/>
    <w:rsid w:val="00441393"/>
    <w:rsid w:val="00441E40"/>
    <w:rsid w:val="004427B7"/>
    <w:rsid w:val="00447CF0"/>
    <w:rsid w:val="00456F10"/>
    <w:rsid w:val="004704E2"/>
    <w:rsid w:val="00470E92"/>
    <w:rsid w:val="00474746"/>
    <w:rsid w:val="00476942"/>
    <w:rsid w:val="00476D38"/>
    <w:rsid w:val="00477027"/>
    <w:rsid w:val="00477D62"/>
    <w:rsid w:val="004871A2"/>
    <w:rsid w:val="00492A8D"/>
    <w:rsid w:val="004944C8"/>
    <w:rsid w:val="00497950"/>
    <w:rsid w:val="004A0EBF"/>
    <w:rsid w:val="004A2868"/>
    <w:rsid w:val="004A4AC4"/>
    <w:rsid w:val="004A4EC4"/>
    <w:rsid w:val="004A5053"/>
    <w:rsid w:val="004B494F"/>
    <w:rsid w:val="004B5A87"/>
    <w:rsid w:val="004C0D7F"/>
    <w:rsid w:val="004C0E4B"/>
    <w:rsid w:val="004D6D3F"/>
    <w:rsid w:val="004E0BBB"/>
    <w:rsid w:val="004E1D57"/>
    <w:rsid w:val="004E2F16"/>
    <w:rsid w:val="004F0D47"/>
    <w:rsid w:val="004F1812"/>
    <w:rsid w:val="004F5930"/>
    <w:rsid w:val="004F6196"/>
    <w:rsid w:val="005001F0"/>
    <w:rsid w:val="00503044"/>
    <w:rsid w:val="00510AD9"/>
    <w:rsid w:val="0051525B"/>
    <w:rsid w:val="00517E6C"/>
    <w:rsid w:val="00523666"/>
    <w:rsid w:val="00525922"/>
    <w:rsid w:val="00526234"/>
    <w:rsid w:val="0053217D"/>
    <w:rsid w:val="00532292"/>
    <w:rsid w:val="00534431"/>
    <w:rsid w:val="00534F34"/>
    <w:rsid w:val="0053692E"/>
    <w:rsid w:val="005378A6"/>
    <w:rsid w:val="00547837"/>
    <w:rsid w:val="00552DB4"/>
    <w:rsid w:val="00552EA6"/>
    <w:rsid w:val="00557337"/>
    <w:rsid w:val="00557434"/>
    <w:rsid w:val="005625CD"/>
    <w:rsid w:val="00563129"/>
    <w:rsid w:val="00573767"/>
    <w:rsid w:val="00576D38"/>
    <w:rsid w:val="00577542"/>
    <w:rsid w:val="005805D2"/>
    <w:rsid w:val="00580AAF"/>
    <w:rsid w:val="00590E33"/>
    <w:rsid w:val="00593E66"/>
    <w:rsid w:val="00595099"/>
    <w:rsid w:val="00595415"/>
    <w:rsid w:val="00595EBA"/>
    <w:rsid w:val="00597652"/>
    <w:rsid w:val="005A0703"/>
    <w:rsid w:val="005A080B"/>
    <w:rsid w:val="005A686F"/>
    <w:rsid w:val="005B12A5"/>
    <w:rsid w:val="005B2678"/>
    <w:rsid w:val="005B63D0"/>
    <w:rsid w:val="005B74CE"/>
    <w:rsid w:val="005C161A"/>
    <w:rsid w:val="005C1BCB"/>
    <w:rsid w:val="005C2312"/>
    <w:rsid w:val="005C4735"/>
    <w:rsid w:val="005C5C63"/>
    <w:rsid w:val="005C6395"/>
    <w:rsid w:val="005D03E9"/>
    <w:rsid w:val="005D304B"/>
    <w:rsid w:val="005D3AF4"/>
    <w:rsid w:val="005D3B7F"/>
    <w:rsid w:val="005D477A"/>
    <w:rsid w:val="005D5D3D"/>
    <w:rsid w:val="005D6E5D"/>
    <w:rsid w:val="005E22EC"/>
    <w:rsid w:val="005E3989"/>
    <w:rsid w:val="005E4659"/>
    <w:rsid w:val="005E657A"/>
    <w:rsid w:val="005E6B4B"/>
    <w:rsid w:val="005F1386"/>
    <w:rsid w:val="005F17C2"/>
    <w:rsid w:val="00600C2B"/>
    <w:rsid w:val="00601C30"/>
    <w:rsid w:val="0060282A"/>
    <w:rsid w:val="00606011"/>
    <w:rsid w:val="006127AC"/>
    <w:rsid w:val="006218E8"/>
    <w:rsid w:val="00624E02"/>
    <w:rsid w:val="00634A78"/>
    <w:rsid w:val="006406D1"/>
    <w:rsid w:val="00642025"/>
    <w:rsid w:val="006439AB"/>
    <w:rsid w:val="006450AB"/>
    <w:rsid w:val="006468EE"/>
    <w:rsid w:val="00646E87"/>
    <w:rsid w:val="0065107F"/>
    <w:rsid w:val="00651553"/>
    <w:rsid w:val="00661445"/>
    <w:rsid w:val="00661946"/>
    <w:rsid w:val="00662990"/>
    <w:rsid w:val="00662D84"/>
    <w:rsid w:val="00666061"/>
    <w:rsid w:val="00667424"/>
    <w:rsid w:val="00667792"/>
    <w:rsid w:val="006701BD"/>
    <w:rsid w:val="0067154B"/>
    <w:rsid w:val="00671677"/>
    <w:rsid w:val="006744D8"/>
    <w:rsid w:val="006750F2"/>
    <w:rsid w:val="006752D6"/>
    <w:rsid w:val="00675E02"/>
    <w:rsid w:val="006802D8"/>
    <w:rsid w:val="00680D32"/>
    <w:rsid w:val="0068553C"/>
    <w:rsid w:val="00685F34"/>
    <w:rsid w:val="00693880"/>
    <w:rsid w:val="00693D40"/>
    <w:rsid w:val="006944A1"/>
    <w:rsid w:val="00695656"/>
    <w:rsid w:val="006970EC"/>
    <w:rsid w:val="006975A8"/>
    <w:rsid w:val="006A1012"/>
    <w:rsid w:val="006A70F4"/>
    <w:rsid w:val="006B29C7"/>
    <w:rsid w:val="006B3B0C"/>
    <w:rsid w:val="006C1376"/>
    <w:rsid w:val="006C251E"/>
    <w:rsid w:val="006C48F9"/>
    <w:rsid w:val="006E0E7D"/>
    <w:rsid w:val="006E10BF"/>
    <w:rsid w:val="006E4338"/>
    <w:rsid w:val="006E5940"/>
    <w:rsid w:val="006F1C14"/>
    <w:rsid w:val="006F6A16"/>
    <w:rsid w:val="006F7952"/>
    <w:rsid w:val="00703A6A"/>
    <w:rsid w:val="00722236"/>
    <w:rsid w:val="00723115"/>
    <w:rsid w:val="007239F9"/>
    <w:rsid w:val="00725CCA"/>
    <w:rsid w:val="00727282"/>
    <w:rsid w:val="0072729F"/>
    <w:rsid w:val="0072737A"/>
    <w:rsid w:val="007311E7"/>
    <w:rsid w:val="00731DEE"/>
    <w:rsid w:val="00734BC6"/>
    <w:rsid w:val="007427B2"/>
    <w:rsid w:val="00747271"/>
    <w:rsid w:val="00747D6D"/>
    <w:rsid w:val="00752656"/>
    <w:rsid w:val="007526C1"/>
    <w:rsid w:val="007541D3"/>
    <w:rsid w:val="00755298"/>
    <w:rsid w:val="00756ACD"/>
    <w:rsid w:val="007577D7"/>
    <w:rsid w:val="00761839"/>
    <w:rsid w:val="00763CFE"/>
    <w:rsid w:val="00764D70"/>
    <w:rsid w:val="0076781A"/>
    <w:rsid w:val="007715E8"/>
    <w:rsid w:val="00776004"/>
    <w:rsid w:val="00777EF3"/>
    <w:rsid w:val="00780813"/>
    <w:rsid w:val="0078486B"/>
    <w:rsid w:val="00785A39"/>
    <w:rsid w:val="007861D5"/>
    <w:rsid w:val="00787D8A"/>
    <w:rsid w:val="00790277"/>
    <w:rsid w:val="00790C5D"/>
    <w:rsid w:val="00790F64"/>
    <w:rsid w:val="00791EBC"/>
    <w:rsid w:val="00793577"/>
    <w:rsid w:val="00794A15"/>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E3859"/>
    <w:rsid w:val="007F5817"/>
    <w:rsid w:val="007F6929"/>
    <w:rsid w:val="007F7544"/>
    <w:rsid w:val="00800995"/>
    <w:rsid w:val="00800ACA"/>
    <w:rsid w:val="00810C15"/>
    <w:rsid w:val="00812EAA"/>
    <w:rsid w:val="00816F79"/>
    <w:rsid w:val="008172F8"/>
    <w:rsid w:val="0082189D"/>
    <w:rsid w:val="0082599E"/>
    <w:rsid w:val="00831796"/>
    <w:rsid w:val="008326B2"/>
    <w:rsid w:val="00834A1B"/>
    <w:rsid w:val="00836BE7"/>
    <w:rsid w:val="00837DBD"/>
    <w:rsid w:val="00846831"/>
    <w:rsid w:val="00851F87"/>
    <w:rsid w:val="008600D2"/>
    <w:rsid w:val="00863EB7"/>
    <w:rsid w:val="00865532"/>
    <w:rsid w:val="00867686"/>
    <w:rsid w:val="00870B9F"/>
    <w:rsid w:val="008737D3"/>
    <w:rsid w:val="008747E0"/>
    <w:rsid w:val="00876841"/>
    <w:rsid w:val="00882B3C"/>
    <w:rsid w:val="0088783D"/>
    <w:rsid w:val="0089476E"/>
    <w:rsid w:val="00895FE0"/>
    <w:rsid w:val="008971EB"/>
    <w:rsid w:val="008972C3"/>
    <w:rsid w:val="008A185B"/>
    <w:rsid w:val="008A28D9"/>
    <w:rsid w:val="008A30BA"/>
    <w:rsid w:val="008B106A"/>
    <w:rsid w:val="008B13C8"/>
    <w:rsid w:val="008B1457"/>
    <w:rsid w:val="008B469D"/>
    <w:rsid w:val="008C33B5"/>
    <w:rsid w:val="008C3A72"/>
    <w:rsid w:val="008C53FC"/>
    <w:rsid w:val="008C6969"/>
    <w:rsid w:val="008D29F3"/>
    <w:rsid w:val="008D3883"/>
    <w:rsid w:val="008D5850"/>
    <w:rsid w:val="008E0B31"/>
    <w:rsid w:val="008E1F69"/>
    <w:rsid w:val="008E578D"/>
    <w:rsid w:val="008E76B1"/>
    <w:rsid w:val="008F38BB"/>
    <w:rsid w:val="008F57D8"/>
    <w:rsid w:val="00902834"/>
    <w:rsid w:val="00906A56"/>
    <w:rsid w:val="009072B7"/>
    <w:rsid w:val="00910058"/>
    <w:rsid w:val="009113F9"/>
    <w:rsid w:val="009115DD"/>
    <w:rsid w:val="00914330"/>
    <w:rsid w:val="00914E26"/>
    <w:rsid w:val="0091590F"/>
    <w:rsid w:val="0092175B"/>
    <w:rsid w:val="00921ACD"/>
    <w:rsid w:val="00923B4D"/>
    <w:rsid w:val="0092540C"/>
    <w:rsid w:val="00925E0F"/>
    <w:rsid w:val="00931A57"/>
    <w:rsid w:val="00932F0E"/>
    <w:rsid w:val="00934294"/>
    <w:rsid w:val="0093492E"/>
    <w:rsid w:val="00934CE0"/>
    <w:rsid w:val="009414E6"/>
    <w:rsid w:val="00952D7A"/>
    <w:rsid w:val="0095450F"/>
    <w:rsid w:val="00956901"/>
    <w:rsid w:val="00957C1A"/>
    <w:rsid w:val="00962EC1"/>
    <w:rsid w:val="009702A7"/>
    <w:rsid w:val="00971591"/>
    <w:rsid w:val="0097240B"/>
    <w:rsid w:val="00974564"/>
    <w:rsid w:val="00974E99"/>
    <w:rsid w:val="0097529A"/>
    <w:rsid w:val="009764FA"/>
    <w:rsid w:val="00980192"/>
    <w:rsid w:val="00982A22"/>
    <w:rsid w:val="009842B2"/>
    <w:rsid w:val="00984CFD"/>
    <w:rsid w:val="009939D5"/>
    <w:rsid w:val="00994D97"/>
    <w:rsid w:val="009A07B7"/>
    <w:rsid w:val="009A7439"/>
    <w:rsid w:val="009B1545"/>
    <w:rsid w:val="009B32A1"/>
    <w:rsid w:val="009B3B1D"/>
    <w:rsid w:val="009B5023"/>
    <w:rsid w:val="009B543F"/>
    <w:rsid w:val="009B785E"/>
    <w:rsid w:val="009C1E2F"/>
    <w:rsid w:val="009C26F8"/>
    <w:rsid w:val="009C2A85"/>
    <w:rsid w:val="009C609E"/>
    <w:rsid w:val="009C6CA5"/>
    <w:rsid w:val="009D25B8"/>
    <w:rsid w:val="009D26AB"/>
    <w:rsid w:val="009D57AE"/>
    <w:rsid w:val="009E16EC"/>
    <w:rsid w:val="009E433C"/>
    <w:rsid w:val="009E4A4D"/>
    <w:rsid w:val="009E6578"/>
    <w:rsid w:val="009F081F"/>
    <w:rsid w:val="009F6CEA"/>
    <w:rsid w:val="009F70A1"/>
    <w:rsid w:val="00A027ED"/>
    <w:rsid w:val="00A06A3D"/>
    <w:rsid w:val="00A10EBA"/>
    <w:rsid w:val="00A13E56"/>
    <w:rsid w:val="00A14644"/>
    <w:rsid w:val="00A15E23"/>
    <w:rsid w:val="00A16968"/>
    <w:rsid w:val="00A227BF"/>
    <w:rsid w:val="00A24838"/>
    <w:rsid w:val="00A2743E"/>
    <w:rsid w:val="00A30C33"/>
    <w:rsid w:val="00A30E75"/>
    <w:rsid w:val="00A31189"/>
    <w:rsid w:val="00A31E0C"/>
    <w:rsid w:val="00A42F84"/>
    <w:rsid w:val="00A4308C"/>
    <w:rsid w:val="00A43395"/>
    <w:rsid w:val="00A44836"/>
    <w:rsid w:val="00A524B5"/>
    <w:rsid w:val="00A549B3"/>
    <w:rsid w:val="00A56184"/>
    <w:rsid w:val="00A61E17"/>
    <w:rsid w:val="00A6440A"/>
    <w:rsid w:val="00A65B90"/>
    <w:rsid w:val="00A67954"/>
    <w:rsid w:val="00A72ED7"/>
    <w:rsid w:val="00A748A1"/>
    <w:rsid w:val="00A8083F"/>
    <w:rsid w:val="00A80E60"/>
    <w:rsid w:val="00A832BA"/>
    <w:rsid w:val="00A90D86"/>
    <w:rsid w:val="00A91DBA"/>
    <w:rsid w:val="00A9304A"/>
    <w:rsid w:val="00A9394A"/>
    <w:rsid w:val="00A97900"/>
    <w:rsid w:val="00AA09B2"/>
    <w:rsid w:val="00AA1B73"/>
    <w:rsid w:val="00AA1D7A"/>
    <w:rsid w:val="00AA22DF"/>
    <w:rsid w:val="00AA3164"/>
    <w:rsid w:val="00AA3E01"/>
    <w:rsid w:val="00AA55DE"/>
    <w:rsid w:val="00AB0BFA"/>
    <w:rsid w:val="00AB4A37"/>
    <w:rsid w:val="00AB76B7"/>
    <w:rsid w:val="00AC33A2"/>
    <w:rsid w:val="00AC36BE"/>
    <w:rsid w:val="00AC5329"/>
    <w:rsid w:val="00AD38F7"/>
    <w:rsid w:val="00AD498B"/>
    <w:rsid w:val="00AE65F1"/>
    <w:rsid w:val="00AE6BB4"/>
    <w:rsid w:val="00AE74AD"/>
    <w:rsid w:val="00AF159C"/>
    <w:rsid w:val="00B01873"/>
    <w:rsid w:val="00B036AF"/>
    <w:rsid w:val="00B042A1"/>
    <w:rsid w:val="00B074AB"/>
    <w:rsid w:val="00B07717"/>
    <w:rsid w:val="00B11077"/>
    <w:rsid w:val="00B17253"/>
    <w:rsid w:val="00B17D23"/>
    <w:rsid w:val="00B2583D"/>
    <w:rsid w:val="00B27EEB"/>
    <w:rsid w:val="00B300B1"/>
    <w:rsid w:val="00B31A41"/>
    <w:rsid w:val="00B3287F"/>
    <w:rsid w:val="00B3400D"/>
    <w:rsid w:val="00B40199"/>
    <w:rsid w:val="00B408CC"/>
    <w:rsid w:val="00B502FF"/>
    <w:rsid w:val="00B528D3"/>
    <w:rsid w:val="00B56D40"/>
    <w:rsid w:val="00B643DF"/>
    <w:rsid w:val="00B65300"/>
    <w:rsid w:val="00B67422"/>
    <w:rsid w:val="00B67C48"/>
    <w:rsid w:val="00B70BD4"/>
    <w:rsid w:val="00B712CA"/>
    <w:rsid w:val="00B72E93"/>
    <w:rsid w:val="00B73463"/>
    <w:rsid w:val="00B76FD5"/>
    <w:rsid w:val="00B86A25"/>
    <w:rsid w:val="00B87EBC"/>
    <w:rsid w:val="00B90123"/>
    <w:rsid w:val="00B9016D"/>
    <w:rsid w:val="00B93835"/>
    <w:rsid w:val="00BA0F98"/>
    <w:rsid w:val="00BA1517"/>
    <w:rsid w:val="00BA4E39"/>
    <w:rsid w:val="00BA5754"/>
    <w:rsid w:val="00BA67FD"/>
    <w:rsid w:val="00BA7C48"/>
    <w:rsid w:val="00BB25F3"/>
    <w:rsid w:val="00BB2E86"/>
    <w:rsid w:val="00BC251F"/>
    <w:rsid w:val="00BC27F6"/>
    <w:rsid w:val="00BC368C"/>
    <w:rsid w:val="00BC39F4"/>
    <w:rsid w:val="00BD1587"/>
    <w:rsid w:val="00BD6A20"/>
    <w:rsid w:val="00BD7CFC"/>
    <w:rsid w:val="00BD7EE1"/>
    <w:rsid w:val="00BE1750"/>
    <w:rsid w:val="00BE1EEC"/>
    <w:rsid w:val="00BE5568"/>
    <w:rsid w:val="00BE5764"/>
    <w:rsid w:val="00BE7295"/>
    <w:rsid w:val="00BF011C"/>
    <w:rsid w:val="00BF1358"/>
    <w:rsid w:val="00C0106D"/>
    <w:rsid w:val="00C03944"/>
    <w:rsid w:val="00C06FA9"/>
    <w:rsid w:val="00C1184C"/>
    <w:rsid w:val="00C11EE5"/>
    <w:rsid w:val="00C133BE"/>
    <w:rsid w:val="00C17621"/>
    <w:rsid w:val="00C2125E"/>
    <w:rsid w:val="00C222B4"/>
    <w:rsid w:val="00C262E4"/>
    <w:rsid w:val="00C26C95"/>
    <w:rsid w:val="00C332E0"/>
    <w:rsid w:val="00C33E20"/>
    <w:rsid w:val="00C3407F"/>
    <w:rsid w:val="00C35CF6"/>
    <w:rsid w:val="00C3725B"/>
    <w:rsid w:val="00C3789E"/>
    <w:rsid w:val="00C50B19"/>
    <w:rsid w:val="00C522BE"/>
    <w:rsid w:val="00C52D6F"/>
    <w:rsid w:val="00C533EC"/>
    <w:rsid w:val="00C5470E"/>
    <w:rsid w:val="00C55EFB"/>
    <w:rsid w:val="00C56585"/>
    <w:rsid w:val="00C56B3F"/>
    <w:rsid w:val="00C575FD"/>
    <w:rsid w:val="00C61E62"/>
    <w:rsid w:val="00C6211D"/>
    <w:rsid w:val="00C65492"/>
    <w:rsid w:val="00C66618"/>
    <w:rsid w:val="00C716E5"/>
    <w:rsid w:val="00C76964"/>
    <w:rsid w:val="00C773D9"/>
    <w:rsid w:val="00C80307"/>
    <w:rsid w:val="00C80ACE"/>
    <w:rsid w:val="00C81162"/>
    <w:rsid w:val="00C83258"/>
    <w:rsid w:val="00C83666"/>
    <w:rsid w:val="00C8707D"/>
    <w:rsid w:val="00C870B5"/>
    <w:rsid w:val="00C907DF"/>
    <w:rsid w:val="00C91630"/>
    <w:rsid w:val="00C9558A"/>
    <w:rsid w:val="00C966EB"/>
    <w:rsid w:val="00CA04B1"/>
    <w:rsid w:val="00CA1624"/>
    <w:rsid w:val="00CA2DFC"/>
    <w:rsid w:val="00CA3A20"/>
    <w:rsid w:val="00CA4EC9"/>
    <w:rsid w:val="00CB03D4"/>
    <w:rsid w:val="00CB0617"/>
    <w:rsid w:val="00CB08B6"/>
    <w:rsid w:val="00CB137B"/>
    <w:rsid w:val="00CB19A1"/>
    <w:rsid w:val="00CB7460"/>
    <w:rsid w:val="00CC35EF"/>
    <w:rsid w:val="00CC5048"/>
    <w:rsid w:val="00CC6246"/>
    <w:rsid w:val="00CC7B80"/>
    <w:rsid w:val="00CD384C"/>
    <w:rsid w:val="00CE40F6"/>
    <w:rsid w:val="00CE494A"/>
    <w:rsid w:val="00CE5860"/>
    <w:rsid w:val="00CE5E46"/>
    <w:rsid w:val="00CF0DC3"/>
    <w:rsid w:val="00CF49CC"/>
    <w:rsid w:val="00CF54C2"/>
    <w:rsid w:val="00D04F0B"/>
    <w:rsid w:val="00D07384"/>
    <w:rsid w:val="00D1463A"/>
    <w:rsid w:val="00D24632"/>
    <w:rsid w:val="00D252C9"/>
    <w:rsid w:val="00D32DDF"/>
    <w:rsid w:val="00D3700C"/>
    <w:rsid w:val="00D43D43"/>
    <w:rsid w:val="00D4573B"/>
    <w:rsid w:val="00D55EF3"/>
    <w:rsid w:val="00D638E0"/>
    <w:rsid w:val="00D653B1"/>
    <w:rsid w:val="00D74AE1"/>
    <w:rsid w:val="00D74C6E"/>
    <w:rsid w:val="00D75D42"/>
    <w:rsid w:val="00D80B20"/>
    <w:rsid w:val="00D865A8"/>
    <w:rsid w:val="00D9012A"/>
    <w:rsid w:val="00D92C2D"/>
    <w:rsid w:val="00D932B6"/>
    <w:rsid w:val="00D93558"/>
    <w:rsid w:val="00D9361E"/>
    <w:rsid w:val="00D93928"/>
    <w:rsid w:val="00D944E0"/>
    <w:rsid w:val="00D94F38"/>
    <w:rsid w:val="00D9770C"/>
    <w:rsid w:val="00DA0EF0"/>
    <w:rsid w:val="00DA17CD"/>
    <w:rsid w:val="00DA6A7F"/>
    <w:rsid w:val="00DB01E3"/>
    <w:rsid w:val="00DB25B3"/>
    <w:rsid w:val="00DC0ED9"/>
    <w:rsid w:val="00DC25D6"/>
    <w:rsid w:val="00DC77D4"/>
    <w:rsid w:val="00DD041E"/>
    <w:rsid w:val="00DD60F2"/>
    <w:rsid w:val="00DE0893"/>
    <w:rsid w:val="00DE09FD"/>
    <w:rsid w:val="00DE1A02"/>
    <w:rsid w:val="00DE1D25"/>
    <w:rsid w:val="00DE2814"/>
    <w:rsid w:val="00DE2DD5"/>
    <w:rsid w:val="00DE6290"/>
    <w:rsid w:val="00DE6796"/>
    <w:rsid w:val="00DF0FF6"/>
    <w:rsid w:val="00DF41B2"/>
    <w:rsid w:val="00E01166"/>
    <w:rsid w:val="00E01272"/>
    <w:rsid w:val="00E015AE"/>
    <w:rsid w:val="00E02B46"/>
    <w:rsid w:val="00E03067"/>
    <w:rsid w:val="00E03846"/>
    <w:rsid w:val="00E04D28"/>
    <w:rsid w:val="00E069B6"/>
    <w:rsid w:val="00E14001"/>
    <w:rsid w:val="00E16EB4"/>
    <w:rsid w:val="00E20A7D"/>
    <w:rsid w:val="00E21A27"/>
    <w:rsid w:val="00E235FB"/>
    <w:rsid w:val="00E27A2F"/>
    <w:rsid w:val="00E42A94"/>
    <w:rsid w:val="00E44826"/>
    <w:rsid w:val="00E451BA"/>
    <w:rsid w:val="00E454B5"/>
    <w:rsid w:val="00E458BF"/>
    <w:rsid w:val="00E46FE4"/>
    <w:rsid w:val="00E54BFB"/>
    <w:rsid w:val="00E54CD7"/>
    <w:rsid w:val="00E56CAE"/>
    <w:rsid w:val="00E706E7"/>
    <w:rsid w:val="00E818AD"/>
    <w:rsid w:val="00E83EF5"/>
    <w:rsid w:val="00E84229"/>
    <w:rsid w:val="00E84965"/>
    <w:rsid w:val="00E90029"/>
    <w:rsid w:val="00E90E4E"/>
    <w:rsid w:val="00E9391E"/>
    <w:rsid w:val="00E94519"/>
    <w:rsid w:val="00E96BF2"/>
    <w:rsid w:val="00EA1052"/>
    <w:rsid w:val="00EA218F"/>
    <w:rsid w:val="00EA30BB"/>
    <w:rsid w:val="00EA44EB"/>
    <w:rsid w:val="00EA4F29"/>
    <w:rsid w:val="00EA5B27"/>
    <w:rsid w:val="00EA5F83"/>
    <w:rsid w:val="00EA688A"/>
    <w:rsid w:val="00EA6F9D"/>
    <w:rsid w:val="00EA72C0"/>
    <w:rsid w:val="00EB3558"/>
    <w:rsid w:val="00EB4001"/>
    <w:rsid w:val="00EB4D1E"/>
    <w:rsid w:val="00EB6F3C"/>
    <w:rsid w:val="00EC1E2C"/>
    <w:rsid w:val="00EC2B9A"/>
    <w:rsid w:val="00EC3723"/>
    <w:rsid w:val="00EC568A"/>
    <w:rsid w:val="00EC5F6E"/>
    <w:rsid w:val="00EC7C87"/>
    <w:rsid w:val="00ED030E"/>
    <w:rsid w:val="00ED2A8D"/>
    <w:rsid w:val="00ED2ACE"/>
    <w:rsid w:val="00ED4348"/>
    <w:rsid w:val="00ED4450"/>
    <w:rsid w:val="00EE1508"/>
    <w:rsid w:val="00EE54CB"/>
    <w:rsid w:val="00EE6424"/>
    <w:rsid w:val="00EF1C54"/>
    <w:rsid w:val="00EF404B"/>
    <w:rsid w:val="00F00376"/>
    <w:rsid w:val="00F00E6A"/>
    <w:rsid w:val="00F01F0C"/>
    <w:rsid w:val="00F02A5A"/>
    <w:rsid w:val="00F11368"/>
    <w:rsid w:val="00F11764"/>
    <w:rsid w:val="00F157E2"/>
    <w:rsid w:val="00F25054"/>
    <w:rsid w:val="00F259E2"/>
    <w:rsid w:val="00F26F6C"/>
    <w:rsid w:val="00F3202D"/>
    <w:rsid w:val="00F40E68"/>
    <w:rsid w:val="00F41AAF"/>
    <w:rsid w:val="00F41F0B"/>
    <w:rsid w:val="00F42E6D"/>
    <w:rsid w:val="00F50276"/>
    <w:rsid w:val="00F527AC"/>
    <w:rsid w:val="00F52B1D"/>
    <w:rsid w:val="00F5503F"/>
    <w:rsid w:val="00F61D83"/>
    <w:rsid w:val="00F65DD1"/>
    <w:rsid w:val="00F707B3"/>
    <w:rsid w:val="00F71135"/>
    <w:rsid w:val="00F741FE"/>
    <w:rsid w:val="00F74309"/>
    <w:rsid w:val="00F7793E"/>
    <w:rsid w:val="00F82C35"/>
    <w:rsid w:val="00F90461"/>
    <w:rsid w:val="00FA2504"/>
    <w:rsid w:val="00FA370D"/>
    <w:rsid w:val="00FA3D14"/>
    <w:rsid w:val="00FA66F1"/>
    <w:rsid w:val="00FA6D28"/>
    <w:rsid w:val="00FB381E"/>
    <w:rsid w:val="00FC06AF"/>
    <w:rsid w:val="00FC378B"/>
    <w:rsid w:val="00FC3977"/>
    <w:rsid w:val="00FD2566"/>
    <w:rsid w:val="00FD2F16"/>
    <w:rsid w:val="00FD6065"/>
    <w:rsid w:val="00FE052D"/>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30BA5D"/>
  <w15:docId w15:val="{AF5539CF-A9BF-481A-A9E0-2E58E22E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C1184C"/>
    <w:pPr>
      <w:spacing w:after="0" w:line="216" w:lineRule="atLeast"/>
    </w:pPr>
    <w:rPr>
      <w:sz w:val="18"/>
      <w:lang w:val="en-GB"/>
    </w:rPr>
  </w:style>
  <w:style w:type="paragraph" w:styleId="Heading1">
    <w:name w:val="heading 1"/>
    <w:next w:val="Heading1separationline"/>
    <w:link w:val="Heading1Char"/>
    <w:qFormat/>
    <w:rsid w:val="00C1184C"/>
    <w:pPr>
      <w:keepNext/>
      <w:keepLines/>
      <w:numPr>
        <w:numId w:val="3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C1184C"/>
    <w:pPr>
      <w:numPr>
        <w:ilvl w:val="1"/>
      </w:numPr>
      <w:ind w:right="709"/>
      <w:outlineLvl w:val="1"/>
    </w:pPr>
    <w:rPr>
      <w:bCs w:val="0"/>
      <w:sz w:val="24"/>
    </w:rPr>
  </w:style>
  <w:style w:type="paragraph" w:styleId="Heading3">
    <w:name w:val="heading 3"/>
    <w:basedOn w:val="Heading2"/>
    <w:next w:val="BodyText"/>
    <w:link w:val="Heading3Char"/>
    <w:qFormat/>
    <w:rsid w:val="00C1184C"/>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C1184C"/>
    <w:pPr>
      <w:numPr>
        <w:ilvl w:val="3"/>
      </w:numPr>
      <w:ind w:right="992"/>
      <w:outlineLvl w:val="3"/>
    </w:pPr>
    <w:rPr>
      <w:bCs w:val="0"/>
      <w:iCs/>
      <w:smallCaps w:val="0"/>
      <w:sz w:val="22"/>
    </w:rPr>
  </w:style>
  <w:style w:type="paragraph" w:styleId="Heading5">
    <w:name w:val="heading 5"/>
    <w:basedOn w:val="Heading4"/>
    <w:next w:val="Normal"/>
    <w:link w:val="Heading5Char"/>
    <w:qFormat/>
    <w:rsid w:val="00C1184C"/>
    <w:pPr>
      <w:numPr>
        <w:ilvl w:val="4"/>
      </w:numPr>
      <w:spacing w:before="200"/>
      <w:ind w:left="1701" w:hanging="1701"/>
      <w:outlineLvl w:val="4"/>
    </w:pPr>
    <w:rPr>
      <w:b w:val="0"/>
    </w:rPr>
  </w:style>
  <w:style w:type="paragraph" w:styleId="Heading6">
    <w:name w:val="heading 6"/>
    <w:basedOn w:val="Normal"/>
    <w:next w:val="Normal"/>
    <w:link w:val="Heading6Char"/>
    <w:rsid w:val="00C1184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1184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1184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1184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1184C"/>
    <w:pPr>
      <w:spacing w:after="0" w:line="240" w:lineRule="exact"/>
    </w:pPr>
    <w:rPr>
      <w:sz w:val="20"/>
      <w:lang w:val="en-GB"/>
    </w:rPr>
  </w:style>
  <w:style w:type="character" w:customStyle="1" w:styleId="HeaderChar">
    <w:name w:val="Header Char"/>
    <w:basedOn w:val="DefaultParagraphFont"/>
    <w:link w:val="Header"/>
    <w:rsid w:val="00C1184C"/>
    <w:rPr>
      <w:sz w:val="20"/>
      <w:lang w:val="en-GB"/>
    </w:rPr>
  </w:style>
  <w:style w:type="paragraph" w:styleId="Footer">
    <w:name w:val="footer"/>
    <w:link w:val="FooterChar"/>
    <w:rsid w:val="00C1184C"/>
    <w:pPr>
      <w:spacing w:after="0" w:line="240" w:lineRule="exact"/>
    </w:pPr>
    <w:rPr>
      <w:sz w:val="20"/>
      <w:lang w:val="en-GB"/>
    </w:rPr>
  </w:style>
  <w:style w:type="character" w:customStyle="1" w:styleId="FooterChar">
    <w:name w:val="Footer Char"/>
    <w:basedOn w:val="DefaultParagraphFont"/>
    <w:link w:val="Footer"/>
    <w:rsid w:val="00C1184C"/>
    <w:rPr>
      <w:sz w:val="20"/>
      <w:lang w:val="en-GB"/>
    </w:rPr>
  </w:style>
  <w:style w:type="paragraph" w:styleId="BalloonText">
    <w:name w:val="Balloon Text"/>
    <w:basedOn w:val="Normal"/>
    <w:link w:val="BalloonTextChar"/>
    <w:rsid w:val="00C1184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1184C"/>
    <w:rPr>
      <w:rFonts w:ascii="Tahoma" w:hAnsi="Tahoma" w:cs="Tahoma"/>
      <w:sz w:val="16"/>
      <w:szCs w:val="16"/>
      <w:lang w:val="en-GB"/>
    </w:rPr>
  </w:style>
  <w:style w:type="table" w:styleId="TableGrid">
    <w:name w:val="Table Grid"/>
    <w:basedOn w:val="TableNormal"/>
    <w:uiPriority w:val="59"/>
    <w:rsid w:val="00C118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C1184C"/>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1184C"/>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C1184C"/>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C1184C"/>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1184C"/>
    <w:pPr>
      <w:ind w:left="360" w:hanging="360"/>
      <w:contextualSpacing/>
    </w:pPr>
    <w:rPr>
      <w:sz w:val="22"/>
    </w:rPr>
  </w:style>
  <w:style w:type="character" w:customStyle="1" w:styleId="Heading4Char">
    <w:name w:val="Heading 4 Char"/>
    <w:basedOn w:val="DefaultParagraphFont"/>
    <w:link w:val="Heading4"/>
    <w:rsid w:val="00C1184C"/>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C1184C"/>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1184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1184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1184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1184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C1184C"/>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C1184C"/>
    <w:pPr>
      <w:numPr>
        <w:numId w:val="2"/>
      </w:numPr>
      <w:spacing w:after="120"/>
      <w:ind w:left="1417" w:hanging="425"/>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C1184C"/>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C1184C"/>
    <w:pPr>
      <w:spacing w:line="180" w:lineRule="exact"/>
      <w:jc w:val="right"/>
    </w:pPr>
    <w:rPr>
      <w:color w:val="00558C" w:themeColor="accent1"/>
    </w:rPr>
  </w:style>
  <w:style w:type="paragraph" w:customStyle="1" w:styleId="Editionnumber">
    <w:name w:val="Edition number"/>
    <w:basedOn w:val="Normal"/>
    <w:rsid w:val="00C1184C"/>
    <w:rPr>
      <w:b/>
      <w:color w:val="00558C" w:themeColor="accent1"/>
      <w:sz w:val="50"/>
      <w:szCs w:val="50"/>
    </w:rPr>
  </w:style>
  <w:style w:type="paragraph" w:customStyle="1" w:styleId="Editionnumber-footer">
    <w:name w:val="Edition number - footer"/>
    <w:basedOn w:val="Footer"/>
    <w:next w:val="NoSpacing"/>
    <w:rsid w:val="00C1184C"/>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C1184C"/>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C1184C"/>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C1184C"/>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C1184C"/>
    <w:rPr>
      <w:color w:val="00558C" w:themeColor="accent1"/>
      <w:u w:val="single"/>
    </w:rPr>
  </w:style>
  <w:style w:type="paragraph" w:styleId="ListNumber3">
    <w:name w:val="List Number 3"/>
    <w:basedOn w:val="Normal"/>
    <w:uiPriority w:val="99"/>
    <w:unhideWhenUsed/>
    <w:rsid w:val="00C1184C"/>
    <w:pPr>
      <w:contextualSpacing/>
    </w:pPr>
  </w:style>
  <w:style w:type="paragraph" w:styleId="TableofFigures">
    <w:name w:val="table of figures"/>
    <w:basedOn w:val="Normal"/>
    <w:next w:val="Normal"/>
    <w:uiPriority w:val="99"/>
    <w:rsid w:val="00C1184C"/>
    <w:pPr>
      <w:tabs>
        <w:tab w:val="right" w:leader="dot" w:pos="9781"/>
      </w:tabs>
      <w:spacing w:after="60"/>
      <w:ind w:left="1276" w:right="425" w:hanging="1276"/>
    </w:pPr>
    <w:rPr>
      <w:i/>
      <w:color w:val="00558C"/>
      <w:sz w:val="22"/>
    </w:rPr>
  </w:style>
  <w:style w:type="paragraph" w:customStyle="1" w:styleId="Tabletext">
    <w:name w:val="Table text"/>
    <w:basedOn w:val="Normal"/>
    <w:qFormat/>
    <w:rsid w:val="00C1184C"/>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C1184C"/>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C1184C"/>
    <w:pPr>
      <w:tabs>
        <w:tab w:val="right" w:leader="dot" w:pos="9781"/>
      </w:tabs>
      <w:spacing w:after="60"/>
      <w:ind w:left="1134" w:hanging="709"/>
    </w:pPr>
    <w:rPr>
      <w:color w:val="00558C"/>
    </w:rPr>
  </w:style>
  <w:style w:type="paragraph" w:customStyle="1" w:styleId="Listatext">
    <w:name w:val="List a text"/>
    <w:basedOn w:val="Normal"/>
    <w:qFormat/>
    <w:rsid w:val="00C1184C"/>
    <w:pPr>
      <w:spacing w:after="120"/>
      <w:ind w:left="1134"/>
    </w:pPr>
    <w:rPr>
      <w:sz w:val="22"/>
    </w:rPr>
  </w:style>
  <w:style w:type="character" w:customStyle="1" w:styleId="Bullet2Char">
    <w:name w:val="Bullet 2 Char"/>
    <w:basedOn w:val="DefaultParagraphFont"/>
    <w:link w:val="Bullet2"/>
    <w:rsid w:val="00C1184C"/>
    <w:rPr>
      <w:color w:val="000000" w:themeColor="text1"/>
      <w:lang w:val="en-GB"/>
    </w:rPr>
  </w:style>
  <w:style w:type="paragraph" w:customStyle="1" w:styleId="AppendixHead1">
    <w:name w:val="Appendix Head 1"/>
    <w:basedOn w:val="Normal"/>
    <w:next w:val="Heading1separationline"/>
    <w:qFormat/>
    <w:rsid w:val="00C1184C"/>
    <w:pPr>
      <w:numPr>
        <w:ilvl w:val="1"/>
        <w:numId w:val="14"/>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C1184C"/>
    <w:pPr>
      <w:numPr>
        <w:ilvl w:val="2"/>
      </w:numPr>
      <w:spacing w:after="120"/>
    </w:pPr>
    <w:rPr>
      <w:rFonts w:cs="Arial"/>
      <w:sz w:val="24"/>
      <w:lang w:eastAsia="en-GB"/>
    </w:rPr>
  </w:style>
  <w:style w:type="paragraph" w:customStyle="1" w:styleId="AppendixHead3">
    <w:name w:val="Appendix Head 3"/>
    <w:basedOn w:val="Normal"/>
    <w:next w:val="BodyText"/>
    <w:qFormat/>
    <w:rsid w:val="00C1184C"/>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C1184C"/>
    <w:pPr>
      <w:numPr>
        <w:ilvl w:val="4"/>
      </w:numPr>
    </w:pPr>
    <w:rPr>
      <w:smallCaps w:val="0"/>
      <w:sz w:val="22"/>
    </w:rPr>
  </w:style>
  <w:style w:type="paragraph" w:customStyle="1" w:styleId="Annex">
    <w:name w:val="Annex"/>
    <w:next w:val="BodyText"/>
    <w:link w:val="AnnexChar"/>
    <w:qFormat/>
    <w:rsid w:val="00C1184C"/>
    <w:pPr>
      <w:numPr>
        <w:numId w:val="3"/>
      </w:numPr>
      <w:spacing w:after="360"/>
    </w:pPr>
    <w:rPr>
      <w:b/>
      <w:caps/>
      <w:color w:val="00558C"/>
      <w:sz w:val="28"/>
      <w:lang w:val="en-GB"/>
    </w:rPr>
  </w:style>
  <w:style w:type="character" w:customStyle="1" w:styleId="AnnexChar">
    <w:name w:val="Annex Char"/>
    <w:basedOn w:val="DefaultParagraphFont"/>
    <w:link w:val="Annex"/>
    <w:rsid w:val="00C1184C"/>
    <w:rPr>
      <w:b/>
      <w:caps/>
      <w:color w:val="00558C"/>
      <w:sz w:val="28"/>
      <w:lang w:val="en-GB"/>
    </w:rPr>
  </w:style>
  <w:style w:type="paragraph" w:customStyle="1" w:styleId="AnnexAHead1">
    <w:name w:val="Annex A Head 1"/>
    <w:basedOn w:val="Normal"/>
    <w:next w:val="Heading1separatationline"/>
    <w:rsid w:val="00A30E75"/>
    <w:pPr>
      <w:numPr>
        <w:numId w:val="9"/>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9"/>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C1184C"/>
    <w:pPr>
      <w:spacing w:after="120"/>
      <w:jc w:val="both"/>
    </w:pPr>
    <w:rPr>
      <w:sz w:val="22"/>
    </w:rPr>
  </w:style>
  <w:style w:type="character" w:customStyle="1" w:styleId="BodyTextChar">
    <w:name w:val="Body Text Char"/>
    <w:basedOn w:val="DefaultParagraphFont"/>
    <w:link w:val="BodyText"/>
    <w:rsid w:val="00C1184C"/>
    <w:rPr>
      <w:lang w:val="en-GB"/>
    </w:rPr>
  </w:style>
  <w:style w:type="paragraph" w:customStyle="1" w:styleId="AnnexAHead3">
    <w:name w:val="Annex A Head 3"/>
    <w:basedOn w:val="Normal"/>
    <w:next w:val="BodyText"/>
    <w:rsid w:val="00A30E75"/>
    <w:pPr>
      <w:numPr>
        <w:ilvl w:val="2"/>
        <w:numId w:val="9"/>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9"/>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C1184C"/>
    <w:rPr>
      <w:noProof w:val="0"/>
      <w:sz w:val="18"/>
      <w:szCs w:val="18"/>
      <w:lang w:val="en-GB"/>
    </w:rPr>
  </w:style>
  <w:style w:type="paragraph" w:styleId="CommentText">
    <w:name w:val="annotation text"/>
    <w:basedOn w:val="Normal"/>
    <w:link w:val="CommentTextChar"/>
    <w:unhideWhenUsed/>
    <w:rsid w:val="00C1184C"/>
    <w:pPr>
      <w:spacing w:line="240" w:lineRule="auto"/>
    </w:pPr>
    <w:rPr>
      <w:sz w:val="24"/>
      <w:szCs w:val="24"/>
    </w:rPr>
  </w:style>
  <w:style w:type="character" w:customStyle="1" w:styleId="CommentTextChar">
    <w:name w:val="Comment Text Char"/>
    <w:basedOn w:val="DefaultParagraphFont"/>
    <w:link w:val="CommentText"/>
    <w:rsid w:val="00C1184C"/>
    <w:rPr>
      <w:sz w:val="24"/>
      <w:szCs w:val="24"/>
      <w:lang w:val="en-GB"/>
    </w:rPr>
  </w:style>
  <w:style w:type="paragraph" w:styleId="CommentSubject">
    <w:name w:val="annotation subject"/>
    <w:basedOn w:val="CommentText"/>
    <w:next w:val="CommentText"/>
    <w:link w:val="CommentSubjectChar"/>
    <w:unhideWhenUsed/>
    <w:rsid w:val="00C1184C"/>
    <w:rPr>
      <w:b/>
      <w:bCs/>
      <w:sz w:val="20"/>
      <w:szCs w:val="20"/>
    </w:rPr>
  </w:style>
  <w:style w:type="character" w:customStyle="1" w:styleId="CommentSubjectChar">
    <w:name w:val="Comment Subject Char"/>
    <w:basedOn w:val="CommentTextChar"/>
    <w:link w:val="CommentSubject"/>
    <w:rsid w:val="00C1184C"/>
    <w:rPr>
      <w:b/>
      <w:bCs/>
      <w:sz w:val="20"/>
      <w:szCs w:val="20"/>
      <w:lang w:val="en-GB"/>
    </w:rPr>
  </w:style>
  <w:style w:type="paragraph" w:styleId="BodyTextIndent3">
    <w:name w:val="Body Text Indent 3"/>
    <w:basedOn w:val="Normal"/>
    <w:link w:val="BodyTextIndent3Char"/>
    <w:semiHidden/>
    <w:unhideWhenUsed/>
    <w:rsid w:val="00C1184C"/>
    <w:pPr>
      <w:spacing w:after="120"/>
      <w:ind w:left="360"/>
    </w:pPr>
    <w:rPr>
      <w:sz w:val="16"/>
      <w:szCs w:val="16"/>
    </w:rPr>
  </w:style>
  <w:style w:type="character" w:customStyle="1" w:styleId="BodyTextIndent3Char">
    <w:name w:val="Body Text Indent 3 Char"/>
    <w:basedOn w:val="DefaultParagraphFont"/>
    <w:link w:val="BodyTextIndent3"/>
    <w:semiHidden/>
    <w:rsid w:val="00C1184C"/>
    <w:rPr>
      <w:sz w:val="16"/>
      <w:szCs w:val="16"/>
      <w:lang w:val="en-GB"/>
    </w:rPr>
  </w:style>
  <w:style w:type="paragraph" w:customStyle="1" w:styleId="InsetList">
    <w:name w:val="Inset List"/>
    <w:basedOn w:val="Normal"/>
    <w:qFormat/>
    <w:rsid w:val="00C1184C"/>
    <w:pPr>
      <w:numPr>
        <w:numId w:val="7"/>
      </w:numPr>
      <w:spacing w:after="120"/>
      <w:jc w:val="both"/>
    </w:pPr>
    <w:rPr>
      <w:sz w:val="22"/>
    </w:rPr>
  </w:style>
  <w:style w:type="paragraph" w:customStyle="1" w:styleId="ListofFigures">
    <w:name w:val="List of Figures"/>
    <w:basedOn w:val="Normal"/>
    <w:next w:val="Normal"/>
    <w:rsid w:val="00C1184C"/>
    <w:pPr>
      <w:spacing w:after="240" w:line="480" w:lineRule="atLeast"/>
    </w:pPr>
    <w:rPr>
      <w:b/>
      <w:color w:val="009FE3" w:themeColor="accent2"/>
      <w:sz w:val="40"/>
      <w:szCs w:val="40"/>
    </w:rPr>
  </w:style>
  <w:style w:type="paragraph" w:customStyle="1" w:styleId="Reference">
    <w:name w:val="Reference"/>
    <w:basedOn w:val="Normal"/>
    <w:qFormat/>
    <w:rsid w:val="00C1184C"/>
    <w:pPr>
      <w:numPr>
        <w:numId w:val="13"/>
      </w:numPr>
      <w:spacing w:before="120" w:after="60" w:line="240" w:lineRule="auto"/>
      <w:jc w:val="both"/>
    </w:pPr>
    <w:rPr>
      <w:rFonts w:eastAsia="Times New Roman" w:cs="Times New Roman"/>
      <w:sz w:val="22"/>
      <w:szCs w:val="20"/>
    </w:rPr>
  </w:style>
  <w:style w:type="paragraph" w:customStyle="1" w:styleId="Tablecaption">
    <w:name w:val="Table caption"/>
    <w:basedOn w:val="Caption"/>
    <w:next w:val="BodyText"/>
    <w:qFormat/>
    <w:rsid w:val="00C1184C"/>
    <w:pPr>
      <w:numPr>
        <w:numId w:val="28"/>
      </w:numPr>
      <w:tabs>
        <w:tab w:val="left" w:pos="851"/>
      </w:tabs>
      <w:spacing w:before="240" w:after="240"/>
      <w:jc w:val="center"/>
    </w:pPr>
    <w:rPr>
      <w:b w:val="0"/>
      <w:u w:val="none"/>
    </w:rPr>
  </w:style>
  <w:style w:type="paragraph" w:styleId="ListNumber">
    <w:name w:val="List Number"/>
    <w:basedOn w:val="Normal"/>
    <w:semiHidden/>
    <w:rsid w:val="00C1184C"/>
    <w:pPr>
      <w:numPr>
        <w:numId w:val="11"/>
      </w:numPr>
      <w:contextualSpacing/>
    </w:pPr>
  </w:style>
  <w:style w:type="paragraph" w:styleId="TOC4">
    <w:name w:val="toc 4"/>
    <w:basedOn w:val="Normal"/>
    <w:next w:val="Normal"/>
    <w:autoRedefine/>
    <w:uiPriority w:val="39"/>
    <w:unhideWhenUsed/>
    <w:rsid w:val="00C1184C"/>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C1184C"/>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C1184C"/>
    <w:rPr>
      <w:sz w:val="18"/>
      <w:szCs w:val="24"/>
      <w:vertAlign w:val="superscript"/>
      <w:lang w:val="en-GB"/>
    </w:rPr>
  </w:style>
  <w:style w:type="character" w:styleId="FootnoteReference">
    <w:name w:val="footnote reference"/>
    <w:uiPriority w:val="99"/>
    <w:rsid w:val="00C1184C"/>
    <w:rPr>
      <w:rFonts w:asciiTheme="minorHAnsi" w:hAnsiTheme="minorHAnsi"/>
      <w:sz w:val="20"/>
      <w:vertAlign w:val="superscript"/>
    </w:rPr>
  </w:style>
  <w:style w:type="character" w:styleId="PageNumber">
    <w:name w:val="page number"/>
    <w:rsid w:val="00C1184C"/>
    <w:rPr>
      <w:rFonts w:asciiTheme="minorHAnsi" w:hAnsiTheme="minorHAnsi"/>
      <w:sz w:val="15"/>
    </w:rPr>
  </w:style>
  <w:style w:type="paragraph" w:customStyle="1" w:styleId="Footereditionno">
    <w:name w:val="Footer edition no."/>
    <w:basedOn w:val="Normal"/>
    <w:rsid w:val="00C1184C"/>
    <w:pPr>
      <w:tabs>
        <w:tab w:val="right" w:pos="10206"/>
      </w:tabs>
    </w:pPr>
    <w:rPr>
      <w:b/>
      <w:color w:val="00558C"/>
      <w:sz w:val="15"/>
    </w:rPr>
  </w:style>
  <w:style w:type="paragraph" w:customStyle="1" w:styleId="Lista">
    <w:name w:val="List a"/>
    <w:basedOn w:val="Normal"/>
    <w:qFormat/>
    <w:rsid w:val="00C1184C"/>
    <w:pPr>
      <w:numPr>
        <w:ilvl w:val="1"/>
        <w:numId w:val="4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C1184C"/>
    <w:pPr>
      <w:numPr>
        <w:numId w:val="6"/>
      </w:numPr>
    </w:pPr>
  </w:style>
  <w:style w:type="paragraph" w:styleId="TOC5">
    <w:name w:val="toc 5"/>
    <w:basedOn w:val="Normal"/>
    <w:next w:val="Normal"/>
    <w:autoRedefine/>
    <w:uiPriority w:val="39"/>
    <w:rsid w:val="00C1184C"/>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1184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1184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1184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1184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C1184C"/>
    <w:pPr>
      <w:numPr>
        <w:ilvl w:val="2"/>
        <w:numId w:val="42"/>
      </w:numPr>
      <w:ind w:left="1701" w:hanging="425"/>
    </w:pPr>
  </w:style>
  <w:style w:type="paragraph" w:customStyle="1" w:styleId="Listitext">
    <w:name w:val="List i text"/>
    <w:basedOn w:val="Normal"/>
    <w:qFormat/>
    <w:rsid w:val="00C1184C"/>
    <w:pPr>
      <w:ind w:left="2268" w:hanging="567"/>
    </w:pPr>
    <w:rPr>
      <w:sz w:val="20"/>
    </w:rPr>
  </w:style>
  <w:style w:type="paragraph" w:customStyle="1" w:styleId="Bullet1text">
    <w:name w:val="Bullet 1 text"/>
    <w:basedOn w:val="Normal"/>
    <w:qFormat/>
    <w:rsid w:val="00C1184C"/>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C1184C"/>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C1184C"/>
    <w:pPr>
      <w:numPr>
        <w:numId w:val="12"/>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C1184C"/>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C1184C"/>
    <w:pPr>
      <w:numPr>
        <w:numId w:val="2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C1184C"/>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C1184C"/>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C1184C"/>
    <w:rPr>
      <w:rFonts w:ascii="Tahoma" w:eastAsia="Times New Roman" w:hAnsi="Tahoma" w:cs="Times New Roman"/>
      <w:sz w:val="20"/>
      <w:szCs w:val="24"/>
      <w:shd w:val="clear" w:color="auto" w:fill="000080"/>
      <w:lang w:val="de-DE" w:eastAsia="de-DE"/>
    </w:rPr>
  </w:style>
  <w:style w:type="character" w:styleId="FollowedHyperlink">
    <w:name w:val="FollowedHyperlink"/>
    <w:rsid w:val="00C1184C"/>
    <w:rPr>
      <w:color w:val="800080"/>
      <w:u w:val="single"/>
    </w:rPr>
  </w:style>
  <w:style w:type="paragraph" w:styleId="NormalWeb">
    <w:name w:val="Normal (Web)"/>
    <w:basedOn w:val="Normal"/>
    <w:uiPriority w:val="99"/>
    <w:rsid w:val="00C1184C"/>
    <w:pPr>
      <w:spacing w:line="240" w:lineRule="auto"/>
    </w:pPr>
    <w:rPr>
      <w:rFonts w:ascii="Arial" w:eastAsia="Times New Roman" w:hAnsi="Arial" w:cs="Times New Roman"/>
      <w:sz w:val="22"/>
      <w:szCs w:val="24"/>
    </w:rPr>
  </w:style>
  <w:style w:type="character" w:styleId="Emphasis">
    <w:name w:val="Emphasis"/>
    <w:rsid w:val="00C1184C"/>
    <w:rPr>
      <w:i/>
      <w:iCs/>
    </w:rPr>
  </w:style>
  <w:style w:type="character" w:styleId="HTMLCite">
    <w:name w:val="HTML Cite"/>
    <w:rsid w:val="00C1184C"/>
    <w:rPr>
      <w:i/>
      <w:iCs/>
    </w:rPr>
  </w:style>
  <w:style w:type="paragraph" w:customStyle="1" w:styleId="Equation">
    <w:name w:val="Equation"/>
    <w:basedOn w:val="BodyText"/>
    <w:next w:val="BodyText"/>
    <w:link w:val="EquationChar"/>
    <w:qFormat/>
    <w:rsid w:val="00C1184C"/>
    <w:pPr>
      <w:numPr>
        <w:numId w:val="40"/>
      </w:numPr>
      <w:spacing w:before="60"/>
      <w:jc w:val="right"/>
    </w:pPr>
  </w:style>
  <w:style w:type="paragraph" w:customStyle="1" w:styleId="Default">
    <w:name w:val="Default"/>
    <w:rsid w:val="00C1184C"/>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C1184C"/>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C1184C"/>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C1184C"/>
    <w:pPr>
      <w:numPr>
        <w:numId w:val="5"/>
      </w:numPr>
      <w:spacing w:before="120"/>
      <w:contextualSpacing/>
    </w:pPr>
    <w:rPr>
      <w:sz w:val="20"/>
    </w:rPr>
  </w:style>
  <w:style w:type="paragraph" w:customStyle="1" w:styleId="Textedesaisie">
    <w:name w:val="Texte de saisie"/>
    <w:basedOn w:val="Normal"/>
    <w:link w:val="TextedesaisieCar"/>
    <w:rsid w:val="00C1184C"/>
    <w:rPr>
      <w:color w:val="000000" w:themeColor="text1"/>
      <w:sz w:val="22"/>
    </w:rPr>
  </w:style>
  <w:style w:type="character" w:customStyle="1" w:styleId="TextedesaisieCar">
    <w:name w:val="Texte de saisie Car"/>
    <w:basedOn w:val="DefaultParagraphFont"/>
    <w:link w:val="Textedesaisie"/>
    <w:rsid w:val="00C1184C"/>
    <w:rPr>
      <w:color w:val="000000" w:themeColor="text1"/>
      <w:lang w:val="en-GB"/>
    </w:rPr>
  </w:style>
  <w:style w:type="paragraph" w:customStyle="1" w:styleId="Tablebullet">
    <w:name w:val="Table bullet"/>
    <w:basedOn w:val="Tabletext"/>
    <w:next w:val="Tabletext"/>
    <w:qFormat/>
    <w:rsid w:val="004F1812"/>
    <w:pPr>
      <w:numPr>
        <w:numId w:val="30"/>
      </w:numPr>
    </w:pPr>
  </w:style>
  <w:style w:type="paragraph" w:customStyle="1" w:styleId="Figurecaption">
    <w:name w:val="Figure caption"/>
    <w:basedOn w:val="Caption"/>
    <w:next w:val="BodyText"/>
    <w:qFormat/>
    <w:rsid w:val="00C1184C"/>
    <w:pPr>
      <w:numPr>
        <w:numId w:val="8"/>
      </w:numPr>
      <w:spacing w:before="240" w:after="240"/>
      <w:jc w:val="center"/>
    </w:pPr>
    <w:rPr>
      <w:b w:val="0"/>
      <w:u w:val="none"/>
    </w:rPr>
  </w:style>
  <w:style w:type="paragraph" w:customStyle="1" w:styleId="AnnexBHead1">
    <w:name w:val="Annex B Head 1"/>
    <w:basedOn w:val="Normal"/>
    <w:next w:val="Heading1separatationline"/>
    <w:rsid w:val="00C03944"/>
    <w:pPr>
      <w:numPr>
        <w:numId w:val="10"/>
      </w:numPr>
    </w:pPr>
    <w:rPr>
      <w:b/>
      <w:caps/>
      <w:color w:val="407EC9"/>
      <w:sz w:val="28"/>
    </w:rPr>
  </w:style>
  <w:style w:type="paragraph" w:styleId="NoSpacing">
    <w:name w:val="No Spacing"/>
    <w:uiPriority w:val="1"/>
    <w:rsid w:val="00C1184C"/>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C1184C"/>
    <w:pPr>
      <w:spacing w:before="60" w:after="60"/>
      <w:ind w:left="113" w:right="113"/>
      <w:jc w:val="center"/>
    </w:pPr>
    <w:rPr>
      <w:b/>
      <w:color w:val="00558C"/>
      <w:sz w:val="20"/>
      <w:lang w:val="en-US"/>
    </w:rPr>
  </w:style>
  <w:style w:type="paragraph" w:customStyle="1" w:styleId="Appendix">
    <w:name w:val="Appendix"/>
    <w:next w:val="BodyText"/>
    <w:qFormat/>
    <w:rsid w:val="00C1184C"/>
    <w:pPr>
      <w:numPr>
        <w:numId w:val="14"/>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1184C"/>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C1184C"/>
    <w:rPr>
      <w:caps/>
      <w:color w:val="00558C"/>
      <w:sz w:val="50"/>
    </w:rPr>
  </w:style>
  <w:style w:type="paragraph" w:customStyle="1" w:styleId="Documentdate">
    <w:name w:val="Document date"/>
    <w:basedOn w:val="Normal"/>
    <w:rsid w:val="00C1184C"/>
    <w:rPr>
      <w:b/>
      <w:color w:val="00558C"/>
      <w:sz w:val="28"/>
    </w:rPr>
  </w:style>
  <w:style w:type="paragraph" w:customStyle="1" w:styleId="Footerportrait">
    <w:name w:val="Footer portrait"/>
    <w:basedOn w:val="Normal"/>
    <w:rsid w:val="00C1184C"/>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C1184C"/>
    <w:pPr>
      <w:ind w:left="0" w:right="0"/>
    </w:pPr>
    <w:rPr>
      <w:b w:val="0"/>
      <w:color w:val="00558C"/>
    </w:rPr>
  </w:style>
  <w:style w:type="character" w:styleId="PlaceholderText">
    <w:name w:val="Placeholder Text"/>
    <w:basedOn w:val="DefaultParagraphFont"/>
    <w:uiPriority w:val="99"/>
    <w:semiHidden/>
    <w:rsid w:val="00C1184C"/>
    <w:rPr>
      <w:color w:val="808080"/>
    </w:rPr>
  </w:style>
  <w:style w:type="paragraph" w:customStyle="1" w:styleId="Style1">
    <w:name w:val="Style1"/>
    <w:basedOn w:val="Tableheading"/>
    <w:rsid w:val="00C1184C"/>
  </w:style>
  <w:style w:type="paragraph" w:customStyle="1" w:styleId="Style2">
    <w:name w:val="Style2"/>
    <w:basedOn w:val="TOC3"/>
    <w:autoRedefine/>
    <w:rsid w:val="00C1184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C1184C"/>
    <w:pPr>
      <w:ind w:right="14317"/>
    </w:pPr>
  </w:style>
  <w:style w:type="paragraph" w:customStyle="1" w:styleId="AnnexCHead1">
    <w:name w:val="Annex C Head 1"/>
    <w:basedOn w:val="Normal"/>
    <w:next w:val="Heading1separatationline"/>
    <w:rsid w:val="00A30E75"/>
    <w:pPr>
      <w:numPr>
        <w:numId w:val="16"/>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6"/>
      </w:numPr>
    </w:pPr>
    <w:rPr>
      <w:b/>
      <w:caps/>
      <w:color w:val="407EC9"/>
      <w:sz w:val="24"/>
    </w:rPr>
  </w:style>
  <w:style w:type="paragraph" w:customStyle="1" w:styleId="AnnexCHead3">
    <w:name w:val="Annex C Head 3"/>
    <w:basedOn w:val="Normal"/>
    <w:rsid w:val="00A30E75"/>
    <w:pPr>
      <w:numPr>
        <w:ilvl w:val="2"/>
        <w:numId w:val="16"/>
      </w:numPr>
      <w:spacing w:before="120" w:after="120"/>
    </w:pPr>
    <w:rPr>
      <w:b/>
      <w:smallCaps/>
      <w:color w:val="407EC9"/>
      <w:sz w:val="22"/>
    </w:rPr>
  </w:style>
  <w:style w:type="paragraph" w:customStyle="1" w:styleId="AnnexCHead4">
    <w:name w:val="Annex C Head 4"/>
    <w:basedOn w:val="Normal"/>
    <w:next w:val="BodyText"/>
    <w:rsid w:val="00A30E75"/>
    <w:pPr>
      <w:numPr>
        <w:ilvl w:val="3"/>
        <w:numId w:val="16"/>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5"/>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5"/>
      </w:numPr>
      <w:spacing w:before="120"/>
    </w:pPr>
    <w:rPr>
      <w:b/>
      <w:caps/>
      <w:color w:val="407EC9"/>
      <w:sz w:val="24"/>
      <w:lang w:eastAsia="de-DE"/>
    </w:rPr>
  </w:style>
  <w:style w:type="paragraph" w:customStyle="1" w:styleId="AnnexDHead3">
    <w:name w:val="Annex D Head 3"/>
    <w:basedOn w:val="BodyText"/>
    <w:rsid w:val="00A30E75"/>
    <w:pPr>
      <w:numPr>
        <w:ilvl w:val="2"/>
        <w:numId w:val="15"/>
      </w:numPr>
    </w:pPr>
    <w:rPr>
      <w:b/>
      <w:smallCaps/>
      <w:color w:val="407EC9"/>
      <w:lang w:eastAsia="de-DE"/>
    </w:rPr>
  </w:style>
  <w:style w:type="paragraph" w:customStyle="1" w:styleId="AnnexDHead4">
    <w:name w:val="Annex D Head 4"/>
    <w:basedOn w:val="Normal"/>
    <w:next w:val="BodyText"/>
    <w:rsid w:val="00A30E75"/>
    <w:pPr>
      <w:numPr>
        <w:ilvl w:val="3"/>
        <w:numId w:val="15"/>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7"/>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7"/>
      </w:numPr>
    </w:pPr>
    <w:rPr>
      <w:b/>
      <w:caps/>
      <w:color w:val="407EC9"/>
      <w:sz w:val="24"/>
    </w:rPr>
  </w:style>
  <w:style w:type="paragraph" w:customStyle="1" w:styleId="AnnexEHead3">
    <w:name w:val="Annex E Head 3"/>
    <w:basedOn w:val="Normal"/>
    <w:next w:val="BodyText"/>
    <w:rsid w:val="00A30E75"/>
    <w:pPr>
      <w:numPr>
        <w:ilvl w:val="2"/>
        <w:numId w:val="17"/>
      </w:numPr>
    </w:pPr>
    <w:rPr>
      <w:b/>
      <w:smallCaps/>
      <w:color w:val="407EC9"/>
      <w:sz w:val="22"/>
    </w:rPr>
  </w:style>
  <w:style w:type="paragraph" w:customStyle="1" w:styleId="AnnexEHead4">
    <w:name w:val="Annex E Head 4"/>
    <w:basedOn w:val="Normal"/>
    <w:next w:val="BodyText"/>
    <w:rsid w:val="00A30E75"/>
    <w:pPr>
      <w:numPr>
        <w:ilvl w:val="3"/>
        <w:numId w:val="18"/>
      </w:numPr>
    </w:pPr>
    <w:rPr>
      <w:b/>
      <w:color w:val="407EC9"/>
      <w:sz w:val="22"/>
    </w:rPr>
  </w:style>
  <w:style w:type="paragraph" w:customStyle="1" w:styleId="AnnexFHead1">
    <w:name w:val="Annex F Head 1"/>
    <w:basedOn w:val="Normal"/>
    <w:next w:val="Heading1separatationline"/>
    <w:rsid w:val="00A30E75"/>
    <w:pPr>
      <w:numPr>
        <w:numId w:val="19"/>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19"/>
      </w:numPr>
    </w:pPr>
    <w:rPr>
      <w:b/>
      <w:caps/>
      <w:color w:val="407EC9"/>
      <w:sz w:val="24"/>
    </w:rPr>
  </w:style>
  <w:style w:type="paragraph" w:customStyle="1" w:styleId="AnnexFHead3">
    <w:name w:val="Annex F Head 3"/>
    <w:basedOn w:val="Normal"/>
    <w:next w:val="BodyText"/>
    <w:rsid w:val="00A30E75"/>
    <w:pPr>
      <w:numPr>
        <w:ilvl w:val="2"/>
        <w:numId w:val="19"/>
      </w:numPr>
    </w:pPr>
    <w:rPr>
      <w:b/>
      <w:smallCaps/>
      <w:color w:val="407EC9"/>
      <w:sz w:val="22"/>
    </w:rPr>
  </w:style>
  <w:style w:type="paragraph" w:customStyle="1" w:styleId="AnnexFHead4">
    <w:name w:val="Annex F Head 4"/>
    <w:basedOn w:val="Normal"/>
    <w:next w:val="BodyText"/>
    <w:rsid w:val="00A30E75"/>
    <w:pPr>
      <w:numPr>
        <w:ilvl w:val="3"/>
        <w:numId w:val="19"/>
      </w:numPr>
    </w:pPr>
    <w:rPr>
      <w:b/>
      <w:color w:val="407EC9"/>
      <w:sz w:val="22"/>
    </w:rPr>
  </w:style>
  <w:style w:type="paragraph" w:customStyle="1" w:styleId="AnnexGHead1">
    <w:name w:val="Annex G Head 1"/>
    <w:basedOn w:val="Normal"/>
    <w:next w:val="Heading1separatationline"/>
    <w:rsid w:val="00A30E75"/>
    <w:pPr>
      <w:numPr>
        <w:numId w:val="20"/>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0"/>
      </w:numPr>
    </w:pPr>
    <w:rPr>
      <w:b/>
      <w:caps/>
      <w:color w:val="407EC9"/>
      <w:sz w:val="24"/>
    </w:rPr>
  </w:style>
  <w:style w:type="paragraph" w:customStyle="1" w:styleId="AnnexGHead3">
    <w:name w:val="Annex G Head 3"/>
    <w:basedOn w:val="Normal"/>
    <w:next w:val="BodyText"/>
    <w:rsid w:val="00A30E75"/>
    <w:pPr>
      <w:numPr>
        <w:ilvl w:val="2"/>
        <w:numId w:val="20"/>
      </w:numPr>
    </w:pPr>
    <w:rPr>
      <w:b/>
      <w:smallCaps/>
      <w:color w:val="407EC9"/>
      <w:sz w:val="22"/>
    </w:rPr>
  </w:style>
  <w:style w:type="paragraph" w:customStyle="1" w:styleId="AnnexGHead4">
    <w:name w:val="Annex G Head 4"/>
    <w:basedOn w:val="Normal"/>
    <w:next w:val="BodyText"/>
    <w:rsid w:val="00A30E75"/>
    <w:pPr>
      <w:numPr>
        <w:ilvl w:val="3"/>
        <w:numId w:val="20"/>
      </w:numPr>
    </w:pPr>
    <w:rPr>
      <w:b/>
      <w:color w:val="407EC9"/>
      <w:sz w:val="22"/>
    </w:rPr>
  </w:style>
  <w:style w:type="paragraph" w:customStyle="1" w:styleId="AnnexHHead1">
    <w:name w:val="Annex H Head 1"/>
    <w:basedOn w:val="Normal"/>
    <w:next w:val="Heading1separatationline"/>
    <w:rsid w:val="00A30E75"/>
    <w:pPr>
      <w:numPr>
        <w:numId w:val="21"/>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1"/>
      </w:numPr>
    </w:pPr>
    <w:rPr>
      <w:b/>
      <w:caps/>
      <w:color w:val="407EC9"/>
      <w:sz w:val="24"/>
    </w:rPr>
  </w:style>
  <w:style w:type="paragraph" w:customStyle="1" w:styleId="AnnexHHead3">
    <w:name w:val="Annex H Head 3"/>
    <w:basedOn w:val="Normal"/>
    <w:rsid w:val="00A30E75"/>
    <w:pPr>
      <w:numPr>
        <w:ilvl w:val="2"/>
        <w:numId w:val="21"/>
      </w:numPr>
    </w:pPr>
    <w:rPr>
      <w:b/>
      <w:smallCaps/>
      <w:color w:val="407EC9"/>
      <w:sz w:val="22"/>
    </w:rPr>
  </w:style>
  <w:style w:type="paragraph" w:customStyle="1" w:styleId="AnnexHHead4">
    <w:name w:val="Annex H Head 4"/>
    <w:basedOn w:val="Normal"/>
    <w:next w:val="BodyText"/>
    <w:rsid w:val="00A30E75"/>
    <w:pPr>
      <w:numPr>
        <w:ilvl w:val="3"/>
        <w:numId w:val="21"/>
      </w:numPr>
    </w:pPr>
    <w:rPr>
      <w:b/>
      <w:color w:val="407EC9"/>
      <w:sz w:val="22"/>
    </w:rPr>
  </w:style>
  <w:style w:type="paragraph" w:customStyle="1" w:styleId="AnnexIHead1">
    <w:name w:val="Annex I Head 1"/>
    <w:basedOn w:val="Normal"/>
    <w:next w:val="Heading1separatationline"/>
    <w:rsid w:val="00A30E75"/>
    <w:pPr>
      <w:numPr>
        <w:numId w:val="22"/>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2"/>
      </w:numPr>
    </w:pPr>
    <w:rPr>
      <w:b/>
      <w:caps/>
      <w:color w:val="407EC9"/>
      <w:sz w:val="24"/>
    </w:rPr>
  </w:style>
  <w:style w:type="paragraph" w:customStyle="1" w:styleId="AnnexIHead3">
    <w:name w:val="Annex I Head 3"/>
    <w:basedOn w:val="Normal"/>
    <w:next w:val="BodyText"/>
    <w:rsid w:val="00A30E75"/>
    <w:pPr>
      <w:numPr>
        <w:ilvl w:val="2"/>
        <w:numId w:val="22"/>
      </w:numPr>
    </w:pPr>
    <w:rPr>
      <w:b/>
      <w:smallCaps/>
      <w:color w:val="407EC9"/>
      <w:sz w:val="22"/>
    </w:rPr>
  </w:style>
  <w:style w:type="paragraph" w:customStyle="1" w:styleId="AnnexIHead4">
    <w:name w:val="Annex I Head 4"/>
    <w:basedOn w:val="Normal"/>
    <w:next w:val="BodyText"/>
    <w:rsid w:val="00A30E75"/>
    <w:pPr>
      <w:numPr>
        <w:ilvl w:val="3"/>
        <w:numId w:val="22"/>
      </w:numPr>
    </w:pPr>
    <w:rPr>
      <w:b/>
      <w:color w:val="407EC9"/>
      <w:sz w:val="22"/>
    </w:rPr>
  </w:style>
  <w:style w:type="paragraph" w:customStyle="1" w:styleId="AnnexJHead1">
    <w:name w:val="Annex J Head 1"/>
    <w:basedOn w:val="Normal"/>
    <w:next w:val="Heading1separatationline"/>
    <w:rsid w:val="00934294"/>
    <w:pPr>
      <w:numPr>
        <w:numId w:val="23"/>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3"/>
      </w:numPr>
    </w:pPr>
    <w:rPr>
      <w:b/>
      <w:caps/>
      <w:color w:val="407EC9"/>
      <w:sz w:val="24"/>
    </w:rPr>
  </w:style>
  <w:style w:type="paragraph" w:customStyle="1" w:styleId="AnnexJHead3">
    <w:name w:val="Annex J Head 3"/>
    <w:basedOn w:val="Normal"/>
    <w:next w:val="BodyText"/>
    <w:rsid w:val="00934294"/>
    <w:pPr>
      <w:numPr>
        <w:ilvl w:val="2"/>
        <w:numId w:val="23"/>
      </w:numPr>
    </w:pPr>
    <w:rPr>
      <w:b/>
      <w:smallCaps/>
      <w:color w:val="407EC9"/>
      <w:sz w:val="22"/>
    </w:rPr>
  </w:style>
  <w:style w:type="paragraph" w:customStyle="1" w:styleId="AnnexJHead4">
    <w:name w:val="Annex J Head 4"/>
    <w:basedOn w:val="Normal"/>
    <w:next w:val="BodyText"/>
    <w:rsid w:val="00934294"/>
    <w:pPr>
      <w:numPr>
        <w:ilvl w:val="3"/>
        <w:numId w:val="23"/>
      </w:numPr>
    </w:pPr>
    <w:rPr>
      <w:b/>
      <w:color w:val="407EC9"/>
      <w:sz w:val="22"/>
    </w:rPr>
  </w:style>
  <w:style w:type="paragraph" w:customStyle="1" w:styleId="AnnexKHead1">
    <w:name w:val="Annex K Head 1"/>
    <w:basedOn w:val="Normal"/>
    <w:next w:val="Heading1separatationline"/>
    <w:rsid w:val="00934294"/>
    <w:pPr>
      <w:numPr>
        <w:numId w:val="24"/>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4"/>
      </w:numPr>
    </w:pPr>
    <w:rPr>
      <w:b/>
      <w:caps/>
      <w:color w:val="407EC9"/>
      <w:sz w:val="24"/>
    </w:rPr>
  </w:style>
  <w:style w:type="paragraph" w:customStyle="1" w:styleId="AnnexKHead3">
    <w:name w:val="Annex K Head 3"/>
    <w:basedOn w:val="Normal"/>
    <w:next w:val="BodyText"/>
    <w:rsid w:val="00934294"/>
    <w:pPr>
      <w:numPr>
        <w:ilvl w:val="2"/>
        <w:numId w:val="24"/>
      </w:numPr>
    </w:pPr>
    <w:rPr>
      <w:b/>
      <w:smallCaps/>
      <w:color w:val="407EC9"/>
      <w:sz w:val="22"/>
    </w:rPr>
  </w:style>
  <w:style w:type="paragraph" w:customStyle="1" w:styleId="AnnexKHead4">
    <w:name w:val="Annex K Head 4"/>
    <w:basedOn w:val="Normal"/>
    <w:next w:val="BodyText"/>
    <w:rsid w:val="00934294"/>
    <w:pPr>
      <w:numPr>
        <w:ilvl w:val="3"/>
        <w:numId w:val="24"/>
      </w:numPr>
    </w:pPr>
    <w:rPr>
      <w:b/>
      <w:color w:val="407EC9"/>
      <w:sz w:val="22"/>
    </w:rPr>
  </w:style>
  <w:style w:type="paragraph" w:customStyle="1" w:styleId="AnnexLHead1">
    <w:name w:val="Annex L Head 1"/>
    <w:basedOn w:val="Normal"/>
    <w:next w:val="Heading1separatationline"/>
    <w:rsid w:val="00934294"/>
    <w:pPr>
      <w:numPr>
        <w:numId w:val="25"/>
      </w:numPr>
      <w:spacing w:before="240" w:after="120"/>
    </w:pPr>
    <w:rPr>
      <w:b/>
      <w:caps/>
      <w:color w:val="407EC9"/>
      <w:sz w:val="28"/>
    </w:rPr>
  </w:style>
  <w:style w:type="paragraph" w:customStyle="1" w:styleId="AnnexLHead2">
    <w:name w:val="Annex L Head 2"/>
    <w:basedOn w:val="Normal"/>
    <w:next w:val="BodyText"/>
    <w:rsid w:val="00934294"/>
    <w:pPr>
      <w:numPr>
        <w:ilvl w:val="1"/>
        <w:numId w:val="25"/>
      </w:numPr>
    </w:pPr>
    <w:rPr>
      <w:b/>
      <w:caps/>
      <w:color w:val="407EC9"/>
      <w:sz w:val="24"/>
    </w:rPr>
  </w:style>
  <w:style w:type="paragraph" w:customStyle="1" w:styleId="AnnexLHead3">
    <w:name w:val="Annex L Head 3"/>
    <w:basedOn w:val="Normal"/>
    <w:next w:val="BodyText"/>
    <w:rsid w:val="00934294"/>
    <w:pPr>
      <w:numPr>
        <w:ilvl w:val="2"/>
        <w:numId w:val="25"/>
      </w:numPr>
    </w:pPr>
    <w:rPr>
      <w:b/>
      <w:smallCaps/>
      <w:color w:val="407EC9"/>
      <w:sz w:val="22"/>
    </w:rPr>
  </w:style>
  <w:style w:type="paragraph" w:customStyle="1" w:styleId="AnnexLHead4">
    <w:name w:val="Annex L Head 4"/>
    <w:basedOn w:val="Normal"/>
    <w:next w:val="BodyText"/>
    <w:rsid w:val="00934294"/>
    <w:pPr>
      <w:numPr>
        <w:ilvl w:val="3"/>
        <w:numId w:val="25"/>
      </w:numPr>
    </w:pPr>
    <w:rPr>
      <w:b/>
      <w:color w:val="407EC9"/>
      <w:sz w:val="22"/>
    </w:rPr>
  </w:style>
  <w:style w:type="paragraph" w:customStyle="1" w:styleId="AnnexMHead1">
    <w:name w:val="Annex M Head 1"/>
    <w:basedOn w:val="Normal"/>
    <w:next w:val="Heading1separatationline"/>
    <w:rsid w:val="00934294"/>
    <w:pPr>
      <w:numPr>
        <w:numId w:val="26"/>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6"/>
      </w:numPr>
    </w:pPr>
    <w:rPr>
      <w:b/>
      <w:caps/>
      <w:color w:val="407EC9"/>
      <w:sz w:val="24"/>
    </w:rPr>
  </w:style>
  <w:style w:type="paragraph" w:customStyle="1" w:styleId="AnnexMHead3">
    <w:name w:val="Annex M Head 3"/>
    <w:basedOn w:val="Normal"/>
    <w:next w:val="BodyText"/>
    <w:rsid w:val="00934294"/>
    <w:pPr>
      <w:numPr>
        <w:ilvl w:val="2"/>
        <w:numId w:val="26"/>
      </w:numPr>
    </w:pPr>
    <w:rPr>
      <w:b/>
      <w:smallCaps/>
      <w:color w:val="407EC9"/>
      <w:sz w:val="22"/>
    </w:rPr>
  </w:style>
  <w:style w:type="paragraph" w:customStyle="1" w:styleId="AnnexMHead4">
    <w:name w:val="Annex M Head 4"/>
    <w:basedOn w:val="Normal"/>
    <w:next w:val="BodyText"/>
    <w:rsid w:val="00934294"/>
    <w:pPr>
      <w:numPr>
        <w:ilvl w:val="3"/>
        <w:numId w:val="26"/>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27"/>
      </w:numPr>
      <w:tabs>
        <w:tab w:val="clear" w:pos="0"/>
      </w:tabs>
      <w:spacing w:after="60"/>
      <w:jc w:val="left"/>
    </w:pPr>
    <w:rPr>
      <w:sz w:val="18"/>
      <w:szCs w:val="18"/>
    </w:rPr>
  </w:style>
  <w:style w:type="paragraph" w:customStyle="1" w:styleId="Tablelista">
    <w:name w:val="Table list a"/>
    <w:basedOn w:val="Lista"/>
    <w:rsid w:val="00790C5D"/>
    <w:pPr>
      <w:ind w:left="0" w:firstLine="0"/>
    </w:pPr>
    <w:rPr>
      <w:sz w:val="18"/>
      <w:szCs w:val="18"/>
      <w:lang w:val="fr-FR"/>
    </w:rPr>
  </w:style>
  <w:style w:type="paragraph" w:customStyle="1" w:styleId="Tablelisti">
    <w:name w:val="Table list i"/>
    <w:basedOn w:val="Listi"/>
    <w:rsid w:val="00790C5D"/>
    <w:pPr>
      <w:spacing w:after="60"/>
      <w:ind w:left="1320"/>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styleId="ListNumber4">
    <w:name w:val="List Number 4"/>
    <w:basedOn w:val="Normal"/>
    <w:uiPriority w:val="99"/>
    <w:semiHidden/>
    <w:unhideWhenUsed/>
    <w:rsid w:val="006C251E"/>
    <w:pPr>
      <w:tabs>
        <w:tab w:val="num" w:pos="1209"/>
      </w:tabs>
      <w:ind w:left="1209" w:hanging="360"/>
      <w:contextualSpacing/>
    </w:pPr>
  </w:style>
  <w:style w:type="paragraph" w:styleId="Revision">
    <w:name w:val="Revision"/>
    <w:hidden/>
    <w:uiPriority w:val="99"/>
    <w:semiHidden/>
    <w:rsid w:val="00C1184C"/>
    <w:pPr>
      <w:spacing w:after="0" w:line="240" w:lineRule="auto"/>
    </w:pPr>
    <w:rPr>
      <w:sz w:val="18"/>
      <w:lang w:val="en-GB"/>
    </w:rPr>
  </w:style>
  <w:style w:type="paragraph" w:customStyle="1" w:styleId="Figuretitle">
    <w:name w:val="Figure title"/>
    <w:basedOn w:val="Normal"/>
    <w:next w:val="Normal"/>
    <w:qFormat/>
    <w:rsid w:val="00D9770C"/>
    <w:pPr>
      <w:suppressAutoHyphens/>
      <w:spacing w:before="220" w:after="220" w:line="230" w:lineRule="atLeast"/>
      <w:jc w:val="center"/>
    </w:pPr>
    <w:rPr>
      <w:rFonts w:ascii="Cambria" w:eastAsia="MS Mincho" w:hAnsi="Cambria" w:cs="Cambria"/>
      <w:b/>
      <w:sz w:val="22"/>
      <w:szCs w:val="20"/>
      <w:lang w:eastAsia="fr-FR"/>
    </w:rPr>
  </w:style>
  <w:style w:type="character" w:styleId="UnresolvedMention">
    <w:name w:val="Unresolved Mention"/>
    <w:basedOn w:val="DefaultParagraphFont"/>
    <w:uiPriority w:val="99"/>
    <w:rsid w:val="00810C15"/>
    <w:rPr>
      <w:color w:val="605E5C"/>
      <w:shd w:val="clear" w:color="auto" w:fill="E1DFDD"/>
    </w:rPr>
  </w:style>
  <w:style w:type="paragraph" w:customStyle="1" w:styleId="AnnexTablecaption">
    <w:name w:val="Annex Table caption"/>
    <w:basedOn w:val="BodyText"/>
    <w:qFormat/>
    <w:rsid w:val="00C1184C"/>
    <w:pPr>
      <w:numPr>
        <w:numId w:val="44"/>
      </w:numPr>
      <w:jc w:val="center"/>
    </w:pPr>
    <w:rPr>
      <w:i/>
      <w:color w:val="00558C"/>
      <w:lang w:eastAsia="en-GB"/>
    </w:rPr>
  </w:style>
  <w:style w:type="paragraph" w:customStyle="1" w:styleId="Documentrevisiontabletitle">
    <w:name w:val="Document revision table title"/>
    <w:basedOn w:val="Normal"/>
    <w:rsid w:val="00C1184C"/>
    <w:pPr>
      <w:spacing w:before="60" w:after="60"/>
      <w:ind w:left="113" w:right="113"/>
    </w:pPr>
    <w:rPr>
      <w:b/>
      <w:color w:val="00558C"/>
      <w:sz w:val="20"/>
    </w:rPr>
  </w:style>
  <w:style w:type="paragraph" w:styleId="Caption">
    <w:name w:val="caption"/>
    <w:basedOn w:val="Normal"/>
    <w:next w:val="Normal"/>
    <w:uiPriority w:val="35"/>
    <w:rsid w:val="00C1184C"/>
    <w:rPr>
      <w:b/>
      <w:bCs/>
      <w:i/>
      <w:color w:val="575756"/>
      <w:sz w:val="22"/>
      <w:u w:val="single"/>
    </w:rPr>
  </w:style>
  <w:style w:type="paragraph" w:customStyle="1" w:styleId="Heading1separationline">
    <w:name w:val="Heading 1 separation line"/>
    <w:basedOn w:val="Normal"/>
    <w:next w:val="BodyText"/>
    <w:rsid w:val="00C1184C"/>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C1184C"/>
    <w:rPr>
      <w:b/>
      <w:color w:val="00558C"/>
    </w:rPr>
  </w:style>
  <w:style w:type="paragraph" w:customStyle="1" w:styleId="AppendixHead5">
    <w:name w:val="Appendix Head 5"/>
    <w:basedOn w:val="AppendixHead4"/>
    <w:next w:val="BodyText"/>
    <w:qFormat/>
    <w:rsid w:val="00C1184C"/>
    <w:pPr>
      <w:ind w:left="1701" w:hanging="1701"/>
    </w:pPr>
    <w:rPr>
      <w:b w:val="0"/>
    </w:rPr>
  </w:style>
  <w:style w:type="paragraph" w:customStyle="1" w:styleId="AnnexHead2">
    <w:name w:val="Annex Head 2"/>
    <w:basedOn w:val="Annex"/>
    <w:next w:val="Heading1separationline"/>
    <w:qFormat/>
    <w:rsid w:val="00C1184C"/>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C1184C"/>
    <w:pPr>
      <w:numPr>
        <w:ilvl w:val="2"/>
      </w:numPr>
    </w:pPr>
    <w:rPr>
      <w:caps w:val="0"/>
      <w:smallCaps/>
    </w:rPr>
  </w:style>
  <w:style w:type="paragraph" w:customStyle="1" w:styleId="AnnexHead4">
    <w:name w:val="Annex Head 4"/>
    <w:basedOn w:val="AnnexHead3"/>
    <w:next w:val="BodyText"/>
    <w:qFormat/>
    <w:rsid w:val="00C1184C"/>
    <w:pPr>
      <w:numPr>
        <w:ilvl w:val="3"/>
      </w:numPr>
    </w:pPr>
    <w:rPr>
      <w:smallCaps w:val="0"/>
      <w:sz w:val="22"/>
    </w:rPr>
  </w:style>
  <w:style w:type="paragraph" w:customStyle="1" w:styleId="AnnexHead5">
    <w:name w:val="Annex Head 5"/>
    <w:basedOn w:val="Normal"/>
    <w:next w:val="BodyText"/>
    <w:qFormat/>
    <w:rsid w:val="00C1184C"/>
    <w:pPr>
      <w:numPr>
        <w:ilvl w:val="4"/>
        <w:numId w:val="3"/>
      </w:numPr>
      <w:spacing w:before="120" w:after="120" w:line="240" w:lineRule="auto"/>
      <w:ind w:left="1701" w:hanging="1701"/>
    </w:pPr>
    <w:rPr>
      <w:rFonts w:eastAsia="Calibri" w:cs="Calibri"/>
      <w:color w:val="00558C"/>
      <w:sz w:val="22"/>
      <w:lang w:eastAsia="en-GB"/>
    </w:rPr>
  </w:style>
  <w:style w:type="paragraph" w:customStyle="1" w:styleId="TableofTables">
    <w:name w:val="Table of Tables"/>
    <w:basedOn w:val="TableofFigures"/>
    <w:rsid w:val="00C1184C"/>
    <w:pPr>
      <w:tabs>
        <w:tab w:val="left" w:pos="1134"/>
        <w:tab w:val="right" w:pos="9781"/>
      </w:tabs>
    </w:pPr>
  </w:style>
  <w:style w:type="paragraph" w:customStyle="1" w:styleId="Abbreviations">
    <w:name w:val="Abbreviations"/>
    <w:basedOn w:val="Normal"/>
    <w:qFormat/>
    <w:rsid w:val="00C1184C"/>
    <w:pPr>
      <w:spacing w:after="60"/>
      <w:ind w:left="1418" w:hanging="1418"/>
    </w:pPr>
    <w:rPr>
      <w:sz w:val="22"/>
    </w:rPr>
  </w:style>
  <w:style w:type="paragraph" w:styleId="Title">
    <w:name w:val="Title"/>
    <w:basedOn w:val="Normal"/>
    <w:link w:val="TitleChar"/>
    <w:rsid w:val="00C1184C"/>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C1184C"/>
    <w:rPr>
      <w:rFonts w:ascii="Arial" w:eastAsia="Times New Roman" w:hAnsi="Arial" w:cs="Arial"/>
      <w:b/>
      <w:bCs/>
      <w:kern w:val="28"/>
      <w:sz w:val="32"/>
      <w:szCs w:val="32"/>
      <w:lang w:val="en-GB" w:eastAsia="en-GB"/>
    </w:rPr>
  </w:style>
  <w:style w:type="paragraph" w:customStyle="1" w:styleId="Referencetext">
    <w:name w:val="Reference text"/>
    <w:basedOn w:val="Normal"/>
    <w:autoRedefine/>
    <w:rsid w:val="00C1184C"/>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C1184C"/>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C1184C"/>
    <w:rPr>
      <w:b/>
      <w:color w:val="00558C"/>
      <w:sz w:val="28"/>
    </w:rPr>
  </w:style>
  <w:style w:type="character" w:customStyle="1" w:styleId="MRNChar">
    <w:name w:val="MRN Char"/>
    <w:basedOn w:val="DefaultParagraphFont"/>
    <w:link w:val="MRN"/>
    <w:rsid w:val="00C1184C"/>
    <w:rPr>
      <w:b/>
      <w:color w:val="00558C"/>
      <w:sz w:val="28"/>
      <w:lang w:val="en-GB"/>
    </w:rPr>
  </w:style>
  <w:style w:type="paragraph" w:customStyle="1" w:styleId="Revokes">
    <w:name w:val="Revokes"/>
    <w:basedOn w:val="Documentdate"/>
    <w:link w:val="RevokesChar"/>
    <w:rsid w:val="00C1184C"/>
    <w:rPr>
      <w:i/>
    </w:rPr>
  </w:style>
  <w:style w:type="character" w:customStyle="1" w:styleId="RevokesChar">
    <w:name w:val="Revokes Char"/>
    <w:basedOn w:val="DefaultParagraphFont"/>
    <w:link w:val="Revokes"/>
    <w:rsid w:val="00C1184C"/>
    <w:rPr>
      <w:b/>
      <w:i/>
      <w:color w:val="00558C"/>
      <w:sz w:val="28"/>
      <w:lang w:val="en-GB"/>
    </w:rPr>
  </w:style>
  <w:style w:type="character" w:customStyle="1" w:styleId="EquationChar">
    <w:name w:val="Equation Char"/>
    <w:basedOn w:val="BodyTextChar"/>
    <w:link w:val="Equation"/>
    <w:rsid w:val="00C1184C"/>
    <w:rPr>
      <w:lang w:val="en-GB"/>
    </w:rPr>
  </w:style>
  <w:style w:type="paragraph" w:customStyle="1" w:styleId="Furtherreading">
    <w:name w:val="Further reading"/>
    <w:basedOn w:val="BodyText"/>
    <w:link w:val="FurtherreadingChar"/>
    <w:qFormat/>
    <w:rsid w:val="00C1184C"/>
    <w:pPr>
      <w:numPr>
        <w:numId w:val="41"/>
      </w:numPr>
      <w:spacing w:before="60"/>
    </w:pPr>
  </w:style>
  <w:style w:type="character" w:customStyle="1" w:styleId="FurtherreadingChar">
    <w:name w:val="Further reading Char"/>
    <w:basedOn w:val="BodyTextChar"/>
    <w:link w:val="Furtherreading"/>
    <w:rsid w:val="00C1184C"/>
    <w:rPr>
      <w:lang w:val="en-GB"/>
    </w:rPr>
  </w:style>
  <w:style w:type="paragraph" w:customStyle="1" w:styleId="AnnexFigureCaption">
    <w:name w:val="Annex Figure Caption"/>
    <w:basedOn w:val="BodyText"/>
    <w:link w:val="AnnexFigureCaptionChar"/>
    <w:qFormat/>
    <w:rsid w:val="00C1184C"/>
    <w:pPr>
      <w:numPr>
        <w:numId w:val="43"/>
      </w:numPr>
      <w:jc w:val="center"/>
    </w:pPr>
    <w:rPr>
      <w:i/>
      <w:color w:val="00558C"/>
      <w:lang w:eastAsia="en-GB"/>
    </w:rPr>
  </w:style>
  <w:style w:type="character" w:customStyle="1" w:styleId="AnnexFigureCaptionChar">
    <w:name w:val="Annex Figure Caption Char"/>
    <w:basedOn w:val="BodyTextChar"/>
    <w:link w:val="AnnexFigureCaption"/>
    <w:rsid w:val="00C1184C"/>
    <w:rPr>
      <w:i/>
      <w:color w:val="00558C"/>
      <w:lang w:val="en-GB" w:eastAsia="en-GB"/>
    </w:rPr>
  </w:style>
  <w:style w:type="paragraph" w:styleId="Index1">
    <w:name w:val="index 1"/>
    <w:basedOn w:val="Normal"/>
    <w:next w:val="Normal"/>
    <w:autoRedefine/>
    <w:semiHidden/>
    <w:unhideWhenUsed/>
    <w:rsid w:val="00C1184C"/>
    <w:pPr>
      <w:spacing w:line="240" w:lineRule="auto"/>
      <w:ind w:left="180" w:hanging="180"/>
    </w:pPr>
  </w:style>
  <w:style w:type="paragraph" w:customStyle="1" w:styleId="EmphasisParagraph">
    <w:name w:val="Emphasis Paragraph"/>
    <w:basedOn w:val="BodyText"/>
    <w:next w:val="BodyText"/>
    <w:link w:val="EmphasisParagraphChar"/>
    <w:rsid w:val="00C1184C"/>
    <w:pPr>
      <w:ind w:left="425" w:right="709"/>
    </w:pPr>
    <w:rPr>
      <w:i/>
    </w:rPr>
  </w:style>
  <w:style w:type="character" w:customStyle="1" w:styleId="EmphasisParagraphChar">
    <w:name w:val="Emphasis Paragraph Char"/>
    <w:basedOn w:val="BodyTextChar"/>
    <w:link w:val="EmphasisParagraph"/>
    <w:rsid w:val="00C1184C"/>
    <w:rPr>
      <w:i/>
      <w:lang w:val="en-GB"/>
    </w:rPr>
  </w:style>
  <w:style w:type="paragraph" w:customStyle="1" w:styleId="Quotationparagraph">
    <w:name w:val="Quotation paragraph"/>
    <w:basedOn w:val="BodyText"/>
    <w:link w:val="QuotationparagraphChar"/>
    <w:qFormat/>
    <w:rsid w:val="00C1184C"/>
    <w:pPr>
      <w:suppressAutoHyphens/>
      <w:spacing w:before="120"/>
      <w:ind w:left="567" w:right="709"/>
    </w:pPr>
  </w:style>
  <w:style w:type="character" w:customStyle="1" w:styleId="QuotationparagraphChar">
    <w:name w:val="Quotation paragraph Char"/>
    <w:basedOn w:val="BodyTextChar"/>
    <w:link w:val="Quotationparagraph"/>
    <w:rsid w:val="00C1184C"/>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804825">
      <w:bodyDiv w:val="1"/>
      <w:marLeft w:val="0"/>
      <w:marRight w:val="0"/>
      <w:marTop w:val="0"/>
      <w:marBottom w:val="0"/>
      <w:divBdr>
        <w:top w:val="none" w:sz="0" w:space="0" w:color="auto"/>
        <w:left w:val="none" w:sz="0" w:space="0" w:color="auto"/>
        <w:bottom w:val="none" w:sz="0" w:space="0" w:color="auto"/>
        <w:right w:val="none" w:sz="0" w:space="0" w:color="auto"/>
      </w:divBdr>
    </w:div>
    <w:div w:id="1111630279">
      <w:bodyDiv w:val="1"/>
      <w:marLeft w:val="0"/>
      <w:marRight w:val="0"/>
      <w:marTop w:val="0"/>
      <w:marBottom w:val="0"/>
      <w:divBdr>
        <w:top w:val="none" w:sz="0" w:space="0" w:color="auto"/>
        <w:left w:val="none" w:sz="0" w:space="0" w:color="auto"/>
        <w:bottom w:val="none" w:sz="0" w:space="0" w:color="auto"/>
        <w:right w:val="none" w:sz="0" w:space="0" w:color="auto"/>
      </w:divBdr>
      <w:divsChild>
        <w:div w:id="1352877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s://mondaynote.com/internet-of-things-the-basket-of-remotes-problem-f80922a91a0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https://www.securityinfowatch.com/video-surveillance/video-transmission-equipment/article/10840006/innovative-wireless-network-connects-new-york-waterways-ferries-for-safety-security-roi-and-more"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yperlink" Target="https://www.meritalk.com/articles/darpa-floats-a-proposal-for-the-ocean-of-things/" TargetMode="External"/><Relationship Id="rId30" Type="http://schemas.openxmlformats.org/officeDocument/2006/relationships/header" Target="header10.xml"/><Relationship Id="rId35" Type="http://schemas.openxmlformats.org/officeDocument/2006/relationships/theme" Target="theme/theme1.xml"/></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2%20November%202022.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55F17-F778-481E-B5E2-232BCB1B1A6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CE018D29-6772-4B8B-BD71-8EC7A9DE2C8A}">
  <ds:schemaRefs>
    <ds:schemaRef ds:uri="http://schemas.microsoft.com/sharepoint/v3/contenttype/forms"/>
  </ds:schemaRefs>
</ds:datastoreItem>
</file>

<file path=customXml/itemProps3.xml><?xml version="1.0" encoding="utf-8"?>
<ds:datastoreItem xmlns:ds="http://schemas.openxmlformats.org/officeDocument/2006/customXml" ds:itemID="{B3AF54BA-28B1-4FF7-BBA0-18506BB8DC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B23529-0E65-46FC-8B33-E70C2E68F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2.2 November 2022.dotm</Template>
  <TotalTime>0</TotalTime>
  <Pages>9</Pages>
  <Words>1235</Words>
  <Characters>8211</Characters>
  <Application>Microsoft Office Word</Application>
  <DocSecurity>0</DocSecurity>
  <Lines>68</Lines>
  <Paragraphs>18</Paragraphs>
  <ScaleCrop>false</ScaleCrop>
  <HeadingPairs>
    <vt:vector size="2" baseType="variant">
      <vt:variant>
        <vt:lpstr>Title</vt:lpstr>
      </vt:variant>
      <vt:variant>
        <vt:i4>1</vt:i4>
      </vt:variant>
    </vt:vector>
  </HeadingPairs>
  <TitlesOfParts>
    <vt:vector size="1" baseType="lpstr">
      <vt:lpstr>IALA Guideline Gnnnn</vt:lpstr>
    </vt:vector>
  </TitlesOfParts>
  <Manager>IALA</Manager>
  <Company>IALA</Company>
  <LinksUpToDate>false</LinksUpToDate>
  <CharactersWithSpaces>9428</CharactersWithSpaces>
  <SharedDoc>false</SharedDoc>
  <HyperlinkBase/>
  <HLinks>
    <vt:vector size="18" baseType="variant">
      <vt:variant>
        <vt:i4>2031708</vt:i4>
      </vt:variant>
      <vt:variant>
        <vt:i4>54</vt:i4>
      </vt:variant>
      <vt:variant>
        <vt:i4>0</vt:i4>
      </vt:variant>
      <vt:variant>
        <vt:i4>5</vt:i4>
      </vt:variant>
      <vt:variant>
        <vt:lpwstr>https://mondaynote.com/internet-of-things-the-basket-of-remotes-problem-f80922a91a0f</vt:lpwstr>
      </vt:variant>
      <vt:variant>
        <vt:lpwstr/>
      </vt:variant>
      <vt:variant>
        <vt:i4>3604526</vt:i4>
      </vt:variant>
      <vt:variant>
        <vt:i4>51</vt:i4>
      </vt:variant>
      <vt:variant>
        <vt:i4>0</vt:i4>
      </vt:variant>
      <vt:variant>
        <vt:i4>5</vt:i4>
      </vt:variant>
      <vt:variant>
        <vt:lpwstr>https://www.securityinfowatch.com/video-surveillance/video-transmission-equipment/article/10840006/innovative-wireless-network-connects-new-york-waterways-ferries-for-safety-security-roi-and-more</vt:lpwstr>
      </vt:variant>
      <vt:variant>
        <vt:lpwstr/>
      </vt:variant>
      <vt:variant>
        <vt:i4>7864428</vt:i4>
      </vt:variant>
      <vt:variant>
        <vt:i4>48</vt:i4>
      </vt:variant>
      <vt:variant>
        <vt:i4>0</vt:i4>
      </vt:variant>
      <vt:variant>
        <vt:i4>5</vt:i4>
      </vt:variant>
      <vt:variant>
        <vt:lpwstr>https://www.meritalk.com/articles/darpa-floats-a-proposal-for-the-ocean-of-things/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Gnnnn</dc:title>
  <dc:subject>IALA</dc:subject>
  <dc:creator>Jillian Carson-Jackson;IALA Secretariat</dc:creator>
  <cp:keywords>urn:mrn:iala:pub:gnnnn:ed1.0; ENAV</cp:keywords>
  <dc:description/>
  <cp:lastModifiedBy>Tom Southall</cp:lastModifiedBy>
  <cp:revision>70</cp:revision>
  <cp:lastPrinted>2023-04-03T08:38:00Z</cp:lastPrinted>
  <dcterms:created xsi:type="dcterms:W3CDTF">2022-09-30T06:36:00Z</dcterms:created>
  <dcterms:modified xsi:type="dcterms:W3CDTF">2025-03-29T18:24:00Z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